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752" w:rsidRDefault="00470346" w:rsidP="00B35384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ZP/2375/63</w:t>
      </w:r>
      <w:r w:rsidR="007D2FBB">
        <w:rPr>
          <w:rFonts w:ascii="Times New Roman" w:hAnsi="Times New Roman"/>
          <w:sz w:val="24"/>
          <w:szCs w:val="24"/>
        </w:rPr>
        <w:t>/D/</w:t>
      </w:r>
      <w:r w:rsidR="00CB2775">
        <w:rPr>
          <w:rFonts w:ascii="Times New Roman" w:hAnsi="Times New Roman"/>
          <w:sz w:val="24"/>
          <w:szCs w:val="24"/>
        </w:rPr>
        <w:t>14/</w:t>
      </w:r>
      <w:r w:rsidR="00595D69">
        <w:rPr>
          <w:rFonts w:ascii="Times New Roman" w:hAnsi="Times New Roman"/>
          <w:sz w:val="24"/>
          <w:szCs w:val="24"/>
        </w:rPr>
        <w:t>769</w:t>
      </w:r>
      <w:r w:rsidR="00CB2775">
        <w:rPr>
          <w:rFonts w:ascii="Times New Roman" w:hAnsi="Times New Roman"/>
          <w:sz w:val="24"/>
          <w:szCs w:val="24"/>
        </w:rPr>
        <w:t>/15</w:t>
      </w:r>
      <w:r w:rsidR="00515752" w:rsidRPr="00EC0565">
        <w:rPr>
          <w:rFonts w:ascii="Times New Roman" w:hAnsi="Times New Roman"/>
          <w:sz w:val="24"/>
          <w:szCs w:val="24"/>
        </w:rPr>
        <w:tab/>
      </w:r>
      <w:r w:rsidR="00515752" w:rsidRPr="00EC0565">
        <w:rPr>
          <w:rFonts w:ascii="Times New Roman" w:hAnsi="Times New Roman"/>
          <w:sz w:val="24"/>
          <w:szCs w:val="24"/>
        </w:rPr>
        <w:tab/>
      </w:r>
      <w:r w:rsidR="00515752" w:rsidRPr="00EC0565">
        <w:rPr>
          <w:rFonts w:ascii="Times New Roman" w:hAnsi="Times New Roman"/>
          <w:sz w:val="24"/>
          <w:szCs w:val="24"/>
        </w:rPr>
        <w:tab/>
      </w:r>
      <w:r w:rsidR="00515752" w:rsidRPr="00EC0565">
        <w:rPr>
          <w:rFonts w:ascii="Times New Roman" w:hAnsi="Times New Roman"/>
          <w:sz w:val="24"/>
          <w:szCs w:val="24"/>
        </w:rPr>
        <w:tab/>
      </w:r>
      <w:r w:rsidR="00515752" w:rsidRPr="00EC0565">
        <w:rPr>
          <w:rFonts w:ascii="Times New Roman" w:hAnsi="Times New Roman"/>
          <w:sz w:val="24"/>
          <w:szCs w:val="24"/>
        </w:rPr>
        <w:tab/>
      </w:r>
      <w:r w:rsidR="00020527" w:rsidRPr="00EC0565">
        <w:rPr>
          <w:rFonts w:ascii="Times New Roman" w:hAnsi="Times New Roman"/>
          <w:sz w:val="24"/>
          <w:szCs w:val="24"/>
        </w:rPr>
        <w:t xml:space="preserve">Łódź, dnia </w:t>
      </w:r>
      <w:r w:rsidR="00D416C2">
        <w:rPr>
          <w:rFonts w:ascii="Times New Roman" w:hAnsi="Times New Roman"/>
          <w:sz w:val="24"/>
          <w:szCs w:val="24"/>
        </w:rPr>
        <w:t>18</w:t>
      </w:r>
      <w:r w:rsidR="00834A85">
        <w:rPr>
          <w:rFonts w:ascii="Times New Roman" w:hAnsi="Times New Roman"/>
          <w:sz w:val="24"/>
          <w:szCs w:val="24"/>
        </w:rPr>
        <w:t>.02</w:t>
      </w:r>
      <w:r w:rsidR="008236E2">
        <w:rPr>
          <w:rFonts w:ascii="Times New Roman" w:hAnsi="Times New Roman"/>
          <w:sz w:val="24"/>
          <w:szCs w:val="24"/>
        </w:rPr>
        <w:t>.201</w:t>
      </w:r>
      <w:r w:rsidR="00CB2775">
        <w:rPr>
          <w:rFonts w:ascii="Times New Roman" w:hAnsi="Times New Roman"/>
          <w:sz w:val="24"/>
          <w:szCs w:val="24"/>
        </w:rPr>
        <w:t xml:space="preserve">5 </w:t>
      </w:r>
      <w:r w:rsidR="00897D59">
        <w:rPr>
          <w:rFonts w:ascii="Times New Roman" w:hAnsi="Times New Roman"/>
          <w:sz w:val="24"/>
          <w:szCs w:val="24"/>
        </w:rPr>
        <w:t>r.</w:t>
      </w:r>
    </w:p>
    <w:p w:rsidR="004D65D5" w:rsidRDefault="004D65D5" w:rsidP="004D65D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53AF" w:rsidRDefault="003A53AF" w:rsidP="004D65D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D65D5" w:rsidRPr="004D65D5" w:rsidRDefault="004D65D5" w:rsidP="004D65D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4D65D5">
        <w:rPr>
          <w:rFonts w:ascii="Times New Roman" w:hAnsi="Times New Roman"/>
          <w:b/>
          <w:sz w:val="24"/>
          <w:szCs w:val="24"/>
        </w:rPr>
        <w:t>INFORMACJA O WYBORZE OFERTY</w:t>
      </w:r>
      <w:r w:rsidR="0002173D">
        <w:rPr>
          <w:rFonts w:ascii="Times New Roman" w:hAnsi="Times New Roman"/>
          <w:b/>
          <w:sz w:val="24"/>
          <w:szCs w:val="24"/>
        </w:rPr>
        <w:t xml:space="preserve"> - UNIEWAŻNIENIE</w:t>
      </w:r>
    </w:p>
    <w:p w:rsidR="00470346" w:rsidRDefault="00470346" w:rsidP="00470346">
      <w:pPr>
        <w:rPr>
          <w:rFonts w:ascii="Times New Roman" w:hAnsi="Times New Roman"/>
          <w:i/>
          <w:color w:val="000000"/>
          <w:sz w:val="18"/>
          <w:szCs w:val="18"/>
        </w:rPr>
      </w:pPr>
      <w:r>
        <w:rPr>
          <w:rFonts w:ascii="Times New Roman" w:hAnsi="Times New Roman"/>
          <w:b/>
          <w:bCs/>
        </w:rPr>
        <w:t>dotyczy: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postępowania przetargowego w trybie przetargu nieograniczonego na dostawę sprzętu komputerowego  nr 63/D/14</w:t>
      </w:r>
      <w:r>
        <w:rPr>
          <w:rFonts w:cs="Arial"/>
          <w:b/>
          <w:i/>
          <w:color w:val="000000"/>
        </w:rPr>
        <w:t xml:space="preserve"> </w:t>
      </w:r>
      <w:r>
        <w:rPr>
          <w:rFonts w:cs="Arial"/>
          <w:b/>
          <w:i/>
          <w:color w:val="000000"/>
        </w:rPr>
        <w:br/>
      </w:r>
      <w:r>
        <w:rPr>
          <w:rFonts w:ascii="Times New Roman" w:hAnsi="Times New Roman"/>
          <w:i/>
          <w:color w:val="000000"/>
          <w:sz w:val="18"/>
          <w:szCs w:val="18"/>
        </w:rPr>
        <w:t>Zamówienie jest współfinansowanie ze środków Europejskiego Funduszu Rozwoju Regionalnego w ramach Regionalnego Programu Operacyjnego Województwa Łódzkiego na lata 2007-2013 (Oś priorytetowa IV. Społeczeństwo Informacyjne, Działanie IV.2 E - usługi publiczne).</w:t>
      </w:r>
    </w:p>
    <w:p w:rsidR="00470346" w:rsidRDefault="00470346" w:rsidP="00470346">
      <w:pPr>
        <w:rPr>
          <w:rFonts w:ascii="Times New Roman" w:hAnsi="Times New Roman"/>
          <w:i/>
          <w:color w:val="000000"/>
          <w:sz w:val="18"/>
          <w:szCs w:val="18"/>
        </w:rPr>
      </w:pPr>
      <w:r>
        <w:rPr>
          <w:rFonts w:ascii="Times New Roman" w:hAnsi="Times New Roman"/>
          <w:i/>
          <w:color w:val="000000"/>
          <w:sz w:val="18"/>
          <w:szCs w:val="18"/>
        </w:rPr>
        <w:t>Projekt: „Zwiększenie efektywności zarządzania, poprawa dostępności usług oraz wzrost jakości opieki SP ZOZ MSW w Łodzi poprzez wdrożenie innowacyjnych rozwiązań umożliwiających wspieranie procesów gromadzenia, przepływu i ochrony informacji”.</w:t>
      </w:r>
    </w:p>
    <w:p w:rsidR="00470346" w:rsidRDefault="00470346" w:rsidP="00470346">
      <w:pPr>
        <w:ind w:left="900" w:hanging="900"/>
        <w:jc w:val="both"/>
        <w:rPr>
          <w:rFonts w:ascii="Times New Roman" w:hAnsi="Times New Roman"/>
          <w:b/>
        </w:rPr>
      </w:pPr>
    </w:p>
    <w:p w:rsidR="0002173D" w:rsidRDefault="0002173D" w:rsidP="0002173D">
      <w:pPr>
        <w:pStyle w:val="Tekstpodstawowy2"/>
        <w:spacing w:line="360" w:lineRule="auto"/>
        <w:rPr>
          <w:b/>
          <w:i/>
        </w:rPr>
      </w:pPr>
      <w:r w:rsidRPr="0002173D">
        <w:rPr>
          <w:b/>
          <w:i/>
        </w:rPr>
        <w:t xml:space="preserve"> </w:t>
      </w:r>
    </w:p>
    <w:p w:rsidR="003A53AF" w:rsidRPr="0002173D" w:rsidRDefault="0002173D" w:rsidP="0002173D">
      <w:pPr>
        <w:pStyle w:val="Tekstpodstawowy2"/>
        <w:spacing w:line="360" w:lineRule="auto"/>
        <w:rPr>
          <w:b/>
          <w:i/>
        </w:rPr>
      </w:pPr>
      <w:r w:rsidRPr="0002173D">
        <w:rPr>
          <w:b/>
          <w:i/>
        </w:rPr>
        <w:t>Zamawiający informuje, iż unieważnia czynność wyboru oferty najkorzystniejszej w zakresie pakietu 1, 2, 3 i powtórzy czynność oceny ofert.</w:t>
      </w:r>
    </w:p>
    <w:p w:rsidR="008D3D7C" w:rsidRDefault="008D3D7C" w:rsidP="003A53AF">
      <w:pPr>
        <w:pStyle w:val="Tekstpodstawowy2"/>
        <w:spacing w:line="240" w:lineRule="auto"/>
        <w:ind w:left="5812"/>
        <w:rPr>
          <w:i/>
          <w:lang w:val="en-US"/>
        </w:rPr>
      </w:pPr>
      <w:r>
        <w:rPr>
          <w:i/>
        </w:rPr>
        <w:t xml:space="preserve"> </w:t>
      </w:r>
      <w:r>
        <w:rPr>
          <w:i/>
          <w:spacing w:val="34"/>
        </w:rPr>
        <w:t xml:space="preserve"> </w:t>
      </w:r>
    </w:p>
    <w:p w:rsidR="0002173D" w:rsidRDefault="00B318FC" w:rsidP="00C07664">
      <w:pPr>
        <w:pStyle w:val="Bezodstpw"/>
        <w:jc w:val="both"/>
        <w:rPr>
          <w:rFonts w:ascii="Times New Roman" w:hAnsi="Times New Roman"/>
          <w:sz w:val="24"/>
          <w:szCs w:val="24"/>
          <w:lang w:val="en-US"/>
        </w:rPr>
      </w:pPr>
      <w:r w:rsidRPr="007D2FBB">
        <w:rPr>
          <w:rFonts w:ascii="Times New Roman" w:hAnsi="Times New Roman"/>
          <w:sz w:val="24"/>
          <w:szCs w:val="24"/>
          <w:lang w:val="en-US"/>
        </w:rPr>
        <w:t xml:space="preserve">                                </w:t>
      </w:r>
      <w:r w:rsidR="00C07664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                     </w:t>
      </w:r>
      <w:r w:rsidRPr="007D2FBB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D416C2" w:rsidRPr="00B73D4C" w:rsidRDefault="007F3AF8" w:rsidP="00D416C2">
      <w:pPr>
        <w:pStyle w:val="Bezodstpw"/>
        <w:jc w:val="both"/>
        <w:rPr>
          <w:sz w:val="20"/>
          <w:szCs w:val="20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                                                       </w:t>
      </w:r>
      <w:r w:rsidR="00D416C2" w:rsidRPr="00B73D4C">
        <w:rPr>
          <w:sz w:val="20"/>
          <w:szCs w:val="20"/>
        </w:rPr>
        <w:t>Dyrektor</w:t>
      </w:r>
    </w:p>
    <w:p w:rsidR="00D416C2" w:rsidRPr="00B73D4C" w:rsidRDefault="00D416C2" w:rsidP="00D416C2">
      <w:pPr>
        <w:pStyle w:val="Bezodstpw"/>
        <w:jc w:val="both"/>
        <w:rPr>
          <w:sz w:val="20"/>
          <w:szCs w:val="20"/>
        </w:rPr>
      </w:pPr>
      <w:r w:rsidRPr="00B73D4C">
        <w:rPr>
          <w:sz w:val="20"/>
          <w:szCs w:val="20"/>
        </w:rPr>
        <w:t xml:space="preserve">                                                                                                                                    SP ZOZ MSW w Łodzi</w:t>
      </w:r>
    </w:p>
    <w:p w:rsidR="00D416C2" w:rsidRPr="00D95038" w:rsidRDefault="00D416C2" w:rsidP="00D416C2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B73D4C">
        <w:rPr>
          <w:sz w:val="20"/>
          <w:szCs w:val="20"/>
        </w:rPr>
        <w:t xml:space="preserve">                                                                                                                            dr n. med. Robert Starzec, MBA      </w:t>
      </w:r>
      <w:r>
        <w:rPr>
          <w:rFonts w:ascii="Times New Roman" w:hAnsi="Times New Roman"/>
        </w:rPr>
        <w:t xml:space="preserve">                                                                </w:t>
      </w:r>
      <w:r>
        <w:t xml:space="preserve">                                                                                                                                        </w:t>
      </w:r>
    </w:p>
    <w:p w:rsidR="007F3AF8" w:rsidRPr="00D95038" w:rsidRDefault="007F3AF8" w:rsidP="00D416C2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02173D" w:rsidRDefault="0002173D" w:rsidP="00C07664">
      <w:pPr>
        <w:pStyle w:val="Bezodstpw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07664" w:rsidRDefault="00C07664" w:rsidP="00C07664">
      <w:pPr>
        <w:pStyle w:val="Tekstpodstawowy2"/>
        <w:ind w:left="7088"/>
        <w:rPr>
          <w:rFonts w:ascii="Times New Roman" w:hAnsi="Times New Roman"/>
        </w:rPr>
      </w:pPr>
    </w:p>
    <w:p w:rsidR="00890A88" w:rsidRPr="007D2FBB" w:rsidRDefault="00B318FC" w:rsidP="00B318FC">
      <w:pPr>
        <w:spacing w:line="360" w:lineRule="auto"/>
        <w:ind w:left="15"/>
        <w:jc w:val="center"/>
        <w:rPr>
          <w:rFonts w:ascii="Times New Roman" w:hAnsi="Times New Roman"/>
          <w:sz w:val="24"/>
          <w:szCs w:val="24"/>
          <w:lang w:val="en-US"/>
        </w:rPr>
      </w:pPr>
      <w:r w:rsidRPr="007D2FBB">
        <w:rPr>
          <w:rFonts w:ascii="Times New Roman" w:hAnsi="Times New Roman"/>
          <w:sz w:val="24"/>
          <w:szCs w:val="24"/>
          <w:lang w:val="en-US"/>
        </w:rPr>
        <w:t xml:space="preserve">                                   </w:t>
      </w:r>
      <w:r w:rsidR="00890A88" w:rsidRPr="007D2FBB">
        <w:rPr>
          <w:rFonts w:ascii="Times New Roman" w:hAnsi="Times New Roman"/>
          <w:sz w:val="24"/>
          <w:szCs w:val="24"/>
          <w:lang w:val="en-US"/>
        </w:rPr>
        <w:t xml:space="preserve"> </w:t>
      </w:r>
    </w:p>
    <w:sectPr w:rsidR="00890A88" w:rsidRPr="007D2FBB" w:rsidSect="007213D2">
      <w:headerReference w:type="default" r:id="rId7"/>
      <w:footerReference w:type="default" r:id="rId8"/>
      <w:pgSz w:w="11906" w:h="16838"/>
      <w:pgMar w:top="415" w:right="1417" w:bottom="1417" w:left="1417" w:header="720" w:footer="30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286D" w:rsidRDefault="001C286D">
      <w:r>
        <w:separator/>
      </w:r>
    </w:p>
  </w:endnote>
  <w:endnote w:type="continuationSeparator" w:id="1">
    <w:p w:rsidR="001C286D" w:rsidRDefault="001C28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Look w:val="01E0"/>
    </w:tblPr>
    <w:tblGrid>
      <w:gridCol w:w="1857"/>
      <w:gridCol w:w="1857"/>
      <w:gridCol w:w="1858"/>
      <w:gridCol w:w="1858"/>
      <w:gridCol w:w="1858"/>
    </w:tblGrid>
    <w:tr w:rsidR="00B318FC" w:rsidRPr="00734498">
      <w:trPr>
        <w:trHeight w:val="987"/>
      </w:trPr>
      <w:tc>
        <w:tcPr>
          <w:tcW w:w="1857" w:type="dxa"/>
          <w:shd w:val="clear" w:color="auto" w:fill="auto"/>
        </w:tcPr>
        <w:p w:rsidR="00B318FC" w:rsidRPr="00734498" w:rsidRDefault="00B318FC" w:rsidP="00734498">
          <w:pPr>
            <w:pStyle w:val="Stopka"/>
            <w:jc w:val="center"/>
            <w:rPr>
              <w:rFonts w:ascii="Arial" w:hAnsi="Arial" w:cs="Arial"/>
              <w:sz w:val="2"/>
              <w:szCs w:val="2"/>
            </w:rPr>
          </w:pPr>
        </w:p>
      </w:tc>
      <w:tc>
        <w:tcPr>
          <w:tcW w:w="1857" w:type="dxa"/>
          <w:shd w:val="clear" w:color="auto" w:fill="auto"/>
        </w:tcPr>
        <w:p w:rsidR="00B318FC" w:rsidRPr="00734498" w:rsidRDefault="007E64C0" w:rsidP="00734498">
          <w:pPr>
            <w:pStyle w:val="Stopka"/>
            <w:jc w:val="center"/>
            <w:rPr>
              <w:rFonts w:ascii="Arial" w:hAnsi="Arial" w:cs="Arial"/>
              <w:sz w:val="2"/>
              <w:szCs w:val="2"/>
            </w:rPr>
          </w:pPr>
          <w:r>
            <w:rPr>
              <w:rFonts w:ascii="Arial" w:hAnsi="Arial" w:cs="Arial"/>
              <w:noProof/>
              <w:sz w:val="2"/>
              <w:szCs w:val="2"/>
              <w:lang w:eastAsia="pl-PL"/>
            </w:rPr>
            <w:pict>
              <v:group id="_x0000_s2084" style="position:absolute;left:0;text-align:left;margin-left:-98.55pt;margin-top:7.8pt;width:459.35pt;height:32.45pt;z-index:251657728;mso-position-horizontal-relative:text;mso-position-vertical-relative:text" coordorigin="1303,13050" coordsize="9187,649">
                <v:group id="_x0000_s2085" style="position:absolute;left:1303;top:13050;width:4134;height:649" coordorigin="1069,13050" coordsize="4134,649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2086" type="#_x0000_t75" style="position:absolute;left:2479;top:13050;width:1410;height:645">
                    <v:imagedata r:id="rId1" o:title="iso_9001"/>
                  </v:shape>
                  <v:shape id="_x0000_s2087" type="#_x0000_t75" style="position:absolute;left:3889;top:13050;width:1314;height:645">
                    <v:imagedata r:id="rId2" o:title="OHSAS" cropright="4462f"/>
                  </v:shape>
                  <v:shape id="_x0000_s2088" type="#_x0000_t75" style="position:absolute;left:1069;top:13054;width:1410;height:645">
                    <v:imagedata r:id="rId3" o:title="iso-14001"/>
                  </v:shape>
                </v:group>
                <v:shape id="_x0000_s2089" type="#_x0000_t75" style="position:absolute;left:5650;top:13050;width:669;height:649">
                  <v:imagedata r:id="rId4" o:title="71_MSW Lodz_logo_4"/>
                </v:shape>
                <v:group id="_x0000_s2090" style="position:absolute;left:6585;top:13090;width:3905;height:508" coordorigin="6378,13090" coordsize="3905,508">
                  <v:shape id="_x0000_s2091" type="#_x0000_t75" style="position:absolute;left:7736;top:13143;width:629;height:455">
                    <v:imagedata r:id="rId5" o:title="EUROCERTYFIKAT"/>
                  </v:shape>
                  <v:shape id="_x0000_s2092" type="#_x0000_t75" style="position:absolute;left:8701;top:13135;width:1582;height:454">
                    <v:imagedata r:id="rId6" o:title="CWB"/>
                  </v:shape>
                  <v:shape id="_x0000_s2093" type="#_x0000_t75" style="position:absolute;left:6378;top:13090;width:1060;height:453">
                    <v:imagedata r:id="rId7" o:title="SBB_logoBW"/>
                  </v:shape>
                </v:group>
              </v:group>
            </w:pict>
          </w:r>
        </w:p>
        <w:p w:rsidR="00B318FC" w:rsidRPr="00080893" w:rsidRDefault="00B318FC" w:rsidP="00080893"/>
      </w:tc>
      <w:tc>
        <w:tcPr>
          <w:tcW w:w="1858" w:type="dxa"/>
          <w:shd w:val="clear" w:color="auto" w:fill="auto"/>
        </w:tcPr>
        <w:p w:rsidR="00B318FC" w:rsidRPr="00734498" w:rsidRDefault="00B318FC" w:rsidP="00734498">
          <w:pPr>
            <w:pStyle w:val="Stopka"/>
            <w:jc w:val="center"/>
            <w:rPr>
              <w:rFonts w:ascii="Arial" w:hAnsi="Arial" w:cs="Arial"/>
              <w:sz w:val="2"/>
              <w:szCs w:val="2"/>
            </w:rPr>
          </w:pPr>
        </w:p>
      </w:tc>
      <w:tc>
        <w:tcPr>
          <w:tcW w:w="1858" w:type="dxa"/>
          <w:shd w:val="clear" w:color="auto" w:fill="auto"/>
        </w:tcPr>
        <w:p w:rsidR="00B318FC" w:rsidRPr="00734498" w:rsidRDefault="00B318FC" w:rsidP="00734498">
          <w:pPr>
            <w:pStyle w:val="Stopka"/>
            <w:jc w:val="center"/>
            <w:rPr>
              <w:sz w:val="2"/>
              <w:szCs w:val="2"/>
            </w:rPr>
          </w:pPr>
        </w:p>
      </w:tc>
      <w:tc>
        <w:tcPr>
          <w:tcW w:w="1858" w:type="dxa"/>
          <w:shd w:val="clear" w:color="auto" w:fill="auto"/>
        </w:tcPr>
        <w:p w:rsidR="00B318FC" w:rsidRPr="00734498" w:rsidRDefault="00B318FC" w:rsidP="00734498">
          <w:pPr>
            <w:pStyle w:val="Stopka"/>
            <w:jc w:val="center"/>
            <w:rPr>
              <w:sz w:val="2"/>
              <w:szCs w:val="2"/>
            </w:rPr>
          </w:pPr>
        </w:p>
      </w:tc>
    </w:tr>
    <w:tr w:rsidR="00B318FC" w:rsidRPr="00734498">
      <w:trPr>
        <w:trHeight w:val="182"/>
      </w:trPr>
      <w:tc>
        <w:tcPr>
          <w:tcW w:w="9288" w:type="dxa"/>
          <w:gridSpan w:val="5"/>
          <w:shd w:val="clear" w:color="auto" w:fill="auto"/>
        </w:tcPr>
        <w:p w:rsidR="00B318FC" w:rsidRPr="00734498" w:rsidRDefault="00B318FC" w:rsidP="00734498">
          <w:pPr>
            <w:pStyle w:val="Stopka"/>
            <w:jc w:val="center"/>
            <w:rPr>
              <w:rFonts w:ascii="Arial" w:hAnsi="Arial" w:cs="Arial"/>
              <w:b/>
              <w:noProof/>
              <w:lang w:eastAsia="pl-PL"/>
            </w:rPr>
          </w:pPr>
        </w:p>
      </w:tc>
    </w:tr>
  </w:tbl>
  <w:p w:rsidR="00B318FC" w:rsidRDefault="00B318FC" w:rsidP="00FA1B8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286D" w:rsidRDefault="001C286D">
      <w:r>
        <w:separator/>
      </w:r>
    </w:p>
  </w:footnote>
  <w:footnote w:type="continuationSeparator" w:id="1">
    <w:p w:rsidR="001C286D" w:rsidRDefault="001C28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2031"/>
      <w:gridCol w:w="7257"/>
    </w:tblGrid>
    <w:tr w:rsidR="00B318FC">
      <w:trPr>
        <w:trHeight w:val="1850"/>
      </w:trPr>
      <w:tc>
        <w:tcPr>
          <w:tcW w:w="2031" w:type="dxa"/>
          <w:shd w:val="clear" w:color="auto" w:fill="auto"/>
        </w:tcPr>
        <w:p w:rsidR="00B318FC" w:rsidRDefault="00D416C2" w:rsidP="0031195E">
          <w:pPr>
            <w:pStyle w:val="Nagwek"/>
            <w:snapToGrid w:val="0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  <w:lang w:eastAsia="pl-PL"/>
            </w:rPr>
            <w:drawing>
              <wp:inline distT="0" distB="0" distL="0" distR="0">
                <wp:extent cx="895350" cy="1200150"/>
                <wp:effectExtent l="19050" t="0" r="0" b="0"/>
                <wp:docPr id="1" name="Obraz 1" descr="NEW_logo_ZOZMSWIA_pism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NEW_logo_ZOZMSWIA_pism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1200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57" w:type="dxa"/>
          <w:tcBorders>
            <w:bottom w:val="single" w:sz="4" w:space="0" w:color="000000"/>
          </w:tcBorders>
          <w:shd w:val="clear" w:color="auto" w:fill="auto"/>
          <w:vAlign w:val="center"/>
        </w:tcPr>
        <w:p w:rsidR="00B318FC" w:rsidRPr="00EC0565" w:rsidRDefault="00B318FC" w:rsidP="00EC0565">
          <w:pPr>
            <w:pStyle w:val="Nagwek2"/>
            <w:rPr>
              <w:sz w:val="28"/>
              <w:szCs w:val="28"/>
            </w:rPr>
          </w:pPr>
          <w:r w:rsidRPr="00EC0565">
            <w:rPr>
              <w:sz w:val="28"/>
              <w:szCs w:val="28"/>
            </w:rPr>
            <w:t>Samodzielny Publiczny Zakład Opieki Zdrowotnej</w:t>
          </w:r>
        </w:p>
        <w:p w:rsidR="00B318FC" w:rsidRPr="00EC0565" w:rsidRDefault="00B318FC" w:rsidP="00EC0565">
          <w:pPr>
            <w:pStyle w:val="Nagwek1"/>
            <w:jc w:val="center"/>
            <w:rPr>
              <w:sz w:val="28"/>
              <w:szCs w:val="28"/>
            </w:rPr>
          </w:pPr>
          <w:r w:rsidRPr="00EC0565">
            <w:rPr>
              <w:sz w:val="28"/>
              <w:szCs w:val="28"/>
            </w:rPr>
            <w:t>Ministerstwa Spraw Wewnętrznych w ŁODZI</w:t>
          </w:r>
        </w:p>
        <w:p w:rsidR="00B318FC" w:rsidRPr="00723F93" w:rsidRDefault="00B318FC" w:rsidP="00EC0565">
          <w:pPr>
            <w:tabs>
              <w:tab w:val="left" w:pos="1350"/>
              <w:tab w:val="center" w:pos="3614"/>
            </w:tabs>
            <w:jc w:val="center"/>
            <w:rPr>
              <w:rFonts w:ascii="Garamond" w:hAnsi="Garamond" w:cs="Arial"/>
              <w:b/>
              <w:bCs/>
              <w:sz w:val="24"/>
              <w:szCs w:val="24"/>
            </w:rPr>
          </w:pPr>
          <w:r w:rsidRPr="00723F93">
            <w:rPr>
              <w:rFonts w:ascii="Garamond" w:hAnsi="Garamond" w:cs="Arial"/>
              <w:b/>
              <w:bCs/>
              <w:sz w:val="24"/>
              <w:szCs w:val="24"/>
            </w:rPr>
            <w:t>91–425 Łódź, ul. Północna  42</w:t>
          </w:r>
        </w:p>
        <w:p w:rsidR="00B318FC" w:rsidRPr="00723F93" w:rsidRDefault="00B318FC" w:rsidP="00EC0565">
          <w:pPr>
            <w:ind w:right="-108"/>
            <w:jc w:val="center"/>
            <w:rPr>
              <w:rFonts w:ascii="Garamond" w:hAnsi="Garamond" w:cs="Arial"/>
              <w:b/>
              <w:bCs/>
              <w:sz w:val="24"/>
              <w:szCs w:val="24"/>
            </w:rPr>
          </w:pPr>
          <w:r w:rsidRPr="00723F93">
            <w:rPr>
              <w:rFonts w:ascii="Garamond" w:hAnsi="Garamond" w:cs="Arial"/>
              <w:b/>
              <w:bCs/>
              <w:sz w:val="24"/>
              <w:szCs w:val="24"/>
            </w:rPr>
            <w:t>Dział Zamówień Publicznych tel. 42 634 12 70, fax 42 634 12 54</w:t>
          </w:r>
        </w:p>
        <w:p w:rsidR="00B318FC" w:rsidRDefault="00B318FC" w:rsidP="00EC0565">
          <w:pPr>
            <w:ind w:right="-108"/>
            <w:jc w:val="center"/>
            <w:rPr>
              <w:rFonts w:ascii="Arial" w:hAnsi="Arial" w:cs="Arial"/>
              <w:b/>
              <w:bCs/>
              <w:sz w:val="28"/>
              <w:szCs w:val="28"/>
            </w:rPr>
          </w:pPr>
          <w:r w:rsidRPr="00723F93">
            <w:rPr>
              <w:rFonts w:ascii="Garamond" w:hAnsi="Garamond" w:cs="Arial"/>
              <w:b/>
              <w:bCs/>
              <w:sz w:val="24"/>
              <w:szCs w:val="24"/>
            </w:rPr>
            <w:t>http://www.zoz-mswia-lodz.pl           zamowienia@zoz-mswia-lodz.pl</w:t>
          </w:r>
        </w:p>
      </w:tc>
    </w:tr>
  </w:tbl>
  <w:p w:rsidR="00B318FC" w:rsidRDefault="00B318F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6B4B55"/>
    <w:multiLevelType w:val="hybridMultilevel"/>
    <w:tmpl w:val="69EE63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F70CD"/>
    <w:multiLevelType w:val="hybridMultilevel"/>
    <w:tmpl w:val="E640E652"/>
    <w:lvl w:ilvl="0" w:tplc="167E3C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1F276C"/>
    <w:multiLevelType w:val="hybridMultilevel"/>
    <w:tmpl w:val="2B2A7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834DF"/>
    <w:multiLevelType w:val="hybridMultilevel"/>
    <w:tmpl w:val="0D04BD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671E63"/>
    <w:multiLevelType w:val="hybridMultilevel"/>
    <w:tmpl w:val="11C63CA6"/>
    <w:lvl w:ilvl="0" w:tplc="799A931C">
      <w:start w:val="1"/>
      <w:numFmt w:val="decimal"/>
      <w:lvlText w:val="%1)"/>
      <w:lvlJc w:val="left"/>
      <w:pPr>
        <w:tabs>
          <w:tab w:val="num" w:pos="1653"/>
        </w:tabs>
        <w:ind w:left="1653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444A1C0D"/>
    <w:multiLevelType w:val="hybridMultilevel"/>
    <w:tmpl w:val="C89ECF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8B4DAD"/>
    <w:multiLevelType w:val="hybridMultilevel"/>
    <w:tmpl w:val="098C9E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F833F3"/>
    <w:multiLevelType w:val="hybridMultilevel"/>
    <w:tmpl w:val="6720CBC2"/>
    <w:lvl w:ilvl="0" w:tplc="70EC9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5C6022"/>
    <w:multiLevelType w:val="hybridMultilevel"/>
    <w:tmpl w:val="7768301E"/>
    <w:lvl w:ilvl="0" w:tplc="358E0252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0">
    <w:nsid w:val="580575C6"/>
    <w:multiLevelType w:val="multilevel"/>
    <w:tmpl w:val="190E96CA"/>
    <w:lvl w:ilvl="0">
      <w:start w:val="90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63"/>
      <w:numFmt w:val="decimalZero"/>
      <w:lvlText w:val="%1-%2"/>
      <w:lvlJc w:val="left"/>
      <w:pPr>
        <w:tabs>
          <w:tab w:val="num" w:pos="1530"/>
        </w:tabs>
        <w:ind w:left="1530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250"/>
        </w:tabs>
        <w:ind w:left="2250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970"/>
        </w:tabs>
        <w:ind w:left="2970" w:hanging="81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59961283"/>
    <w:multiLevelType w:val="multilevel"/>
    <w:tmpl w:val="4146771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BA09E9"/>
    <w:multiLevelType w:val="hybridMultilevel"/>
    <w:tmpl w:val="B26C61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3B61F3"/>
    <w:multiLevelType w:val="hybridMultilevel"/>
    <w:tmpl w:val="EB580C4E"/>
    <w:lvl w:ilvl="0" w:tplc="7BB656F8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B783512"/>
    <w:multiLevelType w:val="hybridMultilevel"/>
    <w:tmpl w:val="45367CAE"/>
    <w:lvl w:ilvl="0" w:tplc="D6EC9F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50343B1"/>
    <w:multiLevelType w:val="hybridMultilevel"/>
    <w:tmpl w:val="60E6B5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9F20074"/>
    <w:multiLevelType w:val="hybridMultilevel"/>
    <w:tmpl w:val="9E56E9F6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3B43B5"/>
    <w:multiLevelType w:val="hybridMultilevel"/>
    <w:tmpl w:val="87EAA7F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FD5546C"/>
    <w:multiLevelType w:val="hybridMultilevel"/>
    <w:tmpl w:val="0B82E51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4"/>
  </w:num>
  <w:num w:numId="5">
    <w:abstractNumId w:val="14"/>
  </w:num>
  <w:num w:numId="6">
    <w:abstractNumId w:val="2"/>
  </w:num>
  <w:num w:numId="7">
    <w:abstractNumId w:val="6"/>
  </w:num>
  <w:num w:numId="8">
    <w:abstractNumId w:val="10"/>
  </w:num>
  <w:num w:numId="9">
    <w:abstractNumId w:val="13"/>
  </w:num>
  <w:num w:numId="10">
    <w:abstractNumId w:val="7"/>
  </w:num>
  <w:num w:numId="11">
    <w:abstractNumId w:val="8"/>
  </w:num>
  <w:num w:numId="12">
    <w:abstractNumId w:val="17"/>
  </w:num>
  <w:num w:numId="13">
    <w:abstractNumId w:val="1"/>
  </w:num>
  <w:num w:numId="14">
    <w:abstractNumId w:val="18"/>
  </w:num>
  <w:num w:numId="15">
    <w:abstractNumId w:val="15"/>
  </w:num>
  <w:num w:numId="16">
    <w:abstractNumId w:val="12"/>
  </w:num>
  <w:num w:numId="17">
    <w:abstractNumId w:val="3"/>
  </w:num>
  <w:num w:numId="18">
    <w:abstractNumId w:val="16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00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8318C"/>
    <w:rsid w:val="00020527"/>
    <w:rsid w:val="0002173D"/>
    <w:rsid w:val="0005602D"/>
    <w:rsid w:val="00080893"/>
    <w:rsid w:val="000C38BF"/>
    <w:rsid w:val="00122339"/>
    <w:rsid w:val="00122B5D"/>
    <w:rsid w:val="001303F8"/>
    <w:rsid w:val="001379DC"/>
    <w:rsid w:val="0014186B"/>
    <w:rsid w:val="00142DE4"/>
    <w:rsid w:val="00171696"/>
    <w:rsid w:val="001859DB"/>
    <w:rsid w:val="00192379"/>
    <w:rsid w:val="001A6534"/>
    <w:rsid w:val="001C286D"/>
    <w:rsid w:val="001F2D4F"/>
    <w:rsid w:val="00206571"/>
    <w:rsid w:val="00211D3C"/>
    <w:rsid w:val="00225EC0"/>
    <w:rsid w:val="00232D45"/>
    <w:rsid w:val="002711A7"/>
    <w:rsid w:val="00275229"/>
    <w:rsid w:val="00284C14"/>
    <w:rsid w:val="002B1F84"/>
    <w:rsid w:val="0031195E"/>
    <w:rsid w:val="00315C0E"/>
    <w:rsid w:val="003745C4"/>
    <w:rsid w:val="003A53AF"/>
    <w:rsid w:val="003B6E84"/>
    <w:rsid w:val="003D1A6F"/>
    <w:rsid w:val="003F2AE3"/>
    <w:rsid w:val="003F6C64"/>
    <w:rsid w:val="003F772D"/>
    <w:rsid w:val="0040471A"/>
    <w:rsid w:val="004062B8"/>
    <w:rsid w:val="00451E53"/>
    <w:rsid w:val="00463226"/>
    <w:rsid w:val="00467FA6"/>
    <w:rsid w:val="00470346"/>
    <w:rsid w:val="004800B5"/>
    <w:rsid w:val="00487751"/>
    <w:rsid w:val="00494090"/>
    <w:rsid w:val="00495363"/>
    <w:rsid w:val="004971E5"/>
    <w:rsid w:val="004A56AC"/>
    <w:rsid w:val="004B4A14"/>
    <w:rsid w:val="004D178B"/>
    <w:rsid w:val="004D65D5"/>
    <w:rsid w:val="004E0FF8"/>
    <w:rsid w:val="004F3AC7"/>
    <w:rsid w:val="00515752"/>
    <w:rsid w:val="005220CE"/>
    <w:rsid w:val="00525191"/>
    <w:rsid w:val="00565A84"/>
    <w:rsid w:val="00595D69"/>
    <w:rsid w:val="005A5EE1"/>
    <w:rsid w:val="005A6081"/>
    <w:rsid w:val="005A7FDD"/>
    <w:rsid w:val="005B1E0A"/>
    <w:rsid w:val="005B79E9"/>
    <w:rsid w:val="005D08A2"/>
    <w:rsid w:val="005E0642"/>
    <w:rsid w:val="005E2084"/>
    <w:rsid w:val="00617572"/>
    <w:rsid w:val="0062770A"/>
    <w:rsid w:val="006418CE"/>
    <w:rsid w:val="0068318C"/>
    <w:rsid w:val="00683CA1"/>
    <w:rsid w:val="006A3E40"/>
    <w:rsid w:val="006A5F07"/>
    <w:rsid w:val="006A6FDE"/>
    <w:rsid w:val="006D6C7E"/>
    <w:rsid w:val="006E631A"/>
    <w:rsid w:val="00710A5E"/>
    <w:rsid w:val="007213D2"/>
    <w:rsid w:val="00734498"/>
    <w:rsid w:val="00785373"/>
    <w:rsid w:val="007D2FBB"/>
    <w:rsid w:val="007E12E1"/>
    <w:rsid w:val="007E64C0"/>
    <w:rsid w:val="007F3AF8"/>
    <w:rsid w:val="007F61C8"/>
    <w:rsid w:val="00801AE6"/>
    <w:rsid w:val="008236E2"/>
    <w:rsid w:val="008322F7"/>
    <w:rsid w:val="00834A85"/>
    <w:rsid w:val="008850D5"/>
    <w:rsid w:val="00890A88"/>
    <w:rsid w:val="00897D59"/>
    <w:rsid w:val="008A60D8"/>
    <w:rsid w:val="008B0A0B"/>
    <w:rsid w:val="008C0116"/>
    <w:rsid w:val="008D3D7C"/>
    <w:rsid w:val="00906EE0"/>
    <w:rsid w:val="00910D91"/>
    <w:rsid w:val="00913BF1"/>
    <w:rsid w:val="00940500"/>
    <w:rsid w:val="009436C8"/>
    <w:rsid w:val="00945717"/>
    <w:rsid w:val="00965FB9"/>
    <w:rsid w:val="009B6FF0"/>
    <w:rsid w:val="009C568A"/>
    <w:rsid w:val="00A155CA"/>
    <w:rsid w:val="00A520D4"/>
    <w:rsid w:val="00A72A54"/>
    <w:rsid w:val="00A74480"/>
    <w:rsid w:val="00A903E6"/>
    <w:rsid w:val="00A94BEC"/>
    <w:rsid w:val="00AA480A"/>
    <w:rsid w:val="00AF7B24"/>
    <w:rsid w:val="00B0252C"/>
    <w:rsid w:val="00B145C5"/>
    <w:rsid w:val="00B25FF3"/>
    <w:rsid w:val="00B318FC"/>
    <w:rsid w:val="00B35384"/>
    <w:rsid w:val="00B41683"/>
    <w:rsid w:val="00B41BF8"/>
    <w:rsid w:val="00B5058E"/>
    <w:rsid w:val="00B55F1B"/>
    <w:rsid w:val="00B749E5"/>
    <w:rsid w:val="00B870C6"/>
    <w:rsid w:val="00BA5A7C"/>
    <w:rsid w:val="00BA5B5C"/>
    <w:rsid w:val="00BA637B"/>
    <w:rsid w:val="00BB47BF"/>
    <w:rsid w:val="00C07664"/>
    <w:rsid w:val="00C12865"/>
    <w:rsid w:val="00C2648F"/>
    <w:rsid w:val="00C65E1E"/>
    <w:rsid w:val="00C90030"/>
    <w:rsid w:val="00CB05A2"/>
    <w:rsid w:val="00CB2775"/>
    <w:rsid w:val="00CE4B34"/>
    <w:rsid w:val="00D416C2"/>
    <w:rsid w:val="00D42727"/>
    <w:rsid w:val="00D428AC"/>
    <w:rsid w:val="00D831F3"/>
    <w:rsid w:val="00DB137A"/>
    <w:rsid w:val="00DC0FBC"/>
    <w:rsid w:val="00DC470A"/>
    <w:rsid w:val="00DC6731"/>
    <w:rsid w:val="00DE7662"/>
    <w:rsid w:val="00DE77AB"/>
    <w:rsid w:val="00E16006"/>
    <w:rsid w:val="00E16CDA"/>
    <w:rsid w:val="00E27D2E"/>
    <w:rsid w:val="00E531E0"/>
    <w:rsid w:val="00E535D1"/>
    <w:rsid w:val="00E90DD9"/>
    <w:rsid w:val="00EC0565"/>
    <w:rsid w:val="00EE7299"/>
    <w:rsid w:val="00F139DC"/>
    <w:rsid w:val="00F3621A"/>
    <w:rsid w:val="00F637FA"/>
    <w:rsid w:val="00F971B8"/>
    <w:rsid w:val="00FA1B86"/>
    <w:rsid w:val="00FA5526"/>
    <w:rsid w:val="00FA6B29"/>
    <w:rsid w:val="00FF7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64C0"/>
    <w:pPr>
      <w:suppressAutoHyphens/>
    </w:pPr>
    <w:rPr>
      <w:rFonts w:ascii="Trebuchet MS" w:hAnsi="Trebuchet MS"/>
      <w:lang w:eastAsia="ar-SA"/>
    </w:rPr>
  </w:style>
  <w:style w:type="paragraph" w:styleId="Nagwek1">
    <w:name w:val="heading 1"/>
    <w:basedOn w:val="Normalny"/>
    <w:next w:val="Normalny"/>
    <w:qFormat/>
    <w:rsid w:val="007E64C0"/>
    <w:pPr>
      <w:keepNext/>
      <w:tabs>
        <w:tab w:val="num" w:pos="432"/>
      </w:tabs>
      <w:ind w:left="432" w:hanging="432"/>
      <w:outlineLvl w:val="0"/>
    </w:pPr>
    <w:rPr>
      <w:rFonts w:ascii="Times New Roman" w:hAnsi="Times New Roman"/>
      <w:b/>
      <w:bCs/>
      <w:sz w:val="32"/>
      <w:szCs w:val="24"/>
    </w:rPr>
  </w:style>
  <w:style w:type="paragraph" w:styleId="Nagwek2">
    <w:name w:val="heading 2"/>
    <w:basedOn w:val="Normalny"/>
    <w:next w:val="Normalny"/>
    <w:qFormat/>
    <w:rsid w:val="007E64C0"/>
    <w:pPr>
      <w:keepNext/>
      <w:tabs>
        <w:tab w:val="num" w:pos="576"/>
      </w:tabs>
      <w:ind w:left="576" w:hanging="576"/>
      <w:jc w:val="center"/>
      <w:outlineLvl w:val="1"/>
    </w:pPr>
    <w:rPr>
      <w:rFonts w:ascii="Times New Roman" w:hAnsi="Times New Roman"/>
      <w:b/>
      <w:bCs/>
      <w:sz w:val="3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  <w:rsid w:val="007E64C0"/>
  </w:style>
  <w:style w:type="character" w:customStyle="1" w:styleId="Domylnaczcionkaakapitu1">
    <w:name w:val="Domyślna czcionka akapitu1"/>
    <w:rsid w:val="007E64C0"/>
  </w:style>
  <w:style w:type="character" w:styleId="Numerstrony">
    <w:name w:val="page number"/>
    <w:basedOn w:val="Domylnaczcionkaakapitu1"/>
    <w:rsid w:val="007E64C0"/>
  </w:style>
  <w:style w:type="paragraph" w:customStyle="1" w:styleId="Nagwek20">
    <w:name w:val="Nagłówek2"/>
    <w:basedOn w:val="Normalny"/>
    <w:next w:val="Tekstpodstawowy"/>
    <w:rsid w:val="007E64C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rsid w:val="007E64C0"/>
    <w:pPr>
      <w:spacing w:after="120"/>
    </w:pPr>
  </w:style>
  <w:style w:type="paragraph" w:styleId="Lista">
    <w:name w:val="List"/>
    <w:basedOn w:val="Tekstpodstawowy"/>
    <w:rsid w:val="007E64C0"/>
    <w:rPr>
      <w:rFonts w:cs="Tahoma"/>
    </w:rPr>
  </w:style>
  <w:style w:type="paragraph" w:customStyle="1" w:styleId="Podpis2">
    <w:name w:val="Podpis2"/>
    <w:basedOn w:val="Normalny"/>
    <w:rsid w:val="007E64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7E64C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7E64C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7E64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">
    <w:name w:val="header"/>
    <w:basedOn w:val="Normalny"/>
    <w:rsid w:val="007E64C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E64C0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7E64C0"/>
    <w:pPr>
      <w:suppressLineNumbers/>
    </w:pPr>
  </w:style>
  <w:style w:type="paragraph" w:customStyle="1" w:styleId="Nagwektabeli">
    <w:name w:val="Nagłówek tabeli"/>
    <w:basedOn w:val="Zawartotabeli"/>
    <w:rsid w:val="007E64C0"/>
    <w:pPr>
      <w:jc w:val="center"/>
    </w:pPr>
    <w:rPr>
      <w:b/>
      <w:bCs/>
    </w:rPr>
  </w:style>
  <w:style w:type="paragraph" w:styleId="Tekstprzypisukocowego">
    <w:name w:val="endnote text"/>
    <w:basedOn w:val="Normalny"/>
    <w:semiHidden/>
    <w:rsid w:val="00565A84"/>
  </w:style>
  <w:style w:type="character" w:styleId="Odwoanieprzypisukocowego">
    <w:name w:val="endnote reference"/>
    <w:semiHidden/>
    <w:rsid w:val="00565A84"/>
    <w:rPr>
      <w:vertAlign w:val="superscript"/>
    </w:rPr>
  </w:style>
  <w:style w:type="table" w:styleId="Tabela-Siatka">
    <w:name w:val="Table Grid"/>
    <w:basedOn w:val="Standardowy"/>
    <w:rsid w:val="00487751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rsid w:val="004E0FF8"/>
    <w:rPr>
      <w:color w:val="0000FF"/>
      <w:u w:val="single"/>
    </w:rPr>
  </w:style>
  <w:style w:type="paragraph" w:styleId="Tekstdymka">
    <w:name w:val="Balloon Text"/>
    <w:basedOn w:val="Normalny"/>
    <w:semiHidden/>
    <w:rsid w:val="00683CA1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EC0565"/>
    <w:pPr>
      <w:spacing w:after="120" w:line="480" w:lineRule="auto"/>
    </w:pPr>
  </w:style>
  <w:style w:type="paragraph" w:customStyle="1" w:styleId="Znak">
    <w:name w:val="Znak"/>
    <w:basedOn w:val="Normalny"/>
    <w:rsid w:val="00EC0565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">
    <w:name w:val="Body Text Indent"/>
    <w:basedOn w:val="Normalny"/>
    <w:rsid w:val="00B318FC"/>
    <w:pPr>
      <w:suppressAutoHyphens w:val="0"/>
      <w:ind w:left="2832"/>
    </w:pPr>
    <w:rPr>
      <w:rFonts w:ascii="Arial" w:hAnsi="Arial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B318FC"/>
    <w:pPr>
      <w:suppressAutoHyphens w:val="0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D3D7C"/>
    <w:rPr>
      <w:rFonts w:ascii="Trebuchet MS" w:hAnsi="Trebuchet MS"/>
      <w:lang w:eastAsia="ar-SA"/>
    </w:rPr>
  </w:style>
  <w:style w:type="paragraph" w:styleId="Bezodstpw">
    <w:name w:val="No Spacing"/>
    <w:qFormat/>
    <w:rsid w:val="00C0766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7" Type="http://schemas.openxmlformats.org/officeDocument/2006/relationships/image" Target="media/image8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Komputery\informacja%20o%20wyborze%20-%20uniewa&#380;nieni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informacja o wyborze - unieważnienie</Template>
  <TotalTime>3</TotalTime>
  <Pages>1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 29</vt:lpstr>
    </vt:vector>
  </TitlesOfParts>
  <Company/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 29</dc:title>
  <dc:creator>user</dc:creator>
  <cp:lastModifiedBy>user</cp:lastModifiedBy>
  <cp:revision>3</cp:revision>
  <cp:lastPrinted>2015-02-17T12:52:00Z</cp:lastPrinted>
  <dcterms:created xsi:type="dcterms:W3CDTF">2015-02-17T12:51:00Z</dcterms:created>
  <dcterms:modified xsi:type="dcterms:W3CDTF">2015-02-18T10:44:00Z</dcterms:modified>
</cp:coreProperties>
</file>