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5D5" w:rsidRPr="00BB74D6" w:rsidRDefault="00447202" w:rsidP="00BB74D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80138">
        <w:rPr>
          <w:rFonts w:ascii="Times New Roman" w:hAnsi="Times New Roman"/>
          <w:sz w:val="24"/>
          <w:szCs w:val="24"/>
        </w:rPr>
        <w:t>ZP.2375.</w:t>
      </w:r>
      <w:r w:rsidR="00A43392">
        <w:rPr>
          <w:rFonts w:ascii="Times New Roman" w:hAnsi="Times New Roman"/>
          <w:sz w:val="24"/>
          <w:szCs w:val="24"/>
        </w:rPr>
        <w:t>1.2016</w:t>
      </w:r>
      <w:r w:rsidR="0047256D">
        <w:rPr>
          <w:rFonts w:ascii="Times New Roman" w:hAnsi="Times New Roman"/>
          <w:sz w:val="24"/>
          <w:szCs w:val="24"/>
        </w:rPr>
        <w:t>.JC:</w:t>
      </w:r>
      <w:r w:rsidR="00DC148D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83B74">
        <w:rPr>
          <w:rFonts w:ascii="Times New Roman" w:hAnsi="Times New Roman"/>
          <w:sz w:val="24"/>
          <w:szCs w:val="24"/>
        </w:rPr>
        <w:t xml:space="preserve">   </w:t>
      </w:r>
      <w:r w:rsidR="002466A9">
        <w:rPr>
          <w:rFonts w:ascii="Times New Roman" w:hAnsi="Times New Roman"/>
          <w:sz w:val="24"/>
          <w:szCs w:val="24"/>
        </w:rPr>
        <w:t xml:space="preserve">            </w:t>
      </w:r>
      <w:r w:rsidR="00B61FF8">
        <w:rPr>
          <w:rFonts w:ascii="Times New Roman" w:hAnsi="Times New Roman"/>
          <w:sz w:val="24"/>
          <w:szCs w:val="24"/>
        </w:rPr>
        <w:t xml:space="preserve">             </w:t>
      </w:r>
      <w:r w:rsidR="002466A9">
        <w:rPr>
          <w:rFonts w:ascii="Times New Roman" w:hAnsi="Times New Roman"/>
          <w:sz w:val="24"/>
          <w:szCs w:val="24"/>
        </w:rPr>
        <w:t xml:space="preserve"> </w:t>
      </w:r>
      <w:r w:rsidR="00FE521C">
        <w:rPr>
          <w:rFonts w:ascii="Times New Roman" w:hAnsi="Times New Roman"/>
          <w:sz w:val="24"/>
          <w:szCs w:val="24"/>
        </w:rPr>
        <w:t xml:space="preserve">Łódź, dnia </w:t>
      </w:r>
      <w:r w:rsidR="00A43392">
        <w:rPr>
          <w:rFonts w:ascii="Times New Roman" w:hAnsi="Times New Roman"/>
          <w:sz w:val="24"/>
          <w:szCs w:val="24"/>
        </w:rPr>
        <w:t>12.01.2016</w:t>
      </w:r>
      <w:r w:rsidR="00FD499E">
        <w:rPr>
          <w:rFonts w:ascii="Times New Roman" w:hAnsi="Times New Roman"/>
          <w:sz w:val="24"/>
          <w:szCs w:val="24"/>
        </w:rPr>
        <w:t xml:space="preserve"> </w:t>
      </w:r>
      <w:r w:rsidR="00897D59">
        <w:rPr>
          <w:rFonts w:ascii="Times New Roman" w:hAnsi="Times New Roman"/>
          <w:sz w:val="24"/>
          <w:szCs w:val="24"/>
        </w:rPr>
        <w:t>r.</w:t>
      </w:r>
    </w:p>
    <w:p w:rsidR="00447202" w:rsidRDefault="00447202" w:rsidP="0013477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256D" w:rsidRDefault="0047256D" w:rsidP="0013477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499E" w:rsidRPr="00FD499E" w:rsidRDefault="00FD499E" w:rsidP="0013477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O WYBORZE OFERTY</w:t>
      </w:r>
      <w:r w:rsidR="000920CD">
        <w:rPr>
          <w:rFonts w:ascii="Times New Roman" w:hAnsi="Times New Roman"/>
          <w:b/>
          <w:sz w:val="24"/>
          <w:szCs w:val="24"/>
        </w:rPr>
        <w:t xml:space="preserve"> </w:t>
      </w:r>
    </w:p>
    <w:p w:rsidR="00D65207" w:rsidRPr="00D65207" w:rsidRDefault="00D65207" w:rsidP="00D65207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bCs/>
          <w:lang w:eastAsia="pl-PL"/>
        </w:rPr>
        <w:t>dotyczy: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D65207">
        <w:rPr>
          <w:rFonts w:ascii="Times New Roman" w:hAnsi="Times New Roman"/>
          <w:b/>
          <w:bCs/>
          <w:iCs/>
          <w:lang w:eastAsia="pl-PL"/>
        </w:rPr>
        <w:t xml:space="preserve">postępowania przetargowego w trybie przetargu nieograniczonego na </w:t>
      </w:r>
      <w:r w:rsidRPr="00D65207">
        <w:rPr>
          <w:rFonts w:ascii="Times New Roman" w:hAnsi="Times New Roman"/>
          <w:b/>
          <w:lang w:eastAsia="pl-PL"/>
        </w:rPr>
        <w:t xml:space="preserve">dostawę </w:t>
      </w:r>
      <w:r w:rsidR="00A43392">
        <w:rPr>
          <w:rFonts w:ascii="Times New Roman" w:hAnsi="Times New Roman"/>
          <w:b/>
          <w:lang w:eastAsia="pl-PL"/>
        </w:rPr>
        <w:t>środków dezynfekcyjnych, rękawiczek nr 53</w:t>
      </w:r>
      <w:r w:rsidRPr="00D65207">
        <w:rPr>
          <w:rFonts w:ascii="Times New Roman" w:hAnsi="Times New Roman"/>
          <w:b/>
          <w:lang w:eastAsia="pl-PL"/>
        </w:rPr>
        <w:t>/D/15</w:t>
      </w:r>
      <w:r w:rsidR="000920CD">
        <w:rPr>
          <w:rFonts w:ascii="Times New Roman" w:hAnsi="Times New Roman"/>
          <w:b/>
          <w:lang w:eastAsia="pl-PL"/>
        </w:rPr>
        <w:t xml:space="preserve"> </w:t>
      </w:r>
    </w:p>
    <w:p w:rsidR="00D65207" w:rsidRPr="00D65207" w:rsidRDefault="00D65207" w:rsidP="00D65207">
      <w:pPr>
        <w:suppressAutoHyphens w:val="0"/>
        <w:rPr>
          <w:rFonts w:ascii="Times New Roman" w:hAnsi="Times New Roman"/>
          <w:lang w:eastAsia="pl-PL"/>
        </w:rPr>
      </w:pPr>
    </w:p>
    <w:p w:rsid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</w:p>
    <w:p w:rsid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  <w:r w:rsidRPr="00A43392">
        <w:rPr>
          <w:rFonts w:ascii="Times New Roman" w:hAnsi="Times New Roman"/>
          <w:lang w:eastAsia="pl-PL"/>
        </w:rPr>
        <w:t xml:space="preserve">Zgodnie z art. 92 ust. 2 ustawy Prawo zamówień publicznych z dnia 29 stycznia 2004 r. informujemy, iż </w:t>
      </w:r>
      <w:r w:rsidRPr="00A43392">
        <w:rPr>
          <w:rFonts w:ascii="Times New Roman" w:hAnsi="Times New Roman"/>
          <w:lang w:eastAsia="pl-PL"/>
        </w:rPr>
        <w:br/>
        <w:t>w postępowaniu prowadzonym w trybie przetargu nieograniczonego na</w:t>
      </w:r>
      <w:r w:rsidRPr="00A43392">
        <w:rPr>
          <w:rFonts w:ascii="Times New Roman" w:hAnsi="Times New Roman"/>
          <w:b/>
          <w:lang w:eastAsia="pl-PL"/>
        </w:rPr>
        <w:t xml:space="preserve"> dostawę środków dezynfekcyjnych, </w:t>
      </w:r>
      <w:r>
        <w:rPr>
          <w:rFonts w:ascii="Times New Roman" w:hAnsi="Times New Roman"/>
          <w:b/>
          <w:lang w:eastAsia="pl-PL"/>
        </w:rPr>
        <w:t>rękawiczek</w:t>
      </w:r>
      <w:r w:rsidRPr="00A43392">
        <w:rPr>
          <w:rFonts w:ascii="Times New Roman" w:hAnsi="Times New Roman"/>
          <w:b/>
          <w:lang w:eastAsia="pl-PL"/>
        </w:rPr>
        <w:t xml:space="preserve"> nr 53/D/15 </w:t>
      </w:r>
      <w:r w:rsidRPr="00A43392">
        <w:rPr>
          <w:rFonts w:ascii="Times New Roman" w:hAnsi="Times New Roman"/>
          <w:lang w:eastAsia="pl-PL"/>
        </w:rPr>
        <w:t>dokonano wyboru najkorzystniejszej oferty.</w:t>
      </w:r>
    </w:p>
    <w:p w:rsidR="00A43392" w:rsidRPr="00A43392" w:rsidRDefault="00A43392" w:rsidP="00A43392">
      <w:pPr>
        <w:suppressAutoHyphens w:val="0"/>
        <w:jc w:val="both"/>
        <w:rPr>
          <w:rFonts w:ascii="Times New Roman" w:hAnsi="Times New Roman"/>
          <w:lang w:eastAsia="pl-PL"/>
        </w:rPr>
      </w:pPr>
      <w:r w:rsidRPr="00A43392">
        <w:rPr>
          <w:rFonts w:ascii="Times New Roman" w:hAnsi="Times New Roman"/>
          <w:lang w:eastAsia="pl-PL"/>
        </w:rPr>
        <w:t>W przedmiotowym postępowaniu złożono 2 oferty. Kierowano się kryterium ceny oraz terminem dostawy. Cena 95%, termin dostawy 5%.</w:t>
      </w:r>
    </w:p>
    <w:p w:rsidR="00A43392" w:rsidRPr="00A43392" w:rsidRDefault="00A43392" w:rsidP="00A43392">
      <w:pPr>
        <w:suppressAutoHyphens w:val="0"/>
        <w:jc w:val="both"/>
        <w:rPr>
          <w:rFonts w:ascii="Times New Roman" w:hAnsi="Times New Roman"/>
          <w:b/>
          <w:u w:val="single"/>
          <w:lang w:eastAsia="pl-PL"/>
        </w:rPr>
      </w:pPr>
      <w:r w:rsidRPr="00A43392">
        <w:rPr>
          <w:rFonts w:ascii="Times New Roman" w:hAnsi="Times New Roman"/>
          <w:lang w:eastAsia="pl-PL"/>
        </w:rPr>
        <w:t>W oparciu o wskazaną w specyfikacji formułę dokonano oceny punktowej ofert niepodlegających odrzuceniu.</w:t>
      </w:r>
    </w:p>
    <w:p w:rsidR="00A43392" w:rsidRPr="00A43392" w:rsidRDefault="00A43392" w:rsidP="00A43392">
      <w:pPr>
        <w:suppressAutoHyphens w:val="0"/>
        <w:rPr>
          <w:rFonts w:ascii="Times New Roman" w:hAnsi="Times New Roman"/>
          <w:sz w:val="24"/>
          <w:szCs w:val="24"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Arial" w:hAnsi="Arial" w:cs="Arial"/>
          <w:b/>
          <w:lang w:eastAsia="pl-PL"/>
        </w:rPr>
      </w:pPr>
      <w:r w:rsidRPr="00A43392">
        <w:rPr>
          <w:rFonts w:ascii="Arial" w:hAnsi="Arial" w:cs="Arial"/>
          <w:b/>
          <w:lang w:eastAsia="pl-PL"/>
        </w:rPr>
        <w:t>Pakiet 1</w:t>
      </w:r>
    </w:p>
    <w:p w:rsidR="00A43392" w:rsidRPr="00A43392" w:rsidRDefault="00A43392" w:rsidP="00A43392">
      <w:pPr>
        <w:suppressAutoHyphens w:val="0"/>
        <w:rPr>
          <w:rFonts w:ascii="Arial" w:hAnsi="Arial" w:cs="Arial"/>
          <w:b/>
          <w:lang w:eastAsia="pl-PL"/>
        </w:rPr>
      </w:pPr>
      <w:r w:rsidRPr="00A43392">
        <w:rPr>
          <w:rFonts w:ascii="Arial" w:hAnsi="Arial" w:cs="Arial"/>
          <w:b/>
          <w:lang w:eastAsia="pl-PL"/>
        </w:rPr>
        <w:t>Wykaz, ocena i porównanie złożonych ofert.</w:t>
      </w:r>
    </w:p>
    <w:tbl>
      <w:tblPr>
        <w:tblW w:w="8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3782"/>
        <w:gridCol w:w="2521"/>
        <w:gridCol w:w="1621"/>
      </w:tblGrid>
      <w:tr w:rsidR="00A43392" w:rsidRPr="00A43392" w:rsidTr="009D3EBC">
        <w:trPr>
          <w:trHeight w:val="40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43392" w:rsidRPr="00A43392" w:rsidTr="009D3EBC">
        <w:trPr>
          <w:trHeight w:val="91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2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proofErr w:type="spellStart"/>
            <w:r w:rsidRPr="00A43392">
              <w:rPr>
                <w:rFonts w:ascii="Times New Roman" w:hAnsi="Times New Roman"/>
                <w:lang w:eastAsia="pl-PL"/>
              </w:rPr>
              <w:t>Medilab</w:t>
            </w:r>
            <w:proofErr w:type="spellEnd"/>
            <w:r w:rsidRPr="00A43392">
              <w:rPr>
                <w:rFonts w:ascii="Times New Roman" w:hAnsi="Times New Roman"/>
                <w:lang w:eastAsia="pl-PL"/>
              </w:rPr>
              <w:t xml:space="preserve"> Jacek Andrzejewski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val="en-US"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90-361 Łódź, ul. Piotrkowska 270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Cena - 95,00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Termin dostawy – 5,00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Razem – 100,00</w:t>
            </w:r>
          </w:p>
          <w:p w:rsidR="00A43392" w:rsidRPr="00A43392" w:rsidRDefault="00A43392" w:rsidP="00A4339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</w:tr>
    </w:tbl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  <w:r w:rsidRPr="00A43392">
        <w:rPr>
          <w:rFonts w:ascii="Times New Roman" w:hAnsi="Times New Roman"/>
          <w:lang w:eastAsia="pl-PL"/>
        </w:rPr>
        <w:t xml:space="preserve">Na podstawie oceny spełniania warunków w postępowaniu oraz kryterium oceny ofert dokonano wyboru oferty nr </w:t>
      </w:r>
      <w:r w:rsidRPr="00A43392">
        <w:rPr>
          <w:rFonts w:ascii="Times New Roman" w:hAnsi="Times New Roman"/>
          <w:b/>
          <w:lang w:eastAsia="pl-PL"/>
        </w:rPr>
        <w:t xml:space="preserve">2 </w:t>
      </w:r>
      <w:proofErr w:type="spellStart"/>
      <w:r w:rsidRPr="00A43392">
        <w:rPr>
          <w:rFonts w:ascii="Times New Roman" w:hAnsi="Times New Roman"/>
          <w:lang w:eastAsia="pl-PL"/>
        </w:rPr>
        <w:t>Medilab</w:t>
      </w:r>
      <w:proofErr w:type="spellEnd"/>
      <w:r w:rsidRPr="00A43392">
        <w:rPr>
          <w:rFonts w:ascii="Times New Roman" w:hAnsi="Times New Roman"/>
          <w:lang w:eastAsia="pl-PL"/>
        </w:rPr>
        <w:t xml:space="preserve"> Jacek Andrzejewski 90-361 Łódź, ul. Piotrkowska 270 </w:t>
      </w:r>
      <w:r w:rsidRPr="00A43392">
        <w:rPr>
          <w:rFonts w:ascii="Times New Roman" w:hAnsi="Times New Roman"/>
          <w:b/>
          <w:lang w:eastAsia="pl-PL"/>
        </w:rPr>
        <w:t xml:space="preserve">jako najkorzystniejszej oferty. </w:t>
      </w:r>
    </w:p>
    <w:p w:rsid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  <w:r w:rsidRPr="00A43392">
        <w:rPr>
          <w:rFonts w:ascii="Times New Roman" w:hAnsi="Times New Roman"/>
          <w:b/>
          <w:lang w:eastAsia="pl-PL"/>
        </w:rPr>
        <w:t>Pakiet 2</w:t>
      </w: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  <w:r w:rsidRPr="00A43392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8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3782"/>
        <w:gridCol w:w="2521"/>
        <w:gridCol w:w="1621"/>
      </w:tblGrid>
      <w:tr w:rsidR="00A43392" w:rsidRPr="00A43392" w:rsidTr="009D3EBC">
        <w:trPr>
          <w:trHeight w:val="40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43392" w:rsidRPr="00A43392" w:rsidTr="009D3EBC">
        <w:trPr>
          <w:trHeight w:val="91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2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proofErr w:type="spellStart"/>
            <w:r w:rsidRPr="00A43392">
              <w:rPr>
                <w:rFonts w:ascii="Times New Roman" w:hAnsi="Times New Roman"/>
                <w:lang w:eastAsia="pl-PL"/>
              </w:rPr>
              <w:t>Medilab</w:t>
            </w:r>
            <w:proofErr w:type="spellEnd"/>
            <w:r w:rsidRPr="00A43392">
              <w:rPr>
                <w:rFonts w:ascii="Times New Roman" w:hAnsi="Times New Roman"/>
                <w:lang w:eastAsia="pl-PL"/>
              </w:rPr>
              <w:t xml:space="preserve"> Jacek Andrzejewski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val="en-US"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90-361 Łódź, ul. Piotrkowska 270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Cena - 95,00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Termin dostawy – 5,00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Razem – 100,00</w:t>
            </w:r>
          </w:p>
          <w:p w:rsidR="00A43392" w:rsidRPr="00A43392" w:rsidRDefault="00A43392" w:rsidP="00A4339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</w:tr>
    </w:tbl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  <w:r w:rsidRPr="00A43392">
        <w:rPr>
          <w:rFonts w:ascii="Times New Roman" w:hAnsi="Times New Roman"/>
          <w:lang w:eastAsia="pl-PL"/>
        </w:rPr>
        <w:t xml:space="preserve">Na podstawie oceny spełniania warunków w postępowaniu oraz kryterium oceny ofert dokonano wyboru oferty nr </w:t>
      </w:r>
      <w:r w:rsidRPr="00A43392">
        <w:rPr>
          <w:rFonts w:ascii="Times New Roman" w:hAnsi="Times New Roman"/>
          <w:b/>
          <w:lang w:eastAsia="pl-PL"/>
        </w:rPr>
        <w:t xml:space="preserve">2 </w:t>
      </w:r>
      <w:proofErr w:type="spellStart"/>
      <w:r w:rsidRPr="00A43392">
        <w:rPr>
          <w:rFonts w:ascii="Times New Roman" w:hAnsi="Times New Roman"/>
          <w:lang w:eastAsia="pl-PL"/>
        </w:rPr>
        <w:t>Medilab</w:t>
      </w:r>
      <w:proofErr w:type="spellEnd"/>
      <w:r w:rsidRPr="00A43392">
        <w:rPr>
          <w:rFonts w:ascii="Times New Roman" w:hAnsi="Times New Roman"/>
          <w:lang w:eastAsia="pl-PL"/>
        </w:rPr>
        <w:t xml:space="preserve"> Jacek Andrzejewski 90-361 Łódź, ul. Piotrkowska 270 </w:t>
      </w:r>
      <w:r w:rsidRPr="00A43392">
        <w:rPr>
          <w:rFonts w:ascii="Times New Roman" w:hAnsi="Times New Roman"/>
          <w:b/>
          <w:lang w:eastAsia="pl-PL"/>
        </w:rPr>
        <w:t xml:space="preserve">jako najkorzystniejszej oferty. </w:t>
      </w: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</w:p>
    <w:p w:rsid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</w:p>
    <w:p w:rsid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</w:p>
    <w:p w:rsid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</w:p>
    <w:p w:rsid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</w:p>
    <w:p w:rsid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</w:p>
    <w:p w:rsid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</w:p>
    <w:p w:rsid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</w:p>
    <w:p w:rsid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  <w:r w:rsidRPr="00A43392">
        <w:rPr>
          <w:rFonts w:ascii="Times New Roman" w:hAnsi="Times New Roman"/>
          <w:b/>
          <w:lang w:eastAsia="pl-PL"/>
        </w:rPr>
        <w:t>Pakiet 3</w:t>
      </w: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  <w:r w:rsidRPr="00A43392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8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3782"/>
        <w:gridCol w:w="2521"/>
        <w:gridCol w:w="1621"/>
      </w:tblGrid>
      <w:tr w:rsidR="00A43392" w:rsidRPr="00A43392" w:rsidTr="009D3EBC">
        <w:trPr>
          <w:trHeight w:val="40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43392" w:rsidRPr="00A43392" w:rsidTr="009D3EBC">
        <w:trPr>
          <w:trHeight w:val="91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2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proofErr w:type="spellStart"/>
            <w:r w:rsidRPr="00A43392">
              <w:rPr>
                <w:rFonts w:ascii="Times New Roman" w:hAnsi="Times New Roman"/>
                <w:lang w:eastAsia="pl-PL"/>
              </w:rPr>
              <w:t>Medilab</w:t>
            </w:r>
            <w:proofErr w:type="spellEnd"/>
            <w:r w:rsidRPr="00A43392">
              <w:rPr>
                <w:rFonts w:ascii="Times New Roman" w:hAnsi="Times New Roman"/>
                <w:lang w:eastAsia="pl-PL"/>
              </w:rPr>
              <w:t xml:space="preserve"> Jacek Andrzejewski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val="en-US"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90-361 Łódź, ul. Piotrkowska 270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Cena - 95,00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Termin dostawy – 5,00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Razem – 100,00</w:t>
            </w:r>
          </w:p>
          <w:p w:rsidR="00A43392" w:rsidRPr="00A43392" w:rsidRDefault="00A43392" w:rsidP="00A4339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</w:tr>
    </w:tbl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  <w:r w:rsidRPr="00A43392">
        <w:rPr>
          <w:rFonts w:ascii="Times New Roman" w:hAnsi="Times New Roman"/>
          <w:lang w:eastAsia="pl-PL"/>
        </w:rPr>
        <w:t xml:space="preserve">Na podstawie oceny spełniania warunków w postępowaniu oraz kryterium oceny ofert dokonano wyboru oferty nr </w:t>
      </w:r>
      <w:r w:rsidRPr="00A43392">
        <w:rPr>
          <w:rFonts w:ascii="Times New Roman" w:hAnsi="Times New Roman"/>
          <w:b/>
          <w:lang w:eastAsia="pl-PL"/>
        </w:rPr>
        <w:t xml:space="preserve">2 </w:t>
      </w:r>
      <w:proofErr w:type="spellStart"/>
      <w:r w:rsidRPr="00A43392">
        <w:rPr>
          <w:rFonts w:ascii="Times New Roman" w:hAnsi="Times New Roman"/>
          <w:lang w:eastAsia="pl-PL"/>
        </w:rPr>
        <w:t>Medilab</w:t>
      </w:r>
      <w:proofErr w:type="spellEnd"/>
      <w:r w:rsidRPr="00A43392">
        <w:rPr>
          <w:rFonts w:ascii="Times New Roman" w:hAnsi="Times New Roman"/>
          <w:lang w:eastAsia="pl-PL"/>
        </w:rPr>
        <w:t xml:space="preserve"> Jacek Andrzejewski 90-361 Łódź, ul. Piotrkowska 270 </w:t>
      </w:r>
      <w:r w:rsidRPr="00A43392">
        <w:rPr>
          <w:rFonts w:ascii="Times New Roman" w:hAnsi="Times New Roman"/>
          <w:b/>
          <w:lang w:eastAsia="pl-PL"/>
        </w:rPr>
        <w:t xml:space="preserve">jako najkorzystniejszej oferty. </w:t>
      </w: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  <w:r w:rsidRPr="00A43392">
        <w:rPr>
          <w:rFonts w:ascii="Times New Roman" w:hAnsi="Times New Roman"/>
          <w:b/>
          <w:lang w:eastAsia="pl-PL"/>
        </w:rPr>
        <w:t>Pakiet 4</w:t>
      </w: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  <w:r w:rsidRPr="00A43392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8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3782"/>
        <w:gridCol w:w="2521"/>
        <w:gridCol w:w="1621"/>
      </w:tblGrid>
      <w:tr w:rsidR="00A43392" w:rsidRPr="00A43392" w:rsidTr="009D3EBC">
        <w:trPr>
          <w:trHeight w:val="40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43392" w:rsidRPr="00A43392" w:rsidTr="009D3EBC">
        <w:trPr>
          <w:trHeight w:val="91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2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proofErr w:type="spellStart"/>
            <w:r w:rsidRPr="00A43392">
              <w:rPr>
                <w:rFonts w:ascii="Times New Roman" w:hAnsi="Times New Roman"/>
                <w:lang w:eastAsia="pl-PL"/>
              </w:rPr>
              <w:t>Medilab</w:t>
            </w:r>
            <w:proofErr w:type="spellEnd"/>
            <w:r w:rsidRPr="00A43392">
              <w:rPr>
                <w:rFonts w:ascii="Times New Roman" w:hAnsi="Times New Roman"/>
                <w:lang w:eastAsia="pl-PL"/>
              </w:rPr>
              <w:t xml:space="preserve"> Jacek Andrzejewski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val="en-US"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90-361 Łódź, ul. Piotrkowska 270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Cena - 95,00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Termin dostawy – 5,00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Razem – 100,00</w:t>
            </w:r>
          </w:p>
          <w:p w:rsidR="00A43392" w:rsidRPr="00A43392" w:rsidRDefault="00A43392" w:rsidP="00A4339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</w:tr>
    </w:tbl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  <w:r w:rsidRPr="00A43392">
        <w:rPr>
          <w:rFonts w:ascii="Times New Roman" w:hAnsi="Times New Roman"/>
          <w:lang w:eastAsia="pl-PL"/>
        </w:rPr>
        <w:t xml:space="preserve">Na podstawie oceny spełniania warunków w postępowaniu oraz kryterium oceny ofert dokonano wyboru oferty nr </w:t>
      </w:r>
      <w:r w:rsidRPr="00A43392">
        <w:rPr>
          <w:rFonts w:ascii="Times New Roman" w:hAnsi="Times New Roman"/>
          <w:b/>
          <w:lang w:eastAsia="pl-PL"/>
        </w:rPr>
        <w:t xml:space="preserve">2 </w:t>
      </w:r>
      <w:proofErr w:type="spellStart"/>
      <w:r w:rsidRPr="00A43392">
        <w:rPr>
          <w:rFonts w:ascii="Times New Roman" w:hAnsi="Times New Roman"/>
          <w:lang w:eastAsia="pl-PL"/>
        </w:rPr>
        <w:t>Medilab</w:t>
      </w:r>
      <w:proofErr w:type="spellEnd"/>
      <w:r w:rsidRPr="00A43392">
        <w:rPr>
          <w:rFonts w:ascii="Times New Roman" w:hAnsi="Times New Roman"/>
          <w:lang w:eastAsia="pl-PL"/>
        </w:rPr>
        <w:t xml:space="preserve"> Jacek Andrzejewski 90-361 Łódź, ul. Piotrkowska 270 </w:t>
      </w:r>
      <w:r w:rsidRPr="00A43392">
        <w:rPr>
          <w:rFonts w:ascii="Times New Roman" w:hAnsi="Times New Roman"/>
          <w:b/>
          <w:lang w:eastAsia="pl-PL"/>
        </w:rPr>
        <w:t xml:space="preserve">jako najkorzystniejszej oferty. </w:t>
      </w:r>
    </w:p>
    <w:p w:rsidR="00A43392" w:rsidRPr="00A43392" w:rsidRDefault="00A43392" w:rsidP="00A43392">
      <w:pPr>
        <w:suppressAutoHyphens w:val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  <w:r w:rsidRPr="00A43392">
        <w:rPr>
          <w:rFonts w:ascii="Times New Roman" w:hAnsi="Times New Roman"/>
          <w:b/>
          <w:lang w:eastAsia="pl-PL"/>
        </w:rPr>
        <w:t>Pakiet 5</w:t>
      </w: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  <w:r w:rsidRPr="00A43392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8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3782"/>
        <w:gridCol w:w="2521"/>
        <w:gridCol w:w="1621"/>
      </w:tblGrid>
      <w:tr w:rsidR="00A43392" w:rsidRPr="00A43392" w:rsidTr="009D3EBC">
        <w:trPr>
          <w:trHeight w:val="40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43392" w:rsidRPr="00A43392" w:rsidTr="009D3EBC">
        <w:trPr>
          <w:trHeight w:val="91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2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proofErr w:type="spellStart"/>
            <w:r w:rsidRPr="00A43392">
              <w:rPr>
                <w:rFonts w:ascii="Times New Roman" w:hAnsi="Times New Roman"/>
                <w:lang w:eastAsia="pl-PL"/>
              </w:rPr>
              <w:t>Medilab</w:t>
            </w:r>
            <w:proofErr w:type="spellEnd"/>
            <w:r w:rsidRPr="00A43392">
              <w:rPr>
                <w:rFonts w:ascii="Times New Roman" w:hAnsi="Times New Roman"/>
                <w:lang w:eastAsia="pl-PL"/>
              </w:rPr>
              <w:t xml:space="preserve"> Jacek Andrzejewski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val="en-US"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90-361 Łódź, ul. Piotrkowska 270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Cena - 95,00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Termin dostawy – 5,00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Razem – 100,00</w:t>
            </w:r>
          </w:p>
          <w:p w:rsidR="00A43392" w:rsidRPr="00A43392" w:rsidRDefault="00A43392" w:rsidP="00A4339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</w:tr>
    </w:tbl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  <w:r w:rsidRPr="00A43392">
        <w:rPr>
          <w:rFonts w:ascii="Times New Roman" w:hAnsi="Times New Roman"/>
          <w:lang w:eastAsia="pl-PL"/>
        </w:rPr>
        <w:t xml:space="preserve">Na podstawie oceny spełniania warunków w postępowaniu oraz kryterium oceny ofert dokonano wyboru oferty nr </w:t>
      </w:r>
      <w:r w:rsidRPr="00A43392">
        <w:rPr>
          <w:rFonts w:ascii="Times New Roman" w:hAnsi="Times New Roman"/>
          <w:b/>
          <w:lang w:eastAsia="pl-PL"/>
        </w:rPr>
        <w:t xml:space="preserve">2 </w:t>
      </w:r>
      <w:proofErr w:type="spellStart"/>
      <w:r w:rsidRPr="00A43392">
        <w:rPr>
          <w:rFonts w:ascii="Times New Roman" w:hAnsi="Times New Roman"/>
          <w:lang w:eastAsia="pl-PL"/>
        </w:rPr>
        <w:t>Medilab</w:t>
      </w:r>
      <w:proofErr w:type="spellEnd"/>
      <w:r w:rsidRPr="00A43392">
        <w:rPr>
          <w:rFonts w:ascii="Times New Roman" w:hAnsi="Times New Roman"/>
          <w:lang w:eastAsia="pl-PL"/>
        </w:rPr>
        <w:t xml:space="preserve"> Jacek Andrzejewski 90-361 Łódź, ul. Piotrkowska 270 </w:t>
      </w:r>
      <w:r w:rsidRPr="00A43392">
        <w:rPr>
          <w:rFonts w:ascii="Times New Roman" w:hAnsi="Times New Roman"/>
          <w:b/>
          <w:lang w:eastAsia="pl-PL"/>
        </w:rPr>
        <w:t xml:space="preserve">jako najkorzystniejszej oferty. </w:t>
      </w: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  <w:r w:rsidRPr="00A43392">
        <w:rPr>
          <w:rFonts w:ascii="Times New Roman" w:hAnsi="Times New Roman"/>
          <w:b/>
          <w:lang w:eastAsia="pl-PL"/>
        </w:rPr>
        <w:t>Pakiet 6</w:t>
      </w: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  <w:r w:rsidRPr="00A43392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8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3782"/>
        <w:gridCol w:w="2521"/>
        <w:gridCol w:w="1621"/>
      </w:tblGrid>
      <w:tr w:rsidR="00A43392" w:rsidRPr="00A43392" w:rsidTr="009D3EBC">
        <w:trPr>
          <w:trHeight w:val="40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43392" w:rsidRPr="00A43392" w:rsidTr="009D3EBC">
        <w:trPr>
          <w:trHeight w:val="91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lastRenderedPageBreak/>
              <w:t>2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proofErr w:type="spellStart"/>
            <w:r w:rsidRPr="00A43392">
              <w:rPr>
                <w:rFonts w:ascii="Times New Roman" w:hAnsi="Times New Roman"/>
                <w:lang w:eastAsia="pl-PL"/>
              </w:rPr>
              <w:t>Medilab</w:t>
            </w:r>
            <w:proofErr w:type="spellEnd"/>
            <w:r w:rsidRPr="00A43392">
              <w:rPr>
                <w:rFonts w:ascii="Times New Roman" w:hAnsi="Times New Roman"/>
                <w:lang w:eastAsia="pl-PL"/>
              </w:rPr>
              <w:t xml:space="preserve"> Jacek Andrzejewski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val="en-US"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90-361 Łódź, ul. Piotrkowska 270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Cena - 95,00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Termin dostawy – 5,00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Razem – 100,00</w:t>
            </w:r>
          </w:p>
          <w:p w:rsidR="00A43392" w:rsidRPr="00A43392" w:rsidRDefault="00A43392" w:rsidP="00A4339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</w:tr>
    </w:tbl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  <w:r w:rsidRPr="00A43392">
        <w:rPr>
          <w:rFonts w:ascii="Times New Roman" w:hAnsi="Times New Roman"/>
          <w:lang w:eastAsia="pl-PL"/>
        </w:rPr>
        <w:t xml:space="preserve">Na podstawie oceny spełniania warunków w postępowaniu oraz kryterium oceny ofert dokonano wyboru oferty nr </w:t>
      </w:r>
      <w:r w:rsidRPr="00A43392">
        <w:rPr>
          <w:rFonts w:ascii="Times New Roman" w:hAnsi="Times New Roman"/>
          <w:b/>
          <w:lang w:eastAsia="pl-PL"/>
        </w:rPr>
        <w:t xml:space="preserve">2 </w:t>
      </w:r>
      <w:proofErr w:type="spellStart"/>
      <w:r w:rsidRPr="00A43392">
        <w:rPr>
          <w:rFonts w:ascii="Times New Roman" w:hAnsi="Times New Roman"/>
          <w:lang w:eastAsia="pl-PL"/>
        </w:rPr>
        <w:t>Medilab</w:t>
      </w:r>
      <w:proofErr w:type="spellEnd"/>
      <w:r w:rsidRPr="00A43392">
        <w:rPr>
          <w:rFonts w:ascii="Times New Roman" w:hAnsi="Times New Roman"/>
          <w:lang w:eastAsia="pl-PL"/>
        </w:rPr>
        <w:t xml:space="preserve"> Jacek Andrzejewski 90-361 Łódź, ul. Piotrkowska 270 </w:t>
      </w:r>
      <w:r w:rsidRPr="00A43392">
        <w:rPr>
          <w:rFonts w:ascii="Times New Roman" w:hAnsi="Times New Roman"/>
          <w:b/>
          <w:lang w:eastAsia="pl-PL"/>
        </w:rPr>
        <w:t xml:space="preserve">jako najkorzystniejszej oferty. </w:t>
      </w:r>
    </w:p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  <w:r w:rsidRPr="00A43392">
        <w:rPr>
          <w:rFonts w:ascii="Times New Roman" w:hAnsi="Times New Roman"/>
          <w:b/>
          <w:lang w:eastAsia="pl-PL"/>
        </w:rPr>
        <w:t>Pakiet 7</w:t>
      </w:r>
    </w:p>
    <w:p w:rsidR="00A43392" w:rsidRPr="00A43392" w:rsidRDefault="00A43392" w:rsidP="00A43392">
      <w:pPr>
        <w:suppressAutoHyphens w:val="0"/>
        <w:rPr>
          <w:rFonts w:ascii="Times New Roman" w:hAnsi="Times New Roman"/>
          <w:b/>
          <w:lang w:eastAsia="pl-PL"/>
        </w:rPr>
      </w:pPr>
      <w:r w:rsidRPr="00A43392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8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3782"/>
        <w:gridCol w:w="2521"/>
        <w:gridCol w:w="1621"/>
      </w:tblGrid>
      <w:tr w:rsidR="00A43392" w:rsidRPr="00A43392" w:rsidTr="009D3EBC">
        <w:trPr>
          <w:trHeight w:val="40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92" w:rsidRPr="00A43392" w:rsidRDefault="00A43392" w:rsidP="00A4339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43392" w:rsidRPr="00A43392" w:rsidTr="009D3EBC">
        <w:trPr>
          <w:trHeight w:val="91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val="en-US"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 xml:space="preserve">Zarys International </w:t>
            </w:r>
            <w:proofErr w:type="spellStart"/>
            <w:r w:rsidRPr="00A43392">
              <w:rPr>
                <w:rFonts w:ascii="Times New Roman" w:hAnsi="Times New Roman"/>
                <w:lang w:eastAsia="pl-PL"/>
              </w:rPr>
              <w:t>Group</w:t>
            </w:r>
            <w:proofErr w:type="spellEnd"/>
            <w:r w:rsidRPr="00A43392">
              <w:rPr>
                <w:rFonts w:ascii="Times New Roman" w:hAnsi="Times New Roman"/>
                <w:lang w:eastAsia="pl-PL"/>
              </w:rPr>
              <w:t xml:space="preserve"> Sp. z o.o. Sp. k. 41-808 Zabrze, ul. Pod borem 18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Cena - 95,00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Termin dostawy – 5,00</w:t>
            </w:r>
          </w:p>
          <w:p w:rsidR="00A43392" w:rsidRPr="00A43392" w:rsidRDefault="00A43392" w:rsidP="00A4339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43392">
              <w:rPr>
                <w:rFonts w:ascii="Times New Roman" w:hAnsi="Times New Roman"/>
                <w:lang w:eastAsia="pl-PL"/>
              </w:rPr>
              <w:t>Razem – 100,00</w:t>
            </w:r>
          </w:p>
          <w:p w:rsidR="00A43392" w:rsidRPr="00A43392" w:rsidRDefault="00A43392" w:rsidP="00A4339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</w:tr>
    </w:tbl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Times New Roman" w:hAnsi="Times New Roman"/>
          <w:lang w:eastAsia="pl-PL"/>
        </w:rPr>
      </w:pPr>
      <w:r w:rsidRPr="00A43392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 w:rsidRPr="00A43392">
        <w:rPr>
          <w:rFonts w:ascii="Times New Roman" w:hAnsi="Times New Roman"/>
          <w:b/>
          <w:lang w:eastAsia="pl-PL"/>
        </w:rPr>
        <w:t xml:space="preserve"> 1 </w:t>
      </w:r>
      <w:r w:rsidRPr="00A43392">
        <w:rPr>
          <w:rFonts w:ascii="Times New Roman" w:hAnsi="Times New Roman"/>
          <w:lang w:eastAsia="pl-PL"/>
        </w:rPr>
        <w:t xml:space="preserve">Zarys International </w:t>
      </w:r>
      <w:proofErr w:type="spellStart"/>
      <w:r w:rsidRPr="00A43392">
        <w:rPr>
          <w:rFonts w:ascii="Times New Roman" w:hAnsi="Times New Roman"/>
          <w:lang w:eastAsia="pl-PL"/>
        </w:rPr>
        <w:t>Group</w:t>
      </w:r>
      <w:proofErr w:type="spellEnd"/>
      <w:r w:rsidRPr="00A43392">
        <w:rPr>
          <w:rFonts w:ascii="Times New Roman" w:hAnsi="Times New Roman"/>
          <w:lang w:eastAsia="pl-PL"/>
        </w:rPr>
        <w:t xml:space="preserve"> Sp. z o.o. Sp. k. 41-808 Zabrze, ul. Pod borem 18 </w:t>
      </w:r>
      <w:r w:rsidRPr="00A43392">
        <w:rPr>
          <w:rFonts w:ascii="Times New Roman" w:hAnsi="Times New Roman"/>
          <w:b/>
          <w:lang w:eastAsia="pl-PL"/>
        </w:rPr>
        <w:t xml:space="preserve">jako najkorzystniejszej oferty. </w:t>
      </w:r>
    </w:p>
    <w:p w:rsidR="00A43392" w:rsidRPr="00A43392" w:rsidRDefault="00A43392" w:rsidP="00A43392">
      <w:pPr>
        <w:suppressAutoHyphens w:val="0"/>
        <w:rPr>
          <w:rFonts w:ascii="Arial" w:hAnsi="Arial" w:cs="Arial"/>
          <w:lang w:eastAsia="pl-PL"/>
        </w:rPr>
      </w:pPr>
    </w:p>
    <w:p w:rsidR="00A43392" w:rsidRPr="00A43392" w:rsidRDefault="00A43392" w:rsidP="00A43392">
      <w:pPr>
        <w:suppressAutoHyphens w:val="0"/>
        <w:rPr>
          <w:rFonts w:ascii="Arial" w:hAnsi="Arial" w:cs="Arial"/>
          <w:lang w:eastAsia="pl-PL"/>
        </w:rPr>
      </w:pPr>
    </w:p>
    <w:p w:rsidR="00D65207" w:rsidRPr="00A43392" w:rsidRDefault="00D65207" w:rsidP="00D65207">
      <w:pPr>
        <w:suppressAutoHyphens w:val="0"/>
        <w:rPr>
          <w:rFonts w:ascii="Times New Roman" w:hAnsi="Times New Roman"/>
          <w:sz w:val="24"/>
          <w:szCs w:val="24"/>
          <w:lang w:eastAsia="pl-PL"/>
        </w:rPr>
      </w:pPr>
    </w:p>
    <w:p w:rsidR="00D65207" w:rsidRPr="00A43392" w:rsidRDefault="00881F87" w:rsidP="00D65207">
      <w:pPr>
        <w:suppressAutoHyphens w:val="0"/>
        <w:rPr>
          <w:rFonts w:ascii="Times New Roman" w:hAnsi="Times New Roman"/>
          <w:sz w:val="24"/>
          <w:szCs w:val="24"/>
          <w:lang w:eastAsia="pl-PL"/>
        </w:rPr>
      </w:pPr>
      <w:r w:rsidRPr="00A43392">
        <w:rPr>
          <w:rFonts w:ascii="Times New Roman" w:hAnsi="Times New Roman"/>
          <w:sz w:val="24"/>
          <w:szCs w:val="24"/>
          <w:lang w:eastAsia="pl-PL"/>
        </w:rPr>
        <w:t xml:space="preserve">Umowy zostaną </w:t>
      </w:r>
      <w:r w:rsidR="00A43392" w:rsidRPr="00A43392">
        <w:rPr>
          <w:rFonts w:ascii="Times New Roman" w:hAnsi="Times New Roman"/>
          <w:sz w:val="24"/>
          <w:szCs w:val="24"/>
          <w:lang w:eastAsia="pl-PL"/>
        </w:rPr>
        <w:t>podpisane w dniu 21</w:t>
      </w:r>
      <w:r w:rsidRPr="00A43392">
        <w:rPr>
          <w:rFonts w:ascii="Times New Roman" w:hAnsi="Times New Roman"/>
          <w:sz w:val="24"/>
          <w:szCs w:val="24"/>
          <w:lang w:eastAsia="pl-PL"/>
        </w:rPr>
        <w:t>.01.2016 r. w siedzibie Zamawiającego.</w:t>
      </w:r>
    </w:p>
    <w:p w:rsidR="00447202" w:rsidRDefault="00890A88" w:rsidP="00447202">
      <w:pPr>
        <w:pStyle w:val="Bezodstpw"/>
        <w:ind w:left="5812"/>
      </w:pPr>
      <w:r w:rsidRPr="00250649">
        <w:t xml:space="preserve">             </w:t>
      </w:r>
    </w:p>
    <w:p w:rsidR="008B0990" w:rsidRPr="00A80138" w:rsidRDefault="008B0990" w:rsidP="008B0990">
      <w:pPr>
        <w:ind w:left="5812"/>
        <w:rPr>
          <w:lang w:val="en-US"/>
        </w:rPr>
      </w:pPr>
    </w:p>
    <w:p w:rsidR="008B0990" w:rsidRPr="00C0256E" w:rsidRDefault="008B0990" w:rsidP="008B0990">
      <w:pPr>
        <w:pStyle w:val="Bezodstpw"/>
        <w:ind w:left="5812"/>
        <w:rPr>
          <w:lang w:val="en-US"/>
        </w:rPr>
      </w:pPr>
    </w:p>
    <w:p w:rsidR="00881F87" w:rsidRPr="00A80138" w:rsidRDefault="00881F87" w:rsidP="004B64A6">
      <w:pPr>
        <w:rPr>
          <w:lang w:val="en-US"/>
        </w:rPr>
      </w:pPr>
      <w:r>
        <w:t xml:space="preserve">                                                                                          </w:t>
      </w:r>
      <w:r w:rsidRPr="00A80138">
        <w:t xml:space="preserve"> </w:t>
      </w:r>
    </w:p>
    <w:p w:rsidR="004B64A6" w:rsidRPr="00A80138" w:rsidRDefault="004B64A6" w:rsidP="004B64A6">
      <w:r>
        <w:t xml:space="preserve">                                                                                            </w:t>
      </w:r>
      <w:r w:rsidRPr="00A80138">
        <w:t xml:space="preserve">Dyrektor                                                                                                                                                                                     </w:t>
      </w:r>
    </w:p>
    <w:p w:rsidR="004B64A6" w:rsidRPr="00A80138" w:rsidRDefault="004B64A6" w:rsidP="004B64A6">
      <w:pPr>
        <w:spacing w:after="120"/>
        <w:rPr>
          <w:rFonts w:ascii="Times New Roman" w:hAnsi="Times New Roman"/>
        </w:rPr>
      </w:pPr>
      <w:r w:rsidRPr="00A80138">
        <w:rPr>
          <w:rFonts w:ascii="Times New Roman" w:hAnsi="Times New Roman"/>
        </w:rPr>
        <w:t xml:space="preserve">                                                                                                         SP ZOZ MSW w Łodzi</w:t>
      </w:r>
    </w:p>
    <w:p w:rsidR="004B64A6" w:rsidRPr="00A80138" w:rsidRDefault="004B64A6" w:rsidP="004B64A6">
      <w:pPr>
        <w:spacing w:after="120"/>
        <w:rPr>
          <w:lang w:val="en-US"/>
        </w:rPr>
      </w:pPr>
      <w:r w:rsidRPr="00A80138">
        <w:rPr>
          <w:rFonts w:ascii="Times New Roman" w:hAnsi="Times New Roman"/>
        </w:rPr>
        <w:t xml:space="preserve">                                                                                                  dr n. med. </w:t>
      </w:r>
      <w:r w:rsidRPr="00A80138">
        <w:rPr>
          <w:rFonts w:ascii="Times New Roman" w:hAnsi="Times New Roman"/>
          <w:lang w:val="en-US"/>
        </w:rPr>
        <w:t xml:space="preserve">Robert </w:t>
      </w:r>
      <w:proofErr w:type="spellStart"/>
      <w:r w:rsidRPr="00A80138">
        <w:rPr>
          <w:rFonts w:ascii="Times New Roman" w:hAnsi="Times New Roman"/>
          <w:lang w:val="en-US"/>
        </w:rPr>
        <w:t>Starzec</w:t>
      </w:r>
      <w:proofErr w:type="spellEnd"/>
      <w:r w:rsidRPr="00A80138">
        <w:rPr>
          <w:rFonts w:ascii="Times New Roman" w:hAnsi="Times New Roman"/>
          <w:lang w:val="en-US"/>
        </w:rPr>
        <w:t xml:space="preserve">, MBA      </w:t>
      </w:r>
      <w:r w:rsidRPr="00A80138">
        <w:rPr>
          <w:rFonts w:ascii="Times New Roman" w:hAnsi="Times New Roman"/>
          <w:sz w:val="24"/>
          <w:szCs w:val="24"/>
        </w:rPr>
        <w:t xml:space="preserve">                   </w:t>
      </w:r>
    </w:p>
    <w:p w:rsidR="004B64A6" w:rsidRPr="00A80138" w:rsidRDefault="004B64A6" w:rsidP="004B64A6">
      <w:pPr>
        <w:ind w:left="5812"/>
        <w:rPr>
          <w:lang w:val="en-US"/>
        </w:rPr>
      </w:pPr>
      <w:r w:rsidRPr="00A80138">
        <w:t xml:space="preserve">                                                                                                                                                                                     </w:t>
      </w:r>
    </w:p>
    <w:p w:rsidR="00447202" w:rsidRDefault="00447202" w:rsidP="00447202">
      <w:pPr>
        <w:pStyle w:val="Bezodstpw"/>
        <w:ind w:left="5812"/>
      </w:pPr>
    </w:p>
    <w:sectPr w:rsidR="00447202" w:rsidSect="007213D2">
      <w:headerReference w:type="default" r:id="rId7"/>
      <w:footerReference w:type="default" r:id="rId8"/>
      <w:pgSz w:w="11906" w:h="16838"/>
      <w:pgMar w:top="415" w:right="1417" w:bottom="1417" w:left="1417" w:header="72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E04" w:rsidRDefault="00101E04">
      <w:r>
        <w:separator/>
      </w:r>
    </w:p>
  </w:endnote>
  <w:endnote w:type="continuationSeparator" w:id="0">
    <w:p w:rsidR="00101E04" w:rsidRDefault="00101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9E7" w:rsidRDefault="00CC79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C148D">
      <w:rPr>
        <w:noProof/>
      </w:rPr>
      <w:t>2</w:t>
    </w:r>
    <w:r>
      <w:fldChar w:fldCharType="end"/>
    </w:r>
  </w:p>
  <w:p w:rsidR="00CC79E7" w:rsidRDefault="00CC79E7" w:rsidP="00FA1B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E04" w:rsidRDefault="00101E04">
      <w:r>
        <w:separator/>
      </w:r>
    </w:p>
  </w:footnote>
  <w:footnote w:type="continuationSeparator" w:id="0">
    <w:p w:rsidR="00101E04" w:rsidRDefault="00101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2031"/>
      <w:gridCol w:w="7257"/>
    </w:tblGrid>
    <w:tr w:rsidR="00CC79E7">
      <w:trPr>
        <w:trHeight w:val="1850"/>
      </w:trPr>
      <w:tc>
        <w:tcPr>
          <w:tcW w:w="2031" w:type="dxa"/>
          <w:shd w:val="clear" w:color="auto" w:fill="auto"/>
        </w:tcPr>
        <w:p w:rsidR="00CC79E7" w:rsidRDefault="00CC79E7" w:rsidP="0031195E">
          <w:pPr>
            <w:pStyle w:val="Nagwek"/>
            <w:snapToGrid w:val="0"/>
            <w:jc w:val="center"/>
            <w:rPr>
              <w:rFonts w:ascii="Arial" w:hAnsi="Arial" w:cs="Arial"/>
            </w:rPr>
          </w:pPr>
          <w:r w:rsidRPr="00A94BEC"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895350" cy="1200150"/>
                <wp:effectExtent l="0" t="0" r="0" b="0"/>
                <wp:docPr id="1" name="Obraz 1" descr="NEW_logo_ZOZMSWIA_pism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logo_ZOZMSWIA_pism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57" w:type="dxa"/>
          <w:tcBorders>
            <w:bottom w:val="single" w:sz="4" w:space="0" w:color="000000"/>
          </w:tcBorders>
          <w:shd w:val="clear" w:color="auto" w:fill="auto"/>
          <w:vAlign w:val="center"/>
        </w:tcPr>
        <w:p w:rsidR="00CC79E7" w:rsidRPr="00EC0565" w:rsidRDefault="00CC79E7" w:rsidP="00EC0565">
          <w:pPr>
            <w:pStyle w:val="Nagwek2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Samodzielny Publiczny Zakład Opieki Zdrowotnej</w:t>
          </w:r>
        </w:p>
        <w:p w:rsidR="00CC79E7" w:rsidRPr="00EC0565" w:rsidRDefault="00CC79E7" w:rsidP="00EC0565">
          <w:pPr>
            <w:pStyle w:val="Nagwek1"/>
            <w:jc w:val="center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Ministerstwa Spraw Wewnętrznych w ŁODZI</w:t>
          </w:r>
        </w:p>
        <w:p w:rsidR="00CC79E7" w:rsidRPr="00723F93" w:rsidRDefault="00CC79E7" w:rsidP="00EC0565">
          <w:pPr>
            <w:tabs>
              <w:tab w:val="left" w:pos="1350"/>
              <w:tab w:val="center" w:pos="3614"/>
            </w:tabs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91–425 Łódź, ul. Północna  42</w:t>
          </w:r>
        </w:p>
        <w:p w:rsidR="00CC79E7" w:rsidRPr="00723F93" w:rsidRDefault="00CC79E7" w:rsidP="00EC0565">
          <w:pPr>
            <w:ind w:right="-108"/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Dział Zamówień Publicznych tel. 42 634 12 70, fax 42 634 12 54</w:t>
          </w:r>
        </w:p>
        <w:p w:rsidR="00CC79E7" w:rsidRDefault="00CC79E7" w:rsidP="00EC0565">
          <w:pPr>
            <w:ind w:right="-108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http://www.zoz-mswia-lodz.pl           zamowienia@zoz-mswia-lodz.pl</w:t>
          </w:r>
        </w:p>
      </w:tc>
    </w:tr>
  </w:tbl>
  <w:p w:rsidR="00CC79E7" w:rsidRDefault="00CC79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6B4B55"/>
    <w:multiLevelType w:val="hybridMultilevel"/>
    <w:tmpl w:val="69EE6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F70CD"/>
    <w:multiLevelType w:val="hybridMultilevel"/>
    <w:tmpl w:val="E640E652"/>
    <w:lvl w:ilvl="0" w:tplc="167E3C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F276C"/>
    <w:multiLevelType w:val="hybridMultilevel"/>
    <w:tmpl w:val="2B2A7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834DF"/>
    <w:multiLevelType w:val="hybridMultilevel"/>
    <w:tmpl w:val="0D04BD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71E63"/>
    <w:multiLevelType w:val="hybridMultilevel"/>
    <w:tmpl w:val="11C63CA6"/>
    <w:lvl w:ilvl="0" w:tplc="799A931C">
      <w:start w:val="1"/>
      <w:numFmt w:val="decimal"/>
      <w:lvlText w:val="%1)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44A1C0D"/>
    <w:multiLevelType w:val="hybridMultilevel"/>
    <w:tmpl w:val="C89EC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8B4DAD"/>
    <w:multiLevelType w:val="hybridMultilevel"/>
    <w:tmpl w:val="098C9E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F833F3"/>
    <w:multiLevelType w:val="hybridMultilevel"/>
    <w:tmpl w:val="6720CBC2"/>
    <w:lvl w:ilvl="0" w:tplc="70EC9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5C6022"/>
    <w:multiLevelType w:val="hybridMultilevel"/>
    <w:tmpl w:val="7768301E"/>
    <w:lvl w:ilvl="0" w:tplc="358E0252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0" w15:restartNumberingAfterBreak="0">
    <w:nsid w:val="580575C6"/>
    <w:multiLevelType w:val="multilevel"/>
    <w:tmpl w:val="190E96CA"/>
    <w:lvl w:ilvl="0">
      <w:start w:val="90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63"/>
      <w:numFmt w:val="decimalZero"/>
      <w:lvlText w:val="%1-%2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250"/>
        </w:tabs>
        <w:ind w:left="225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970"/>
        </w:tabs>
        <w:ind w:left="297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9961283"/>
    <w:multiLevelType w:val="multilevel"/>
    <w:tmpl w:val="414677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BA09E9"/>
    <w:multiLevelType w:val="hybridMultilevel"/>
    <w:tmpl w:val="B26C6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3B61F3"/>
    <w:multiLevelType w:val="hybridMultilevel"/>
    <w:tmpl w:val="EB580C4E"/>
    <w:lvl w:ilvl="0" w:tplc="7BB656F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783512"/>
    <w:multiLevelType w:val="hybridMultilevel"/>
    <w:tmpl w:val="45367CAE"/>
    <w:lvl w:ilvl="0" w:tplc="D6EC9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0343B1"/>
    <w:multiLevelType w:val="hybridMultilevel"/>
    <w:tmpl w:val="60E6B5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F20074"/>
    <w:multiLevelType w:val="hybridMultilevel"/>
    <w:tmpl w:val="9E56E9F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3B43B5"/>
    <w:multiLevelType w:val="hybridMultilevel"/>
    <w:tmpl w:val="87EAA7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D5546C"/>
    <w:multiLevelType w:val="hybridMultilevel"/>
    <w:tmpl w:val="0B82E5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4"/>
  </w:num>
  <w:num w:numId="5">
    <w:abstractNumId w:val="14"/>
  </w:num>
  <w:num w:numId="6">
    <w:abstractNumId w:val="2"/>
  </w:num>
  <w:num w:numId="7">
    <w:abstractNumId w:val="6"/>
  </w:num>
  <w:num w:numId="8">
    <w:abstractNumId w:val="10"/>
  </w:num>
  <w:num w:numId="9">
    <w:abstractNumId w:val="13"/>
  </w:num>
  <w:num w:numId="10">
    <w:abstractNumId w:val="7"/>
  </w:num>
  <w:num w:numId="11">
    <w:abstractNumId w:val="8"/>
  </w:num>
  <w:num w:numId="12">
    <w:abstractNumId w:val="17"/>
  </w:num>
  <w:num w:numId="13">
    <w:abstractNumId w:val="1"/>
  </w:num>
  <w:num w:numId="14">
    <w:abstractNumId w:val="18"/>
  </w:num>
  <w:num w:numId="15">
    <w:abstractNumId w:val="15"/>
  </w:num>
  <w:num w:numId="16">
    <w:abstractNumId w:val="12"/>
  </w:num>
  <w:num w:numId="17">
    <w:abstractNumId w:val="3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23"/>
    <w:rsid w:val="00020527"/>
    <w:rsid w:val="0005602D"/>
    <w:rsid w:val="00080893"/>
    <w:rsid w:val="00086F51"/>
    <w:rsid w:val="000920CD"/>
    <w:rsid w:val="00095795"/>
    <w:rsid w:val="00096F70"/>
    <w:rsid w:val="000C38BF"/>
    <w:rsid w:val="00101E04"/>
    <w:rsid w:val="00105876"/>
    <w:rsid w:val="0010627C"/>
    <w:rsid w:val="001101F9"/>
    <w:rsid w:val="00122339"/>
    <w:rsid w:val="00122B5D"/>
    <w:rsid w:val="001303F8"/>
    <w:rsid w:val="00134771"/>
    <w:rsid w:val="00135E1B"/>
    <w:rsid w:val="001379DC"/>
    <w:rsid w:val="00154E9D"/>
    <w:rsid w:val="00171696"/>
    <w:rsid w:val="00192379"/>
    <w:rsid w:val="001A6534"/>
    <w:rsid w:val="001F2D4D"/>
    <w:rsid w:val="001F2D4F"/>
    <w:rsid w:val="00206571"/>
    <w:rsid w:val="00211D3C"/>
    <w:rsid w:val="002206E7"/>
    <w:rsid w:val="00225EC0"/>
    <w:rsid w:val="00232D45"/>
    <w:rsid w:val="002466A9"/>
    <w:rsid w:val="00250649"/>
    <w:rsid w:val="002711A7"/>
    <w:rsid w:val="00275229"/>
    <w:rsid w:val="00284D38"/>
    <w:rsid w:val="002B1F84"/>
    <w:rsid w:val="0031195E"/>
    <w:rsid w:val="00315C0E"/>
    <w:rsid w:val="003745C4"/>
    <w:rsid w:val="003B33AF"/>
    <w:rsid w:val="003B6E84"/>
    <w:rsid w:val="003D1A6F"/>
    <w:rsid w:val="003E1B7C"/>
    <w:rsid w:val="003F2AE3"/>
    <w:rsid w:val="003F40D2"/>
    <w:rsid w:val="003F6C64"/>
    <w:rsid w:val="003F772D"/>
    <w:rsid w:val="004062B8"/>
    <w:rsid w:val="00424905"/>
    <w:rsid w:val="00447202"/>
    <w:rsid w:val="00451E53"/>
    <w:rsid w:val="00467FA6"/>
    <w:rsid w:val="0047256D"/>
    <w:rsid w:val="004727C0"/>
    <w:rsid w:val="0048754D"/>
    <w:rsid w:val="00487751"/>
    <w:rsid w:val="00495363"/>
    <w:rsid w:val="004A56AC"/>
    <w:rsid w:val="004B4A14"/>
    <w:rsid w:val="004B64A6"/>
    <w:rsid w:val="004C08BD"/>
    <w:rsid w:val="004D178B"/>
    <w:rsid w:val="004D65D5"/>
    <w:rsid w:val="004E0FF8"/>
    <w:rsid w:val="00515752"/>
    <w:rsid w:val="005220CE"/>
    <w:rsid w:val="00525191"/>
    <w:rsid w:val="00565A84"/>
    <w:rsid w:val="00583B74"/>
    <w:rsid w:val="00590170"/>
    <w:rsid w:val="005A1E48"/>
    <w:rsid w:val="005A7FDD"/>
    <w:rsid w:val="005B1E0A"/>
    <w:rsid w:val="005E0642"/>
    <w:rsid w:val="00617572"/>
    <w:rsid w:val="0062770A"/>
    <w:rsid w:val="006418CE"/>
    <w:rsid w:val="00683CA1"/>
    <w:rsid w:val="00697B96"/>
    <w:rsid w:val="006A3E40"/>
    <w:rsid w:val="006A6FDE"/>
    <w:rsid w:val="006D6C7E"/>
    <w:rsid w:val="006E631A"/>
    <w:rsid w:val="00700B15"/>
    <w:rsid w:val="00710A5E"/>
    <w:rsid w:val="007213D2"/>
    <w:rsid w:val="00734498"/>
    <w:rsid w:val="00745581"/>
    <w:rsid w:val="00785373"/>
    <w:rsid w:val="00795831"/>
    <w:rsid w:val="007D7A02"/>
    <w:rsid w:val="007E12E1"/>
    <w:rsid w:val="00801AE6"/>
    <w:rsid w:val="008322F7"/>
    <w:rsid w:val="008677EF"/>
    <w:rsid w:val="00881F87"/>
    <w:rsid w:val="00890A88"/>
    <w:rsid w:val="00897D59"/>
    <w:rsid w:val="008A48E1"/>
    <w:rsid w:val="008A60D8"/>
    <w:rsid w:val="008B0990"/>
    <w:rsid w:val="008B0A0B"/>
    <w:rsid w:val="008C0116"/>
    <w:rsid w:val="00910D91"/>
    <w:rsid w:val="00927B91"/>
    <w:rsid w:val="00935599"/>
    <w:rsid w:val="00937883"/>
    <w:rsid w:val="009436C8"/>
    <w:rsid w:val="00945717"/>
    <w:rsid w:val="00946940"/>
    <w:rsid w:val="00965FB9"/>
    <w:rsid w:val="009B6FF0"/>
    <w:rsid w:val="009C568A"/>
    <w:rsid w:val="00A079D0"/>
    <w:rsid w:val="00A155CA"/>
    <w:rsid w:val="00A43392"/>
    <w:rsid w:val="00A520D4"/>
    <w:rsid w:val="00A6134E"/>
    <w:rsid w:val="00A72A54"/>
    <w:rsid w:val="00A74480"/>
    <w:rsid w:val="00A80138"/>
    <w:rsid w:val="00A85D3F"/>
    <w:rsid w:val="00A901C4"/>
    <w:rsid w:val="00A903E6"/>
    <w:rsid w:val="00A924B1"/>
    <w:rsid w:val="00A94BEC"/>
    <w:rsid w:val="00AA044E"/>
    <w:rsid w:val="00AA480A"/>
    <w:rsid w:val="00AB4323"/>
    <w:rsid w:val="00AD6A5C"/>
    <w:rsid w:val="00B0252C"/>
    <w:rsid w:val="00B145C5"/>
    <w:rsid w:val="00B20EF7"/>
    <w:rsid w:val="00B22F26"/>
    <w:rsid w:val="00B25FF3"/>
    <w:rsid w:val="00B318FC"/>
    <w:rsid w:val="00B35384"/>
    <w:rsid w:val="00B3578D"/>
    <w:rsid w:val="00B41683"/>
    <w:rsid w:val="00B41BF8"/>
    <w:rsid w:val="00B5058E"/>
    <w:rsid w:val="00B55F1B"/>
    <w:rsid w:val="00B61FF8"/>
    <w:rsid w:val="00B749E5"/>
    <w:rsid w:val="00B86E76"/>
    <w:rsid w:val="00B870C6"/>
    <w:rsid w:val="00BA554B"/>
    <w:rsid w:val="00BA5A7C"/>
    <w:rsid w:val="00BA637B"/>
    <w:rsid w:val="00BB47BF"/>
    <w:rsid w:val="00BB74D6"/>
    <w:rsid w:val="00C0256E"/>
    <w:rsid w:val="00C12865"/>
    <w:rsid w:val="00C2648F"/>
    <w:rsid w:val="00C655C4"/>
    <w:rsid w:val="00C90030"/>
    <w:rsid w:val="00CB05A2"/>
    <w:rsid w:val="00CC79E7"/>
    <w:rsid w:val="00CE4B34"/>
    <w:rsid w:val="00D23657"/>
    <w:rsid w:val="00D42727"/>
    <w:rsid w:val="00D65207"/>
    <w:rsid w:val="00D831F3"/>
    <w:rsid w:val="00DB137A"/>
    <w:rsid w:val="00DC148D"/>
    <w:rsid w:val="00DC470A"/>
    <w:rsid w:val="00DC501A"/>
    <w:rsid w:val="00DC6731"/>
    <w:rsid w:val="00DE7662"/>
    <w:rsid w:val="00DE77AB"/>
    <w:rsid w:val="00E0467E"/>
    <w:rsid w:val="00E16006"/>
    <w:rsid w:val="00E16CDA"/>
    <w:rsid w:val="00E27D2E"/>
    <w:rsid w:val="00E531E0"/>
    <w:rsid w:val="00E535D1"/>
    <w:rsid w:val="00E77818"/>
    <w:rsid w:val="00EC0565"/>
    <w:rsid w:val="00EE7299"/>
    <w:rsid w:val="00F02A78"/>
    <w:rsid w:val="00F06440"/>
    <w:rsid w:val="00F249DB"/>
    <w:rsid w:val="00F3621A"/>
    <w:rsid w:val="00F637FA"/>
    <w:rsid w:val="00F64E33"/>
    <w:rsid w:val="00F77920"/>
    <w:rsid w:val="00FA1B86"/>
    <w:rsid w:val="00FA5526"/>
    <w:rsid w:val="00FD499E"/>
    <w:rsid w:val="00FE521C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4FE80FA7-BE08-459C-8490-1364B4C6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rebuchet MS" w:hAnsi="Trebuchet MS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outlineLvl w:val="0"/>
    </w:pPr>
    <w:rPr>
      <w:rFonts w:ascii="Times New Roman" w:hAnsi="Times New Roman"/>
      <w:b/>
      <w:bCs/>
      <w:sz w:val="32"/>
      <w:szCs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83B74"/>
    <w:rPr>
      <w:b/>
      <w:bCs/>
      <w:sz w:val="32"/>
      <w:szCs w:val="24"/>
      <w:lang w:eastAsia="ar-SA"/>
    </w:rPr>
  </w:style>
  <w:style w:type="character" w:customStyle="1" w:styleId="Nagwek2Znak">
    <w:name w:val="Nagłówek 2 Znak"/>
    <w:link w:val="Nagwek2"/>
    <w:rsid w:val="00583B74"/>
    <w:rPr>
      <w:b/>
      <w:bCs/>
      <w:sz w:val="32"/>
      <w:szCs w:val="24"/>
      <w:lang w:eastAsia="ar-SA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link w:val="Tekstpodstawowy"/>
    <w:rsid w:val="00583B74"/>
    <w:rPr>
      <w:rFonts w:ascii="Trebuchet MS" w:hAnsi="Trebuchet MS"/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83B74"/>
    <w:rPr>
      <w:rFonts w:ascii="Trebuchet MS" w:hAnsi="Trebuchet MS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kocowego">
    <w:name w:val="endnote text"/>
    <w:basedOn w:val="Normalny"/>
    <w:semiHidden/>
    <w:rsid w:val="00565A84"/>
  </w:style>
  <w:style w:type="character" w:styleId="Odwoanieprzypisukocowego">
    <w:name w:val="endnote reference"/>
    <w:semiHidden/>
    <w:rsid w:val="00565A84"/>
    <w:rPr>
      <w:vertAlign w:val="superscript"/>
    </w:rPr>
  </w:style>
  <w:style w:type="table" w:styleId="Tabela-Siatka">
    <w:name w:val="Table Grid"/>
    <w:basedOn w:val="Standardowy"/>
    <w:rsid w:val="0048775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E0FF8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683C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583B74"/>
    <w:rPr>
      <w:rFonts w:ascii="Tahoma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EC05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583B74"/>
    <w:rPr>
      <w:rFonts w:ascii="Trebuchet MS" w:hAnsi="Trebuchet MS"/>
      <w:lang w:eastAsia="ar-SA"/>
    </w:rPr>
  </w:style>
  <w:style w:type="paragraph" w:customStyle="1" w:styleId="Znak">
    <w:name w:val="Znak"/>
    <w:basedOn w:val="Normalny"/>
    <w:rsid w:val="00EC0565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318FC"/>
    <w:pPr>
      <w:suppressAutoHyphens w:val="0"/>
      <w:ind w:left="2832"/>
    </w:pPr>
    <w:rPr>
      <w:rFonts w:ascii="Arial" w:hAnsi="Arial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583B74"/>
    <w:rPr>
      <w:rFonts w:ascii="Arial" w:hAnsi="Arial"/>
      <w:sz w:val="24"/>
      <w:szCs w:val="24"/>
    </w:rPr>
  </w:style>
  <w:style w:type="paragraph" w:styleId="Akapitzlist">
    <w:name w:val="List Paragraph"/>
    <w:basedOn w:val="Normalny"/>
    <w:qFormat/>
    <w:rsid w:val="00B318FC"/>
    <w:pPr>
      <w:suppressAutoHyphens w:val="0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FD499E"/>
  </w:style>
  <w:style w:type="paragraph" w:styleId="Bezodstpw">
    <w:name w:val="No Spacing"/>
    <w:uiPriority w:val="1"/>
    <w:qFormat/>
    <w:rsid w:val="00250649"/>
    <w:pPr>
      <w:suppressAutoHyphens/>
    </w:pPr>
    <w:rPr>
      <w:rFonts w:ascii="Trebuchet MS" w:hAnsi="Trebuchet MS"/>
      <w:lang w:eastAsia="ar-SA"/>
    </w:rPr>
  </w:style>
  <w:style w:type="numbering" w:customStyle="1" w:styleId="Bezlisty2">
    <w:name w:val="Bez listy2"/>
    <w:next w:val="Bezlisty"/>
    <w:semiHidden/>
    <w:unhideWhenUsed/>
    <w:rsid w:val="00D65207"/>
  </w:style>
  <w:style w:type="character" w:styleId="Odwoaniedokomentarza">
    <w:name w:val="annotation reference"/>
    <w:rsid w:val="00D652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65207"/>
    <w:pPr>
      <w:suppressAutoHyphens w:val="0"/>
    </w:pPr>
    <w:rPr>
      <w:rFonts w:ascii="Arial" w:hAnsi="Arial"/>
      <w:lang w:eastAsia="pl-PL"/>
    </w:rPr>
  </w:style>
  <w:style w:type="character" w:customStyle="1" w:styleId="TekstkomentarzaZnak">
    <w:name w:val="Tekst komentarza Znak"/>
    <w:link w:val="Tekstkomentarza"/>
    <w:rsid w:val="00D65207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65207"/>
    <w:rPr>
      <w:b/>
      <w:bCs/>
    </w:rPr>
  </w:style>
  <w:style w:type="character" w:customStyle="1" w:styleId="TematkomentarzaZnak">
    <w:name w:val="Temat komentarza Znak"/>
    <w:link w:val="Tematkomentarza"/>
    <w:rsid w:val="00D6520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Jednoraz&#243;wka%202015\informacja%20o%20wyborze%20-%20sprostowan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informacja o wyborze - sprostowanie</Template>
  <TotalTime>102</TotalTime>
  <Pages>1</Pages>
  <Words>838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 29</vt:lpstr>
    </vt:vector>
  </TitlesOfParts>
  <Company/>
  <LinksUpToDate>false</LinksUpToDate>
  <CharactersWithSpaces>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 29</dc:title>
  <dc:subject/>
  <dc:creator>user</dc:creator>
  <cp:keywords/>
  <cp:lastModifiedBy>user</cp:lastModifiedBy>
  <cp:revision>12</cp:revision>
  <cp:lastPrinted>2016-01-11T12:28:00Z</cp:lastPrinted>
  <dcterms:created xsi:type="dcterms:W3CDTF">2015-11-30T12:43:00Z</dcterms:created>
  <dcterms:modified xsi:type="dcterms:W3CDTF">2016-01-12T09:50:00Z</dcterms:modified>
</cp:coreProperties>
</file>