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D5" w:rsidRPr="00BB74D6" w:rsidRDefault="00447202" w:rsidP="00BB74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0138">
        <w:rPr>
          <w:rFonts w:ascii="Times New Roman" w:hAnsi="Times New Roman"/>
          <w:sz w:val="24"/>
          <w:szCs w:val="24"/>
        </w:rPr>
        <w:t>ZP.2375.</w:t>
      </w:r>
      <w:r w:rsidR="00711E4B">
        <w:rPr>
          <w:rFonts w:ascii="Times New Roman" w:hAnsi="Times New Roman"/>
          <w:sz w:val="24"/>
          <w:szCs w:val="24"/>
        </w:rPr>
        <w:t>4.2016</w:t>
      </w:r>
      <w:r w:rsidR="0047256D">
        <w:rPr>
          <w:rFonts w:ascii="Times New Roman" w:hAnsi="Times New Roman"/>
          <w:sz w:val="24"/>
          <w:szCs w:val="24"/>
        </w:rPr>
        <w:t>.JC:</w:t>
      </w:r>
      <w:r w:rsidR="006E344E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83B74">
        <w:rPr>
          <w:rFonts w:ascii="Times New Roman" w:hAnsi="Times New Roman"/>
          <w:sz w:val="24"/>
          <w:szCs w:val="24"/>
        </w:rPr>
        <w:t xml:space="preserve">   </w:t>
      </w:r>
      <w:r w:rsidR="002466A9">
        <w:rPr>
          <w:rFonts w:ascii="Times New Roman" w:hAnsi="Times New Roman"/>
          <w:sz w:val="24"/>
          <w:szCs w:val="24"/>
        </w:rPr>
        <w:t xml:space="preserve">            </w:t>
      </w:r>
      <w:r w:rsidR="00B61FF8">
        <w:rPr>
          <w:rFonts w:ascii="Times New Roman" w:hAnsi="Times New Roman"/>
          <w:sz w:val="24"/>
          <w:szCs w:val="24"/>
        </w:rPr>
        <w:t xml:space="preserve">             </w:t>
      </w:r>
      <w:r w:rsidR="002466A9">
        <w:rPr>
          <w:rFonts w:ascii="Times New Roman" w:hAnsi="Times New Roman"/>
          <w:sz w:val="24"/>
          <w:szCs w:val="24"/>
        </w:rPr>
        <w:t xml:space="preserve"> </w:t>
      </w:r>
      <w:r w:rsidR="00FE521C">
        <w:rPr>
          <w:rFonts w:ascii="Times New Roman" w:hAnsi="Times New Roman"/>
          <w:sz w:val="24"/>
          <w:szCs w:val="24"/>
        </w:rPr>
        <w:t xml:space="preserve">Łódź, dnia </w:t>
      </w:r>
      <w:r w:rsidR="00711E4B">
        <w:rPr>
          <w:rFonts w:ascii="Times New Roman" w:hAnsi="Times New Roman"/>
          <w:sz w:val="24"/>
          <w:szCs w:val="24"/>
        </w:rPr>
        <w:t>16.0</w:t>
      </w:r>
      <w:r w:rsidR="007D7A02">
        <w:rPr>
          <w:rFonts w:ascii="Times New Roman" w:hAnsi="Times New Roman"/>
          <w:sz w:val="24"/>
          <w:szCs w:val="24"/>
        </w:rPr>
        <w:t>2</w:t>
      </w:r>
      <w:r w:rsidR="00711E4B">
        <w:rPr>
          <w:rFonts w:ascii="Times New Roman" w:hAnsi="Times New Roman"/>
          <w:sz w:val="24"/>
          <w:szCs w:val="24"/>
        </w:rPr>
        <w:t>.2016</w:t>
      </w:r>
      <w:r w:rsidR="00FD499E">
        <w:rPr>
          <w:rFonts w:ascii="Times New Roman" w:hAnsi="Times New Roman"/>
          <w:sz w:val="24"/>
          <w:szCs w:val="24"/>
        </w:rPr>
        <w:t xml:space="preserve">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47202" w:rsidRDefault="00447202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256D" w:rsidRDefault="0047256D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99E" w:rsidRPr="00FD499E" w:rsidRDefault="00FD499E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WYBORZE OFERTY</w:t>
      </w:r>
      <w:r w:rsidR="000920CD">
        <w:rPr>
          <w:rFonts w:ascii="Times New Roman" w:hAnsi="Times New Roman"/>
          <w:b/>
          <w:sz w:val="24"/>
          <w:szCs w:val="24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bCs/>
          <w:lang w:eastAsia="pl-PL"/>
        </w:rPr>
        <w:t>dotyczy: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bCs/>
          <w:iCs/>
          <w:lang w:eastAsia="pl-PL"/>
        </w:rPr>
        <w:t xml:space="preserve">postępowania przetargowego w trybie przetargu nieograniczonego na </w:t>
      </w:r>
      <w:r w:rsidRPr="00D65207">
        <w:rPr>
          <w:rFonts w:ascii="Times New Roman" w:hAnsi="Times New Roman"/>
          <w:b/>
          <w:lang w:eastAsia="pl-PL"/>
        </w:rPr>
        <w:t>dostawę sp</w:t>
      </w:r>
      <w:r w:rsidR="00711E4B">
        <w:rPr>
          <w:rFonts w:ascii="Times New Roman" w:hAnsi="Times New Roman"/>
          <w:b/>
          <w:lang w:eastAsia="pl-PL"/>
        </w:rPr>
        <w:t>rzętu jednorazowego użytku nr 2/D/16</w:t>
      </w:r>
      <w:r w:rsidR="000920CD">
        <w:rPr>
          <w:rFonts w:ascii="Times New Roman" w:hAnsi="Times New Roman"/>
          <w:b/>
          <w:lang w:eastAsia="pl-PL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lang w:eastAsia="pl-PL"/>
        </w:rPr>
      </w:pPr>
    </w:p>
    <w:p w:rsidR="00711E4B" w:rsidRPr="00F9457E" w:rsidRDefault="00711E4B" w:rsidP="00711E4B">
      <w:pPr>
        <w:jc w:val="both"/>
        <w:rPr>
          <w:rFonts w:ascii="Times New Roman" w:hAnsi="Times New Roman"/>
          <w:b/>
        </w:rPr>
      </w:pPr>
      <w:r w:rsidRPr="00F9457E">
        <w:rPr>
          <w:rFonts w:ascii="Times New Roman" w:hAnsi="Times New Roman"/>
        </w:rPr>
        <w:t xml:space="preserve">Zgodnie z art. 92 ust. 2 ustawy Prawo zamówień publicznych z dnia 29 stycznia 2004 r. informujemy, iż </w:t>
      </w:r>
      <w:r w:rsidRPr="00F9457E">
        <w:rPr>
          <w:rFonts w:ascii="Times New Roman" w:hAnsi="Times New Roman"/>
        </w:rPr>
        <w:br/>
        <w:t>w postępowaniu prowadzonym w trybie przetargu nieograniczonego na</w:t>
      </w:r>
      <w:r w:rsidRPr="00F9457E">
        <w:rPr>
          <w:rFonts w:ascii="Times New Roman" w:hAnsi="Times New Roman"/>
          <w:b/>
        </w:rPr>
        <w:t xml:space="preserve"> dostawę sp</w:t>
      </w:r>
      <w:r>
        <w:rPr>
          <w:rFonts w:ascii="Times New Roman" w:hAnsi="Times New Roman"/>
          <w:b/>
        </w:rPr>
        <w:t>rzętu jednorazowego użytku nr 2/D/16</w:t>
      </w:r>
      <w:r w:rsidRPr="00F9457E">
        <w:rPr>
          <w:rFonts w:ascii="Times New Roman" w:hAnsi="Times New Roman"/>
          <w:b/>
        </w:rPr>
        <w:t xml:space="preserve"> </w:t>
      </w:r>
      <w:r w:rsidRPr="00F9457E">
        <w:rPr>
          <w:rFonts w:ascii="Times New Roman" w:hAnsi="Times New Roman"/>
        </w:rPr>
        <w:t>dokonano wyboru najkorzystniejszej oferty.</w:t>
      </w:r>
    </w:p>
    <w:p w:rsidR="00711E4B" w:rsidRPr="00F9457E" w:rsidRDefault="00711E4B" w:rsidP="00711E4B">
      <w:pPr>
        <w:jc w:val="both"/>
        <w:rPr>
          <w:rFonts w:ascii="Times New Roman" w:hAnsi="Times New Roman"/>
        </w:rPr>
      </w:pPr>
      <w:r w:rsidRPr="00F9457E">
        <w:rPr>
          <w:rFonts w:ascii="Times New Roman" w:hAnsi="Times New Roman"/>
        </w:rPr>
        <w:t xml:space="preserve">W przedmiotowym postępowaniu złożono </w:t>
      </w:r>
      <w:r>
        <w:rPr>
          <w:rFonts w:ascii="Times New Roman" w:hAnsi="Times New Roman"/>
        </w:rPr>
        <w:t>8</w:t>
      </w:r>
      <w:r w:rsidRPr="00F9457E">
        <w:rPr>
          <w:rFonts w:ascii="Times New Roman" w:hAnsi="Times New Roman"/>
        </w:rPr>
        <w:t xml:space="preserve"> ofert. Kierowano się kryterium ceny oraz terminem dostawy. Cena 95%, termin dostawy 5%.</w:t>
      </w:r>
    </w:p>
    <w:p w:rsidR="00711E4B" w:rsidRPr="00F9457E" w:rsidRDefault="00711E4B" w:rsidP="00711E4B">
      <w:pPr>
        <w:jc w:val="both"/>
        <w:rPr>
          <w:rFonts w:ascii="Times New Roman" w:hAnsi="Times New Roman"/>
          <w:b/>
          <w:u w:val="single"/>
        </w:rPr>
      </w:pPr>
      <w:r w:rsidRPr="00F9457E">
        <w:rPr>
          <w:rFonts w:ascii="Times New Roman" w:hAnsi="Times New Roman"/>
        </w:rPr>
        <w:t>W oparciu o wskazaną w specyfikacji formułę dokonano oceny punktowej ofert niepodlegających odrzuceniu.</w:t>
      </w:r>
    </w:p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1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r w:rsidRPr="00DF1A70">
              <w:rPr>
                <w:rFonts w:ascii="Times New Roman" w:hAnsi="Times New Roman"/>
              </w:rPr>
              <w:t xml:space="preserve">Zarys International </w:t>
            </w:r>
            <w:proofErr w:type="spellStart"/>
            <w:r w:rsidRPr="00DF1A70">
              <w:rPr>
                <w:rFonts w:ascii="Times New Roman" w:hAnsi="Times New Roman"/>
              </w:rPr>
              <w:t>Group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sp. k. </w:t>
            </w:r>
            <w:r>
              <w:rPr>
                <w:rFonts w:ascii="Times New Roman" w:hAnsi="Times New Roman"/>
              </w:rPr>
              <w:br/>
            </w:r>
            <w:r w:rsidRPr="00DF1A70">
              <w:rPr>
                <w:rFonts w:ascii="Times New Roman" w:hAnsi="Times New Roman"/>
              </w:rPr>
              <w:t>41-808 Zabrze, ul. Pod Borem 18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Cena – 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Razem 100,00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1</w:t>
      </w:r>
      <w:r w:rsidRPr="00F9457E">
        <w:rPr>
          <w:rFonts w:ascii="Times New Roman" w:hAnsi="Times New Roman"/>
          <w:b/>
        </w:rPr>
        <w:t xml:space="preserve"> </w:t>
      </w:r>
      <w:r w:rsidRPr="00DF1A70">
        <w:rPr>
          <w:rFonts w:ascii="Times New Roman" w:hAnsi="Times New Roman"/>
        </w:rPr>
        <w:t xml:space="preserve">Zarys International </w:t>
      </w:r>
      <w:proofErr w:type="spellStart"/>
      <w:r w:rsidRPr="00DF1A70">
        <w:rPr>
          <w:rFonts w:ascii="Times New Roman" w:hAnsi="Times New Roman"/>
        </w:rPr>
        <w:t>Group</w:t>
      </w:r>
      <w:proofErr w:type="spellEnd"/>
      <w:r w:rsidRPr="00DF1A70">
        <w:rPr>
          <w:rFonts w:ascii="Times New Roman" w:hAnsi="Times New Roman"/>
        </w:rPr>
        <w:t xml:space="preserve"> sp. z o.o. sp. k. 41-808 Zabrze, ul. Pod Borem 18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2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DF1A70">
              <w:rPr>
                <w:rFonts w:ascii="Times New Roman" w:hAnsi="Times New Roman"/>
              </w:rPr>
              <w:t>Bialmed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</w:t>
            </w:r>
            <w:r>
              <w:rPr>
                <w:rFonts w:ascii="Times New Roman" w:hAnsi="Times New Roman"/>
              </w:rPr>
              <w:br/>
            </w:r>
            <w:r w:rsidRPr="00DF1A70">
              <w:rPr>
                <w:rFonts w:ascii="Times New Roman" w:hAnsi="Times New Roman"/>
              </w:rPr>
              <w:t>12-230 Biała Piska, ul. Konopnickiej 11A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Cena – 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Razem 100,00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8</w:t>
      </w:r>
      <w:r w:rsidRPr="00F9457E">
        <w:rPr>
          <w:rFonts w:ascii="Times New Roman" w:hAnsi="Times New Roman"/>
          <w:b/>
        </w:rPr>
        <w:t xml:space="preserve"> </w:t>
      </w:r>
      <w:proofErr w:type="spellStart"/>
      <w:r w:rsidRPr="00DF1A70">
        <w:rPr>
          <w:rFonts w:ascii="Times New Roman" w:hAnsi="Times New Roman"/>
        </w:rPr>
        <w:t>Bialmed</w:t>
      </w:r>
      <w:proofErr w:type="spellEnd"/>
      <w:r w:rsidRPr="00DF1A70">
        <w:rPr>
          <w:rFonts w:ascii="Times New Roman" w:hAnsi="Times New Roman"/>
        </w:rPr>
        <w:t xml:space="preserve"> Sp. z o.o. 12-230 Biała Piska, ul. Konopnickiej 11A</w:t>
      </w:r>
      <w:r>
        <w:rPr>
          <w:rFonts w:ascii="Times New Roman" w:hAnsi="Times New Roman"/>
        </w:rPr>
        <w:t xml:space="preserve"> 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Pakiet 5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2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DF1A70">
              <w:rPr>
                <w:rFonts w:ascii="Times New Roman" w:hAnsi="Times New Roman"/>
              </w:rPr>
              <w:t>Coloplast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</w:t>
            </w:r>
            <w:r>
              <w:rPr>
                <w:rFonts w:ascii="Times New Roman" w:hAnsi="Times New Roman"/>
              </w:rPr>
              <w:br/>
            </w:r>
            <w:r w:rsidRPr="00DF1A70">
              <w:rPr>
                <w:rFonts w:ascii="Times New Roman" w:hAnsi="Times New Roman"/>
              </w:rPr>
              <w:t>00-189 Warszawa, ul. Inflancka 4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Cena – 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Razem 100,00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DF1A70">
              <w:rPr>
                <w:rFonts w:ascii="Times New Roman" w:hAnsi="Times New Roman"/>
              </w:rPr>
              <w:t>Skamex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Sp. k. 93-121 Łódź, ul. Częstochowska 38/52</w:t>
            </w:r>
          </w:p>
          <w:p w:rsidR="00711E4B" w:rsidRPr="00DF1A70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60,98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65,98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2 </w:t>
      </w:r>
      <w:proofErr w:type="spellStart"/>
      <w:r w:rsidRPr="00DF1A70">
        <w:rPr>
          <w:rFonts w:ascii="Times New Roman" w:hAnsi="Times New Roman"/>
        </w:rPr>
        <w:t>Coloplast</w:t>
      </w:r>
      <w:proofErr w:type="spellEnd"/>
      <w:r w:rsidRPr="00DF1A70">
        <w:rPr>
          <w:rFonts w:ascii="Times New Roman" w:hAnsi="Times New Roman"/>
        </w:rPr>
        <w:t xml:space="preserve"> Sp. z o.o. 00-189 Warszawa, ul. Inflancka 4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6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2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DF1A70">
              <w:rPr>
                <w:rFonts w:ascii="Times New Roman" w:hAnsi="Times New Roman"/>
              </w:rPr>
              <w:t>Coloplast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</w:t>
            </w:r>
            <w:r>
              <w:rPr>
                <w:rFonts w:ascii="Times New Roman" w:hAnsi="Times New Roman"/>
              </w:rPr>
              <w:br/>
            </w:r>
            <w:r w:rsidRPr="00DF1A70">
              <w:rPr>
                <w:rFonts w:ascii="Times New Roman" w:hAnsi="Times New Roman"/>
              </w:rPr>
              <w:t>00-189 Warszawa, ul. Inflancka 4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Cena – 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Razem 100,00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r w:rsidRPr="00DF1A70">
              <w:rPr>
                <w:rFonts w:ascii="Times New Roman" w:hAnsi="Times New Roman"/>
              </w:rPr>
              <w:t xml:space="preserve">Przedsiębiorstwo Obrotu i Fabrykacji Artkułów Medycznych </w:t>
            </w:r>
            <w:proofErr w:type="spellStart"/>
            <w:r>
              <w:rPr>
                <w:rFonts w:ascii="Times New Roman" w:hAnsi="Times New Roman"/>
              </w:rPr>
              <w:t>Pofam</w:t>
            </w:r>
            <w:proofErr w:type="spellEnd"/>
            <w:r>
              <w:rPr>
                <w:rFonts w:ascii="Times New Roman" w:hAnsi="Times New Roman"/>
              </w:rPr>
              <w:t xml:space="preserve">-Poznań Sp. z o.o. </w:t>
            </w:r>
            <w:r>
              <w:rPr>
                <w:rFonts w:ascii="Times New Roman" w:hAnsi="Times New Roman"/>
              </w:rPr>
              <w:br/>
              <w:t>60-573 P</w:t>
            </w:r>
            <w:r w:rsidRPr="00DF1A70">
              <w:rPr>
                <w:rFonts w:ascii="Times New Roman" w:hAnsi="Times New Roman"/>
              </w:rPr>
              <w:t>oznań, ul. Lindego 6</w:t>
            </w:r>
          </w:p>
          <w:p w:rsidR="00711E4B" w:rsidRPr="00DF1A70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63,27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68,27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2 </w:t>
      </w:r>
      <w:proofErr w:type="spellStart"/>
      <w:r w:rsidRPr="00DF1A70">
        <w:rPr>
          <w:rFonts w:ascii="Times New Roman" w:hAnsi="Times New Roman"/>
        </w:rPr>
        <w:t>Coloplast</w:t>
      </w:r>
      <w:proofErr w:type="spellEnd"/>
      <w:r w:rsidRPr="00DF1A70">
        <w:rPr>
          <w:rFonts w:ascii="Times New Roman" w:hAnsi="Times New Roman"/>
        </w:rPr>
        <w:t xml:space="preserve"> Sp. z o.o. 00-189 Warszawa, ul. Inflancka 4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9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22" w:type="dxa"/>
          </w:tcPr>
          <w:p w:rsidR="00711E4B" w:rsidRPr="00F8644C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F8644C">
              <w:rPr>
                <w:rFonts w:ascii="Times New Roman" w:hAnsi="Times New Roman"/>
              </w:rPr>
              <w:t>Vygon</w:t>
            </w:r>
            <w:proofErr w:type="spellEnd"/>
            <w:r w:rsidRPr="00F8644C">
              <w:rPr>
                <w:rFonts w:ascii="Times New Roman" w:hAnsi="Times New Roman"/>
              </w:rPr>
              <w:t xml:space="preserve"> Polska Sp. z o.o.</w:t>
            </w:r>
            <w:r>
              <w:rPr>
                <w:rFonts w:ascii="Times New Roman" w:hAnsi="Times New Roman"/>
              </w:rPr>
              <w:br/>
            </w:r>
            <w:r w:rsidRPr="00F8644C">
              <w:rPr>
                <w:rFonts w:ascii="Times New Roman" w:hAnsi="Times New Roman"/>
              </w:rPr>
              <w:t xml:space="preserve"> 03-905 Warszawa, ul. Francuska 39/6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Cena – 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Razem 100,00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22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F9457E">
              <w:rPr>
                <w:rFonts w:ascii="Times New Roman" w:hAnsi="Times New Roman"/>
              </w:rPr>
              <w:t>Aesculap</w:t>
            </w:r>
            <w:proofErr w:type="spellEnd"/>
            <w:r w:rsidRPr="00F9457E">
              <w:rPr>
                <w:rFonts w:ascii="Times New Roman" w:hAnsi="Times New Roman"/>
              </w:rPr>
              <w:t xml:space="preserve"> </w:t>
            </w:r>
            <w:proofErr w:type="spellStart"/>
            <w:r w:rsidRPr="00F9457E">
              <w:rPr>
                <w:rFonts w:ascii="Times New Roman" w:hAnsi="Times New Roman"/>
              </w:rPr>
              <w:t>Chifa</w:t>
            </w:r>
            <w:proofErr w:type="spellEnd"/>
            <w:r w:rsidRPr="00F9457E">
              <w:rPr>
                <w:rFonts w:ascii="Times New Roman" w:hAnsi="Times New Roman"/>
              </w:rPr>
              <w:t xml:space="preserve"> Sp. z o.o. </w:t>
            </w:r>
            <w:r w:rsidRPr="00F9457E">
              <w:rPr>
                <w:rFonts w:ascii="Times New Roman" w:hAnsi="Times New Roman"/>
              </w:rPr>
              <w:br/>
              <w:t>64-300 Nowy Tomyśl, ul. Tysiąclecia 14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43,84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48,84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5122" w:type="dxa"/>
          </w:tcPr>
          <w:p w:rsidR="00711E4B" w:rsidRPr="00DF1A70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DF1A70">
              <w:rPr>
                <w:rFonts w:ascii="Times New Roman" w:hAnsi="Times New Roman"/>
              </w:rPr>
              <w:t>Skamex</w:t>
            </w:r>
            <w:proofErr w:type="spellEnd"/>
            <w:r w:rsidRPr="00DF1A70">
              <w:rPr>
                <w:rFonts w:ascii="Times New Roman" w:hAnsi="Times New Roman"/>
              </w:rPr>
              <w:t xml:space="preserve"> Sp. z o.o. Sp. k. 93-121 Łódź, ul. Częstochowska 38/52</w:t>
            </w:r>
          </w:p>
          <w:p w:rsidR="00711E4B" w:rsidRPr="00DF1A70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74,80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79,80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4</w:t>
      </w:r>
      <w:r w:rsidRPr="00F9457E">
        <w:rPr>
          <w:rFonts w:ascii="Times New Roman" w:hAnsi="Times New Roman"/>
          <w:b/>
        </w:rPr>
        <w:t xml:space="preserve"> </w:t>
      </w:r>
      <w:proofErr w:type="spellStart"/>
      <w:r w:rsidRPr="00F8644C">
        <w:rPr>
          <w:rFonts w:ascii="Times New Roman" w:hAnsi="Times New Roman"/>
        </w:rPr>
        <w:t>Vygon</w:t>
      </w:r>
      <w:proofErr w:type="spellEnd"/>
      <w:r w:rsidRPr="00F8644C">
        <w:rPr>
          <w:rFonts w:ascii="Times New Roman" w:hAnsi="Times New Roman"/>
        </w:rPr>
        <w:t xml:space="preserve"> Polska Sp. z o.o. 03-905 Warszawa, ul. Francuska 39/6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</w:p>
    <w:p w:rsidR="00711E4B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10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  <w:r w:rsidRPr="00F9457E">
        <w:rPr>
          <w:rFonts w:ascii="Times New Roman" w:hAnsi="Times New Roman"/>
          <w:b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11E4B" w:rsidRPr="00F9457E" w:rsidTr="00942180">
        <w:trPr>
          <w:trHeight w:val="406"/>
        </w:trPr>
        <w:tc>
          <w:tcPr>
            <w:tcW w:w="970" w:type="dxa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Firma (nazwa) lub nazwisko oraz adres wykonawcy</w:t>
            </w:r>
          </w:p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11E4B" w:rsidRPr="00F9457E" w:rsidRDefault="00711E4B" w:rsidP="00942180">
            <w:pPr>
              <w:jc w:val="center"/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Punktacja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22" w:type="dxa"/>
          </w:tcPr>
          <w:p w:rsidR="00711E4B" w:rsidRPr="00F8644C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F8644C">
              <w:rPr>
                <w:rFonts w:ascii="Times New Roman" w:hAnsi="Times New Roman"/>
                <w:color w:val="000000"/>
              </w:rPr>
              <w:t>Billmed</w:t>
            </w:r>
            <w:proofErr w:type="spellEnd"/>
            <w:r w:rsidRPr="00F8644C">
              <w:rPr>
                <w:rFonts w:ascii="Times New Roman" w:hAnsi="Times New Roman"/>
                <w:color w:val="000000"/>
              </w:rPr>
              <w:t xml:space="preserve"> Sp. z o.o.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F8644C">
              <w:rPr>
                <w:rFonts w:ascii="Times New Roman" w:hAnsi="Times New Roman"/>
                <w:color w:val="000000"/>
              </w:rPr>
              <w:t xml:space="preserve">04-082 Warszawa, ul. </w:t>
            </w:r>
            <w:proofErr w:type="spellStart"/>
            <w:r w:rsidRPr="00F8644C">
              <w:rPr>
                <w:rFonts w:ascii="Times New Roman" w:hAnsi="Times New Roman"/>
                <w:color w:val="000000"/>
              </w:rPr>
              <w:t>Krypska</w:t>
            </w:r>
            <w:proofErr w:type="spellEnd"/>
            <w:r w:rsidRPr="00F8644C">
              <w:rPr>
                <w:rFonts w:ascii="Times New Roman" w:hAnsi="Times New Roman"/>
                <w:color w:val="000000"/>
              </w:rPr>
              <w:t xml:space="preserve"> 24/1</w:t>
            </w: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95,00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100,00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22" w:type="dxa"/>
          </w:tcPr>
          <w:p w:rsidR="00711E4B" w:rsidRPr="00F8644C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F8644C">
              <w:rPr>
                <w:rFonts w:ascii="Times New Roman" w:hAnsi="Times New Roman"/>
              </w:rPr>
              <w:t>Vygon</w:t>
            </w:r>
            <w:proofErr w:type="spellEnd"/>
            <w:r w:rsidRPr="00F8644C">
              <w:rPr>
                <w:rFonts w:ascii="Times New Roman" w:hAnsi="Times New Roman"/>
              </w:rPr>
              <w:t xml:space="preserve"> Polska Sp. z o.o.</w:t>
            </w:r>
            <w:r>
              <w:rPr>
                <w:rFonts w:ascii="Times New Roman" w:hAnsi="Times New Roman"/>
              </w:rPr>
              <w:br/>
            </w:r>
            <w:r w:rsidRPr="00F8644C">
              <w:rPr>
                <w:rFonts w:ascii="Times New Roman" w:hAnsi="Times New Roman"/>
              </w:rPr>
              <w:t xml:space="preserve"> 03-905 Warszawa, ul. Francuska 39/6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49,76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54,76</w:t>
            </w:r>
          </w:p>
        </w:tc>
      </w:tr>
      <w:tr w:rsidR="00711E4B" w:rsidRPr="00F9457E" w:rsidTr="00942180">
        <w:trPr>
          <w:trHeight w:val="916"/>
        </w:trPr>
        <w:tc>
          <w:tcPr>
            <w:tcW w:w="970" w:type="dxa"/>
          </w:tcPr>
          <w:p w:rsidR="00711E4B" w:rsidRDefault="00711E4B" w:rsidP="00942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22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proofErr w:type="spellStart"/>
            <w:r w:rsidRPr="00F9457E">
              <w:rPr>
                <w:rFonts w:ascii="Times New Roman" w:hAnsi="Times New Roman"/>
              </w:rPr>
              <w:t>Aesculap</w:t>
            </w:r>
            <w:proofErr w:type="spellEnd"/>
            <w:r w:rsidRPr="00F9457E">
              <w:rPr>
                <w:rFonts w:ascii="Times New Roman" w:hAnsi="Times New Roman"/>
              </w:rPr>
              <w:t xml:space="preserve"> </w:t>
            </w:r>
            <w:proofErr w:type="spellStart"/>
            <w:r w:rsidRPr="00F9457E">
              <w:rPr>
                <w:rFonts w:ascii="Times New Roman" w:hAnsi="Times New Roman"/>
              </w:rPr>
              <w:t>Chifa</w:t>
            </w:r>
            <w:proofErr w:type="spellEnd"/>
            <w:r w:rsidRPr="00F9457E">
              <w:rPr>
                <w:rFonts w:ascii="Times New Roman" w:hAnsi="Times New Roman"/>
              </w:rPr>
              <w:t xml:space="preserve"> Sp. z o.o. </w:t>
            </w:r>
            <w:r w:rsidRPr="00F9457E">
              <w:rPr>
                <w:rFonts w:ascii="Times New Roman" w:hAnsi="Times New Roman"/>
              </w:rPr>
              <w:br/>
              <w:t>64-300 Nowy Tomyśl, ul. Tysiąclecia 14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</w:p>
        </w:tc>
        <w:tc>
          <w:tcPr>
            <w:tcW w:w="1491" w:type="dxa"/>
          </w:tcPr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Cena – </w:t>
            </w:r>
            <w:r>
              <w:rPr>
                <w:rFonts w:ascii="Times New Roman" w:hAnsi="Times New Roman"/>
              </w:rPr>
              <w:t>58,05</w:t>
            </w:r>
          </w:p>
          <w:p w:rsidR="00711E4B" w:rsidRPr="00F9457E" w:rsidRDefault="00711E4B" w:rsidP="00942180">
            <w:pPr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>Termin dostawy – 5,00</w:t>
            </w:r>
          </w:p>
          <w:p w:rsidR="00711E4B" w:rsidRPr="00F9457E" w:rsidRDefault="00711E4B" w:rsidP="00942180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  <w:r w:rsidRPr="00F9457E">
              <w:rPr>
                <w:rFonts w:ascii="Times New Roman" w:hAnsi="Times New Roman"/>
              </w:rPr>
              <w:t xml:space="preserve">Razem </w:t>
            </w:r>
            <w:r>
              <w:rPr>
                <w:rFonts w:ascii="Times New Roman" w:hAnsi="Times New Roman"/>
              </w:rPr>
              <w:t>63,05</w:t>
            </w:r>
          </w:p>
        </w:tc>
      </w:tr>
    </w:tbl>
    <w:p w:rsidR="00711E4B" w:rsidRPr="00F9457E" w:rsidRDefault="00711E4B" w:rsidP="00711E4B">
      <w:pPr>
        <w:rPr>
          <w:rFonts w:ascii="Times New Roman" w:hAnsi="Times New Roman"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>Na podstawie oceny spełniania warunków w postępowaniu oraz kryterium oceny ofert dokonano wyboru oferty nr</w:t>
      </w:r>
      <w:r w:rsidRPr="00F9457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3</w:t>
      </w:r>
      <w:r w:rsidRPr="00F9457E">
        <w:rPr>
          <w:rFonts w:ascii="Times New Roman" w:hAnsi="Times New Roman"/>
          <w:b/>
        </w:rPr>
        <w:t xml:space="preserve"> </w:t>
      </w:r>
      <w:proofErr w:type="spellStart"/>
      <w:r w:rsidRPr="00F8644C">
        <w:rPr>
          <w:rFonts w:ascii="Times New Roman" w:hAnsi="Times New Roman"/>
          <w:color w:val="000000"/>
        </w:rPr>
        <w:t>Billmed</w:t>
      </w:r>
      <w:proofErr w:type="spellEnd"/>
      <w:r w:rsidRPr="00F8644C">
        <w:rPr>
          <w:rFonts w:ascii="Times New Roman" w:hAnsi="Times New Roman"/>
          <w:color w:val="000000"/>
        </w:rPr>
        <w:t xml:space="preserve"> Sp. z o.o. 04-082 Warszawa, ul. </w:t>
      </w:r>
      <w:proofErr w:type="spellStart"/>
      <w:r w:rsidRPr="00F8644C">
        <w:rPr>
          <w:rFonts w:ascii="Times New Roman" w:hAnsi="Times New Roman"/>
          <w:color w:val="000000"/>
        </w:rPr>
        <w:t>Krypska</w:t>
      </w:r>
      <w:proofErr w:type="spellEnd"/>
      <w:r w:rsidRPr="00F8644C">
        <w:rPr>
          <w:rFonts w:ascii="Times New Roman" w:hAnsi="Times New Roman"/>
          <w:color w:val="000000"/>
        </w:rPr>
        <w:t xml:space="preserve"> 24/1</w:t>
      </w:r>
      <w:r w:rsidRPr="00F9457E">
        <w:rPr>
          <w:rFonts w:ascii="Times New Roman" w:hAnsi="Times New Roman"/>
        </w:rPr>
        <w:t xml:space="preserve"> </w:t>
      </w:r>
      <w:r w:rsidRPr="00F9457E">
        <w:rPr>
          <w:rFonts w:ascii="Tahoma" w:hAnsi="Tahoma" w:cs="Tahoma"/>
          <w:b/>
          <w:bCs/>
        </w:rPr>
        <w:t>jako najkorzystniejszej oferty.</w:t>
      </w:r>
    </w:p>
    <w:p w:rsidR="00711E4B" w:rsidRPr="00F9457E" w:rsidRDefault="00711E4B" w:rsidP="00711E4B">
      <w:pPr>
        <w:rPr>
          <w:rFonts w:ascii="Times New Roman" w:hAnsi="Times New Roman"/>
          <w:b/>
        </w:rPr>
      </w:pPr>
    </w:p>
    <w:p w:rsidR="00711E4B" w:rsidRPr="00F9457E" w:rsidRDefault="00711E4B" w:rsidP="00711E4B">
      <w:pPr>
        <w:rPr>
          <w:rFonts w:ascii="Times New Roman" w:hAnsi="Times New Roman"/>
        </w:rPr>
      </w:pPr>
      <w:r w:rsidRPr="00F9457E">
        <w:rPr>
          <w:rFonts w:ascii="Times New Roman" w:hAnsi="Times New Roman"/>
        </w:rPr>
        <w:t xml:space="preserve">Unieważnienie na podstawie art. 93 ust. 1 pkt 1 ustawy </w:t>
      </w:r>
      <w:proofErr w:type="spellStart"/>
      <w:r w:rsidRPr="00F9457E">
        <w:rPr>
          <w:rFonts w:ascii="Times New Roman" w:hAnsi="Times New Roman"/>
        </w:rPr>
        <w:t>Pzp</w:t>
      </w:r>
      <w:proofErr w:type="spellEnd"/>
      <w:r w:rsidRPr="00F9457E">
        <w:rPr>
          <w:rFonts w:ascii="Times New Roman" w:hAnsi="Times New Roman"/>
        </w:rPr>
        <w:t xml:space="preserve"> - nie złożono żadnej oferty niepodlegającej odrzuceniu następujących pakietów : </w:t>
      </w:r>
      <w:r>
        <w:rPr>
          <w:rFonts w:ascii="Times New Roman" w:hAnsi="Times New Roman"/>
        </w:rPr>
        <w:t>3, 4, 7, 8</w:t>
      </w:r>
      <w:r w:rsidRPr="00F9457E">
        <w:rPr>
          <w:rFonts w:ascii="Times New Roman" w:hAnsi="Times New Roman"/>
        </w:rPr>
        <w:t xml:space="preserve"> .</w:t>
      </w:r>
    </w:p>
    <w:p w:rsidR="00711E4B" w:rsidRPr="00F9457E" w:rsidRDefault="00711E4B" w:rsidP="00711E4B">
      <w:pPr>
        <w:rPr>
          <w:rFonts w:ascii="Times New Roman" w:hAnsi="Times New Roman"/>
        </w:rPr>
      </w:pPr>
    </w:p>
    <w:p w:rsidR="00711E4B" w:rsidRDefault="00711E4B" w:rsidP="00711E4B">
      <w:pPr>
        <w:rPr>
          <w:rFonts w:ascii="Times New Roman" w:hAnsi="Times New Roman"/>
        </w:rPr>
      </w:pPr>
    </w:p>
    <w:p w:rsidR="00D65207" w:rsidRPr="00881F87" w:rsidRDefault="00881F87" w:rsidP="00D65207">
      <w:pPr>
        <w:suppressAutoHyphens w:val="0"/>
        <w:rPr>
          <w:rFonts w:ascii="Times New Roman" w:hAnsi="Times New Roman"/>
          <w:lang w:eastAsia="pl-PL"/>
        </w:rPr>
      </w:pPr>
      <w:r w:rsidRPr="00881F87">
        <w:rPr>
          <w:rFonts w:ascii="Times New Roman" w:hAnsi="Times New Roman"/>
          <w:lang w:eastAsia="pl-PL"/>
        </w:rPr>
        <w:t xml:space="preserve">Umowy zostaną </w:t>
      </w:r>
      <w:r w:rsidR="00711E4B">
        <w:rPr>
          <w:rFonts w:ascii="Times New Roman" w:hAnsi="Times New Roman"/>
          <w:lang w:eastAsia="pl-PL"/>
        </w:rPr>
        <w:t>podpisane w dniu 23.02</w:t>
      </w:r>
      <w:r>
        <w:rPr>
          <w:rFonts w:ascii="Times New Roman" w:hAnsi="Times New Roman"/>
          <w:lang w:eastAsia="pl-PL"/>
        </w:rPr>
        <w:t>.2016</w:t>
      </w:r>
      <w:r w:rsidRPr="00881F87">
        <w:rPr>
          <w:rFonts w:ascii="Times New Roman" w:hAnsi="Times New Roman"/>
          <w:lang w:eastAsia="pl-PL"/>
        </w:rPr>
        <w:t xml:space="preserve"> r. w siedzibie Zamawiającego.</w:t>
      </w:r>
    </w:p>
    <w:p w:rsidR="00447202" w:rsidRDefault="00890A88" w:rsidP="00447202">
      <w:pPr>
        <w:pStyle w:val="Bezodstpw"/>
        <w:ind w:left="5812"/>
      </w:pPr>
      <w:r w:rsidRPr="00250649">
        <w:t xml:space="preserve">             </w:t>
      </w:r>
    </w:p>
    <w:p w:rsidR="008B0990" w:rsidRPr="00A80138" w:rsidRDefault="008B0990" w:rsidP="008B0990">
      <w:pPr>
        <w:ind w:left="5812"/>
        <w:rPr>
          <w:lang w:val="en-US"/>
        </w:rPr>
      </w:pPr>
    </w:p>
    <w:p w:rsidR="00711E4B" w:rsidRPr="00C0256E" w:rsidRDefault="00711E4B" w:rsidP="00711E4B">
      <w:pPr>
        <w:pStyle w:val="Bezodstpw"/>
        <w:ind w:left="5812"/>
        <w:rPr>
          <w:lang w:val="en-US"/>
        </w:rPr>
      </w:pPr>
    </w:p>
    <w:p w:rsidR="00711E4B" w:rsidRPr="00A80138" w:rsidRDefault="00711E4B" w:rsidP="00711E4B">
      <w:r>
        <w:t xml:space="preserve">                                                                                          </w:t>
      </w:r>
      <w:r w:rsidRPr="00A80138">
        <w:t xml:space="preserve"> Dyrektor                                                                                                                                                                                     </w:t>
      </w:r>
    </w:p>
    <w:p w:rsidR="00711E4B" w:rsidRPr="00A80138" w:rsidRDefault="00711E4B" w:rsidP="00711E4B">
      <w:pPr>
        <w:spacing w:after="120"/>
        <w:rPr>
          <w:rFonts w:ascii="Times New Roman" w:hAnsi="Times New Roman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       SP ZOZ MSW w Łodzi</w:t>
      </w:r>
    </w:p>
    <w:p w:rsidR="00711E4B" w:rsidRPr="00A80138" w:rsidRDefault="00711E4B" w:rsidP="00711E4B">
      <w:pPr>
        <w:spacing w:after="120"/>
        <w:rPr>
          <w:lang w:val="en-US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dr n. med. </w:t>
      </w:r>
      <w:r w:rsidRPr="00A80138">
        <w:rPr>
          <w:rFonts w:ascii="Times New Roman" w:hAnsi="Times New Roman"/>
          <w:lang w:val="en-US"/>
        </w:rPr>
        <w:t xml:space="preserve">Robert </w:t>
      </w:r>
      <w:proofErr w:type="spellStart"/>
      <w:r w:rsidRPr="00A80138">
        <w:rPr>
          <w:rFonts w:ascii="Times New Roman" w:hAnsi="Times New Roman"/>
          <w:lang w:val="en-US"/>
        </w:rPr>
        <w:t>Starzec</w:t>
      </w:r>
      <w:proofErr w:type="spellEnd"/>
      <w:r w:rsidRPr="00A80138">
        <w:rPr>
          <w:rFonts w:ascii="Times New Roman" w:hAnsi="Times New Roman"/>
          <w:lang w:val="en-US"/>
        </w:rPr>
        <w:t xml:space="preserve">, MBA      </w:t>
      </w:r>
      <w:r w:rsidRPr="00A80138">
        <w:rPr>
          <w:rFonts w:ascii="Times New Roman" w:hAnsi="Times New Roman"/>
          <w:sz w:val="24"/>
          <w:szCs w:val="24"/>
        </w:rPr>
        <w:t xml:space="preserve">                   </w:t>
      </w:r>
    </w:p>
    <w:p w:rsidR="00711E4B" w:rsidRPr="00A80138" w:rsidRDefault="00711E4B" w:rsidP="00711E4B">
      <w:pPr>
        <w:ind w:left="5812"/>
        <w:rPr>
          <w:lang w:val="en-US"/>
        </w:rPr>
      </w:pPr>
      <w:r w:rsidRPr="00A80138">
        <w:t xml:space="preserve">                                                                                                                                                                                     </w:t>
      </w:r>
    </w:p>
    <w:p w:rsidR="00447202" w:rsidRDefault="00447202" w:rsidP="00447202">
      <w:pPr>
        <w:pStyle w:val="Bezodstpw"/>
        <w:ind w:left="5812"/>
      </w:pPr>
    </w:p>
    <w:sectPr w:rsidR="00447202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94" w:rsidRDefault="002A3694">
      <w:r>
        <w:separator/>
      </w:r>
    </w:p>
  </w:endnote>
  <w:endnote w:type="continuationSeparator" w:id="0">
    <w:p w:rsidR="002A3694" w:rsidRDefault="002A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9E7" w:rsidRDefault="00412BA5">
    <w:pPr>
      <w:pStyle w:val="Stopka"/>
      <w:jc w:val="right"/>
    </w:pPr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81F602" wp14:editId="6BC78DD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33745" cy="412115"/>
              <wp:effectExtent l="0" t="0" r="0" b="6985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3745" cy="412115"/>
                        <a:chOff x="1303" y="13050"/>
                        <a:chExt cx="9187" cy="649"/>
                      </a:xfrm>
                    </wpg:grpSpPr>
                    <wpg:grpSp>
                      <wpg:cNvPr id="12" name="Group 13"/>
                      <wpg:cNvGrpSpPr>
                        <a:grpSpLocks/>
                      </wpg:cNvGrpSpPr>
                      <wpg:grpSpPr bwMode="auto">
                        <a:xfrm>
                          <a:off x="1303" y="13050"/>
                          <a:ext cx="4134" cy="649"/>
                          <a:chOff x="1069" y="13050"/>
                          <a:chExt cx="4134" cy="649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iso_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9" y="13050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5" descr="OHS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9" y="13050"/>
                            <a:ext cx="1314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6" descr="iso-14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9" y="13054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6" name="Picture 17" descr="71_MSW Lodz_logo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0" y="13050"/>
                          <a:ext cx="669" cy="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17" name="Group 18"/>
                      <wpg:cNvGrpSpPr>
                        <a:grpSpLocks/>
                      </wpg:cNvGrpSpPr>
                      <wpg:grpSpPr bwMode="auto">
                        <a:xfrm>
                          <a:off x="6585" y="13090"/>
                          <a:ext cx="3905" cy="508"/>
                          <a:chOff x="6378" y="13090"/>
                          <a:chExt cx="3905" cy="508"/>
                        </a:xfrm>
                      </wpg:grpSpPr>
                      <pic:pic xmlns:pic="http://schemas.openxmlformats.org/drawingml/2006/picture">
                        <pic:nvPicPr>
                          <pic:cNvPr id="18" name="Picture 19" descr="EUROCERTYFIK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6" y="13143"/>
                            <a:ext cx="629" cy="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20" descr="C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1" y="13135"/>
                            <a:ext cx="1582" cy="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1" descr="SBB_logo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8" y="13090"/>
                            <a:ext cx="1060" cy="4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534026" id="Group 12" o:spid="_x0000_s1026" style="position:absolute;margin-left:0;margin-top:-.05pt;width:459.35pt;height:32.45pt;z-index:251659264" coordorigin="1303,13050" coordsize="9187,64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">
              <v:group id="Group 13" o:spid="_x0000_s1027" style="position:absolute;left:1303;top:13050;width:4134;height:649" coordorigin="1069,13050" coordsize="4134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iso_9001" style="position:absolute;left:2479;top:13050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McIXBAAAA2wAAAA8AAABkcnMvZG93bnJldi54bWxET02LwjAQvQv7H8Is7E1TKyxajSJFwRVE&#10;7C54HZqxLTaT0kSt++uNIHibx/uc2aIztbhS6yrLCoaDCARxbnXFhYK/33V/DMJ5ZI21ZVJwJweL&#10;+Udvhom2Nz7QNfOFCCHsElRQet8kUrq8JINuYBviwJ1sa9AH2BZSt3gL4aaWcRR9S4MVh4YSG0pL&#10;ys/ZxShY1fHI/h/3ZLf3NPvxh922qCZKfX12yykIT51/i1/ujQ7zR/D8JRwg5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McIXBAAAA2wAAAA8AAAAAAAAAAAAAAAAAnwIA&#10;AGRycy9kb3ducmV2LnhtbFBLBQYAAAAABAAEAPcAAACNAwAAAAA=&#10;">
                  <v:imagedata r:id="rId8" o:title="iso_9001"/>
                </v:shape>
                <v:shape id="Picture 15" o:spid="_x0000_s1029" type="#_x0000_t75" alt="OHSAS" style="position:absolute;left:3889;top:13050;width:1314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Aa6zAAAAA2wAAAA8AAABkcnMvZG93bnJldi54bWxET0uLwjAQvgv7H8Is7E1TZRWppqLCwl56&#10;8HHQ25CMbWkzKU1W23+/EQRv8/E9Z73pbSPu1PnKsYLpJAFBrJ2puFBwPv2MlyB8QDbYOCYFA3nY&#10;ZB+jNabGPfhA92MoRAxhn6KCMoQ2ldLrkiz6iWuJI3dzncUQYVdI0+EjhttGzpJkIS1WHBtKbGlf&#10;kq6Pf1ZBfi32nvR0ruc7X9X5kONwCUp9ffbbFYhAfXiLX+5fE+d/w/OXeIDM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4BrrMAAAADbAAAADwAAAAAAAAAAAAAAAACfAgAA&#10;ZHJzL2Rvd25yZXYueG1sUEsFBgAAAAAEAAQA9wAAAIwDAAAAAA==&#10;">
                  <v:imagedata r:id="rId9" o:title="OHSAS" cropright="4462f"/>
                </v:shape>
                <v:shape id="Picture 16" o:spid="_x0000_s1030" type="#_x0000_t75" alt="iso-14001" style="position:absolute;left:1069;top:13054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xzw3CAAAA2wAAAA8AAABkcnMvZG93bnJldi54bWxET01rwkAQvQv9D8sUepG6aSBiYzZSFKG9&#10;VVMK3obsmASzsyG76vrv3ULB2zze5xSrYHpxodF1lhW8zRIQxLXVHTcKfqrt6wKE88gae8uk4EYO&#10;VuXTpMBc2yvv6LL3jYgh7HJU0Ho/5FK6uiWDbmYH4sgd7WjQRzg2Uo94jeGml2mSzKXBjmNDiwOt&#10;W6pP+7NRUK3lZjFPzW+1/f46hDDN3tMqU+rlOXwsQXgK/iH+d3/qOD+Dv1/iAbK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cc8NwgAAANsAAAAPAAAAAAAAAAAAAAAAAJ8C&#10;AABkcnMvZG93bnJldi54bWxQSwUGAAAAAAQABAD3AAAAjgMAAAAA&#10;">
                  <v:imagedata r:id="rId10" o:title="iso-14001"/>
                </v:shape>
              </v:group>
              <v:shape id="Picture 17" o:spid="_x0000_s1031" type="#_x0000_t75" alt="71_MSW Lodz_logo_4" style="position:absolute;left:5650;top:13050;width:669;height: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5q4fBAAAA2wAAAA8AAABkcnMvZG93bnJldi54bWxET0uLwjAQvgv+hzALXmRN9FCkaxRZELxY&#10;fLHnoRnbrs2kNlHr/vqNIHibj+85s0Vna3Gj1leONYxHCgRx7kzFhYbjYfU5BeEDssHaMWl4kIfF&#10;vN+bYWrcnXd024dCxBD2KWooQ2hSKX1ekkU/cg1x5E6utRgibAtpWrzHcFvLiVKJtFhxbCixoe+S&#10;8vP+ajWo3XRjsrpQPyq7/GWnZLj93WZaDz665ReIQF14i1/utYnzE3j+Eg+Q8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L5q4fBAAAA2wAAAA8AAAAAAAAAAAAAAAAAnwIA&#10;AGRycy9kb3ducmV2LnhtbFBLBQYAAAAABAAEAPcAAACNAwAAAAA=&#10;">
                <v:imagedata r:id="rId11" o:title="71_MSW Lodz_logo_4"/>
              </v:shape>
              <v:group id="Group 18" o:spid="_x0000_s1032" style="position:absolute;left:6585;top:13090;width:3905;height:508" coordorigin="6378,13090" coordsize="3905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Picture 19" o:spid="_x0000_s1033" type="#_x0000_t75" alt="EUROCERTYFIKAT" style="position:absolute;left:7736;top:13143;width:629;height:4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Qz0zBAAAA2wAAAA8AAABkcnMvZG93bnJldi54bWxEj0FrwzAMhe+D/QejwW6rs8JGyeqWdlDI&#10;eltSehaxmmSN5WB7Sfbvp0OhN4n39N6n9XZ2vRopxM6zgddFBoq49rbjxsCpOrysQMWEbLH3TAb+&#10;KMJ28/iwxtz6ib9pLFOjJIRjjgbalIZc61i35DAu/EAs2sUHh0nW0GgbcJJw1+tllr1rhx1LQ4sD&#10;fbZUX8tfZyDuKr6co/c/hQ3NcST9tv8ajXl+mncfoBLN6W6+XRdW8AVWfpEB9OY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6Qz0zBAAAA2wAAAA8AAAAAAAAAAAAAAAAAnwIA&#10;AGRycy9kb3ducmV2LnhtbFBLBQYAAAAABAAEAPcAAACNAwAAAAA=&#10;">
                  <v:imagedata r:id="rId12" o:title="EUROCERTYFIKAT"/>
                </v:shape>
                <v:shape id="Picture 20" o:spid="_x0000_s1034" type="#_x0000_t75" alt="CWB" style="position:absolute;left:8701;top:13135;width:1582;height: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CRde/AAAA2wAAAA8AAABkcnMvZG93bnJldi54bWxET82KwjAQvgv7DmEEb5rqQbRrWhZBWEEW&#10;rD7A0Mw2ZZNJaaKtb28WBG/z8f3OrhydFXfqQ+tZwXKRgSCuvW65UXC9HOYbECEia7SeScGDApTF&#10;x2SHufYDn+lexUakEA45KjAxdrmUoTbkMCx8R5y4X987jAn2jdQ9DincWbnKsrV02HJqMNjR3lD9&#10;V92cgovU5pENttoPR304tWbzc7O1UrPp+PUJItIY3+KX+1un+Vv4/yUdII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4wkXXvwAAANsAAAAPAAAAAAAAAAAAAAAAAJ8CAABk&#10;cnMvZG93bnJldi54bWxQSwUGAAAAAAQABAD3AAAAiwMAAAAA&#10;">
                  <v:imagedata r:id="rId13" o:title="CWB"/>
                </v:shape>
                <v:shape id="Picture 21" o:spid="_x0000_s1035" type="#_x0000_t75" alt="SBB_logoBW" style="position:absolute;left:6378;top:13090;width:1060;height:4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Ckk3AAAAA2wAAAA8AAABkcnMvZG93bnJldi54bWxET8uKwjAU3Q/MP4Q74G5M7WIYqlHEFwMO&#10;gnVgtpfmmlabm5JErX9vFoLLw3lPZr1txZV8aBwrGA0zEMSV0w0bBX+H9ec3iBCRNbaOScGdAsym&#10;728TLLS78Z6uZTQihXAoUEEdY1dIGaqaLIah64gTd3TeYkzQG6k93lK4bWWeZV/SYsOpocaOFjVV&#10;5/JiFazW2dHvyqXZ/Z62+8t5Y/J/mis1+OjnYxCR+vgSP90/WkGe1qcv6QfI6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KSTcAAAADbAAAADwAAAAAAAAAAAAAAAACfAgAA&#10;ZHJzL2Rvd25yZXYueG1sUEsFBgAAAAAEAAQA9wAAAIwDAAAAAA==&#10;">
                  <v:imagedata r:id="rId14" o:title="SBB_logoBW"/>
                </v:shape>
              </v:group>
            </v:group>
          </w:pict>
        </mc:Fallback>
      </mc:AlternateContent>
    </w:r>
    <w:r w:rsidR="00CC79E7">
      <w:fldChar w:fldCharType="begin"/>
    </w:r>
    <w:r w:rsidR="00CC79E7">
      <w:instrText>PAGE   \* MERGEFORMAT</w:instrText>
    </w:r>
    <w:r w:rsidR="00CC79E7">
      <w:fldChar w:fldCharType="separate"/>
    </w:r>
    <w:r w:rsidR="006E344E">
      <w:rPr>
        <w:noProof/>
      </w:rPr>
      <w:t>2</w:t>
    </w:r>
    <w:r w:rsidR="00CC79E7">
      <w:fldChar w:fldCharType="end"/>
    </w:r>
  </w:p>
  <w:p w:rsidR="00CC79E7" w:rsidRDefault="00CC79E7" w:rsidP="00FA1B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94" w:rsidRDefault="002A3694">
      <w:r>
        <w:separator/>
      </w:r>
    </w:p>
  </w:footnote>
  <w:footnote w:type="continuationSeparator" w:id="0">
    <w:p w:rsidR="002A3694" w:rsidRDefault="002A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CC79E7">
      <w:trPr>
        <w:trHeight w:val="1850"/>
      </w:trPr>
      <w:tc>
        <w:tcPr>
          <w:tcW w:w="2031" w:type="dxa"/>
          <w:shd w:val="clear" w:color="auto" w:fill="auto"/>
        </w:tcPr>
        <w:p w:rsidR="00CC79E7" w:rsidRDefault="00CC79E7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CC79E7" w:rsidRPr="00EC0565" w:rsidRDefault="00CC79E7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CC79E7" w:rsidRPr="00EC0565" w:rsidRDefault="00CC79E7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CC79E7" w:rsidRPr="00723F93" w:rsidRDefault="00CC79E7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CC79E7" w:rsidRPr="00723F93" w:rsidRDefault="00CC79E7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CC79E7" w:rsidRDefault="00CC79E7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CC79E7" w:rsidRDefault="00CC79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23"/>
    <w:rsid w:val="00020527"/>
    <w:rsid w:val="0005602D"/>
    <w:rsid w:val="00080893"/>
    <w:rsid w:val="000920CD"/>
    <w:rsid w:val="00095795"/>
    <w:rsid w:val="00096F70"/>
    <w:rsid w:val="000C38BF"/>
    <w:rsid w:val="00105876"/>
    <w:rsid w:val="0010627C"/>
    <w:rsid w:val="001101F9"/>
    <w:rsid w:val="00122339"/>
    <w:rsid w:val="00122B5D"/>
    <w:rsid w:val="001303F8"/>
    <w:rsid w:val="00134771"/>
    <w:rsid w:val="00135E1B"/>
    <w:rsid w:val="001379DC"/>
    <w:rsid w:val="00171696"/>
    <w:rsid w:val="00192379"/>
    <w:rsid w:val="001A6534"/>
    <w:rsid w:val="001F2D4D"/>
    <w:rsid w:val="001F2D4F"/>
    <w:rsid w:val="00206571"/>
    <w:rsid w:val="00211D3C"/>
    <w:rsid w:val="002206E7"/>
    <w:rsid w:val="00225EC0"/>
    <w:rsid w:val="00232D45"/>
    <w:rsid w:val="002466A9"/>
    <w:rsid w:val="00250649"/>
    <w:rsid w:val="002711A7"/>
    <w:rsid w:val="00275229"/>
    <w:rsid w:val="00284D38"/>
    <w:rsid w:val="002A3694"/>
    <w:rsid w:val="002B1F84"/>
    <w:rsid w:val="0031195E"/>
    <w:rsid w:val="00315C0E"/>
    <w:rsid w:val="003745C4"/>
    <w:rsid w:val="003B33AF"/>
    <w:rsid w:val="003B6E84"/>
    <w:rsid w:val="003D1A6F"/>
    <w:rsid w:val="003E1B7C"/>
    <w:rsid w:val="003F2AE3"/>
    <w:rsid w:val="003F40D2"/>
    <w:rsid w:val="003F6C64"/>
    <w:rsid w:val="003F772D"/>
    <w:rsid w:val="004062B8"/>
    <w:rsid w:val="00412BA5"/>
    <w:rsid w:val="00424905"/>
    <w:rsid w:val="00447202"/>
    <w:rsid w:val="00451E53"/>
    <w:rsid w:val="00467FA6"/>
    <w:rsid w:val="0047256D"/>
    <w:rsid w:val="004727C0"/>
    <w:rsid w:val="0048754D"/>
    <w:rsid w:val="00487751"/>
    <w:rsid w:val="00495363"/>
    <w:rsid w:val="004A56AC"/>
    <w:rsid w:val="004B4A14"/>
    <w:rsid w:val="004C08BD"/>
    <w:rsid w:val="004D178B"/>
    <w:rsid w:val="004D65D5"/>
    <w:rsid w:val="004E0FF8"/>
    <w:rsid w:val="00515752"/>
    <w:rsid w:val="005220CE"/>
    <w:rsid w:val="00525191"/>
    <w:rsid w:val="00565A84"/>
    <w:rsid w:val="00583B74"/>
    <w:rsid w:val="00590170"/>
    <w:rsid w:val="005A1E48"/>
    <w:rsid w:val="005A7FDD"/>
    <w:rsid w:val="005B1E0A"/>
    <w:rsid w:val="005E0642"/>
    <w:rsid w:val="00617572"/>
    <w:rsid w:val="0062770A"/>
    <w:rsid w:val="006418CE"/>
    <w:rsid w:val="006418FF"/>
    <w:rsid w:val="00683CA1"/>
    <w:rsid w:val="00697B96"/>
    <w:rsid w:val="006A3E40"/>
    <w:rsid w:val="006A6FDE"/>
    <w:rsid w:val="006D6C7E"/>
    <w:rsid w:val="006E344E"/>
    <w:rsid w:val="006E631A"/>
    <w:rsid w:val="00700B15"/>
    <w:rsid w:val="00710A5E"/>
    <w:rsid w:val="00711E4B"/>
    <w:rsid w:val="007213D2"/>
    <w:rsid w:val="00734498"/>
    <w:rsid w:val="00745581"/>
    <w:rsid w:val="00785373"/>
    <w:rsid w:val="00795831"/>
    <w:rsid w:val="007D7A02"/>
    <w:rsid w:val="007E12E1"/>
    <w:rsid w:val="00801AE6"/>
    <w:rsid w:val="008322F7"/>
    <w:rsid w:val="008677EF"/>
    <w:rsid w:val="00881F87"/>
    <w:rsid w:val="00890A88"/>
    <w:rsid w:val="00897D59"/>
    <w:rsid w:val="008A48E1"/>
    <w:rsid w:val="008A60D8"/>
    <w:rsid w:val="008B0990"/>
    <w:rsid w:val="008B0A0B"/>
    <w:rsid w:val="008C0116"/>
    <w:rsid w:val="00910D91"/>
    <w:rsid w:val="00927B91"/>
    <w:rsid w:val="00935599"/>
    <w:rsid w:val="00937883"/>
    <w:rsid w:val="009436C8"/>
    <w:rsid w:val="00945717"/>
    <w:rsid w:val="00946940"/>
    <w:rsid w:val="00965FB9"/>
    <w:rsid w:val="009969A4"/>
    <w:rsid w:val="009B6FF0"/>
    <w:rsid w:val="009C568A"/>
    <w:rsid w:val="00A079D0"/>
    <w:rsid w:val="00A155CA"/>
    <w:rsid w:val="00A520D4"/>
    <w:rsid w:val="00A6134E"/>
    <w:rsid w:val="00A72A54"/>
    <w:rsid w:val="00A74480"/>
    <w:rsid w:val="00A80138"/>
    <w:rsid w:val="00A85D3F"/>
    <w:rsid w:val="00A901C4"/>
    <w:rsid w:val="00A903E6"/>
    <w:rsid w:val="00A924B1"/>
    <w:rsid w:val="00A94BEC"/>
    <w:rsid w:val="00AA044E"/>
    <w:rsid w:val="00AA480A"/>
    <w:rsid w:val="00AB4323"/>
    <w:rsid w:val="00AD6A5C"/>
    <w:rsid w:val="00B0252C"/>
    <w:rsid w:val="00B145C5"/>
    <w:rsid w:val="00B20EF7"/>
    <w:rsid w:val="00B22F26"/>
    <w:rsid w:val="00B25FF3"/>
    <w:rsid w:val="00B318FC"/>
    <w:rsid w:val="00B35384"/>
    <w:rsid w:val="00B3578D"/>
    <w:rsid w:val="00B41683"/>
    <w:rsid w:val="00B41BF8"/>
    <w:rsid w:val="00B5058E"/>
    <w:rsid w:val="00B55F1B"/>
    <w:rsid w:val="00B61FF8"/>
    <w:rsid w:val="00B749E5"/>
    <w:rsid w:val="00B86E76"/>
    <w:rsid w:val="00B870C6"/>
    <w:rsid w:val="00BA554B"/>
    <w:rsid w:val="00BA5A7C"/>
    <w:rsid w:val="00BA637B"/>
    <w:rsid w:val="00BB47BF"/>
    <w:rsid w:val="00BB74D6"/>
    <w:rsid w:val="00C0256E"/>
    <w:rsid w:val="00C12865"/>
    <w:rsid w:val="00C2648F"/>
    <w:rsid w:val="00C655C4"/>
    <w:rsid w:val="00C90030"/>
    <w:rsid w:val="00CB05A2"/>
    <w:rsid w:val="00CC79E7"/>
    <w:rsid w:val="00CE4B34"/>
    <w:rsid w:val="00D23657"/>
    <w:rsid w:val="00D42727"/>
    <w:rsid w:val="00D65207"/>
    <w:rsid w:val="00D831F3"/>
    <w:rsid w:val="00DB137A"/>
    <w:rsid w:val="00DC470A"/>
    <w:rsid w:val="00DC501A"/>
    <w:rsid w:val="00DC6731"/>
    <w:rsid w:val="00DE7662"/>
    <w:rsid w:val="00DE77AB"/>
    <w:rsid w:val="00E0467E"/>
    <w:rsid w:val="00E16006"/>
    <w:rsid w:val="00E16CDA"/>
    <w:rsid w:val="00E27D2E"/>
    <w:rsid w:val="00E531E0"/>
    <w:rsid w:val="00E535D1"/>
    <w:rsid w:val="00E77818"/>
    <w:rsid w:val="00EC0565"/>
    <w:rsid w:val="00EE7299"/>
    <w:rsid w:val="00F02A78"/>
    <w:rsid w:val="00F06440"/>
    <w:rsid w:val="00F249DB"/>
    <w:rsid w:val="00F3621A"/>
    <w:rsid w:val="00F637FA"/>
    <w:rsid w:val="00F64E33"/>
    <w:rsid w:val="00F77920"/>
    <w:rsid w:val="00FA1B86"/>
    <w:rsid w:val="00FA5526"/>
    <w:rsid w:val="00FD499E"/>
    <w:rsid w:val="00FE521C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FE80FA7-BE08-459C-8490-1364B4C6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3B74"/>
    <w:rPr>
      <w:b/>
      <w:bCs/>
      <w:sz w:val="32"/>
      <w:szCs w:val="24"/>
      <w:lang w:eastAsia="ar-SA"/>
    </w:rPr>
  </w:style>
  <w:style w:type="character" w:customStyle="1" w:styleId="Nagwek2Znak">
    <w:name w:val="Nagłówek 2 Znak"/>
    <w:link w:val="Nagwek2"/>
    <w:rsid w:val="00583B74"/>
    <w:rPr>
      <w:b/>
      <w:bCs/>
      <w:sz w:val="32"/>
      <w:szCs w:val="24"/>
      <w:lang w:eastAsia="ar-SA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rsid w:val="00583B74"/>
    <w:rPr>
      <w:rFonts w:ascii="Trebuchet MS" w:hAnsi="Trebuchet MS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3B74"/>
    <w:rPr>
      <w:rFonts w:ascii="Trebuchet MS" w:hAnsi="Trebuchet MS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683C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83B74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83B74"/>
    <w:rPr>
      <w:rFonts w:ascii="Trebuchet MS" w:hAnsi="Trebuchet MS"/>
      <w:lang w:eastAsia="ar-SA"/>
    </w:r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83B74"/>
    <w:rPr>
      <w:rFonts w:ascii="Arial" w:hAnsi="Arial"/>
      <w:sz w:val="24"/>
      <w:szCs w:val="24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D499E"/>
  </w:style>
  <w:style w:type="paragraph" w:styleId="Bezodstpw">
    <w:name w:val="No Spacing"/>
    <w:uiPriority w:val="1"/>
    <w:qFormat/>
    <w:rsid w:val="00250649"/>
    <w:pPr>
      <w:suppressAutoHyphens/>
    </w:pPr>
    <w:rPr>
      <w:rFonts w:ascii="Trebuchet MS" w:hAnsi="Trebuchet MS"/>
      <w:lang w:eastAsia="ar-SA"/>
    </w:rPr>
  </w:style>
  <w:style w:type="numbering" w:customStyle="1" w:styleId="Bezlisty2">
    <w:name w:val="Bez listy2"/>
    <w:next w:val="Bezlisty"/>
    <w:semiHidden/>
    <w:unhideWhenUsed/>
    <w:rsid w:val="00D65207"/>
  </w:style>
  <w:style w:type="character" w:styleId="Odwoaniedokomentarza">
    <w:name w:val="annotation reference"/>
    <w:rsid w:val="00D652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65207"/>
    <w:pPr>
      <w:suppressAutoHyphens w:val="0"/>
    </w:pPr>
    <w:rPr>
      <w:rFonts w:ascii="Arial" w:hAnsi="Arial"/>
      <w:lang w:eastAsia="pl-PL"/>
    </w:rPr>
  </w:style>
  <w:style w:type="character" w:customStyle="1" w:styleId="TekstkomentarzaZnak">
    <w:name w:val="Tekst komentarza Znak"/>
    <w:link w:val="Tekstkomentarza"/>
    <w:rsid w:val="00D6520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65207"/>
    <w:rPr>
      <w:b/>
      <w:bCs/>
    </w:rPr>
  </w:style>
  <w:style w:type="character" w:customStyle="1" w:styleId="TematkomentarzaZnak">
    <w:name w:val="Temat komentarza Znak"/>
    <w:link w:val="Tematkomentarza"/>
    <w:rsid w:val="00D6520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13" Type="http://schemas.openxmlformats.org/officeDocument/2006/relationships/image" Target="media/image14.pn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12" Type="http://schemas.openxmlformats.org/officeDocument/2006/relationships/image" Target="media/image13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jpeg"/><Relationship Id="rId10" Type="http://schemas.openxmlformats.org/officeDocument/2006/relationships/image" Target="media/image11.jpeg"/><Relationship Id="rId4" Type="http://schemas.openxmlformats.org/officeDocument/2006/relationships/image" Target="media/image5.png"/><Relationship Id="rId9" Type="http://schemas.openxmlformats.org/officeDocument/2006/relationships/image" Target="media/image10.jpeg"/><Relationship Id="rId14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Jednoraz&#243;wka%202015\informacja%20o%20wyborze%20-%20sprostowa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sprostowanie</Template>
  <TotalTime>100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subject/>
  <dc:creator>user</dc:creator>
  <cp:keywords/>
  <cp:lastModifiedBy>user</cp:lastModifiedBy>
  <cp:revision>13</cp:revision>
  <cp:lastPrinted>2016-02-16T09:33:00Z</cp:lastPrinted>
  <dcterms:created xsi:type="dcterms:W3CDTF">2015-11-30T12:43:00Z</dcterms:created>
  <dcterms:modified xsi:type="dcterms:W3CDTF">2016-02-16T13:51:00Z</dcterms:modified>
</cp:coreProperties>
</file>