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5D5" w:rsidRPr="00BB74D6" w:rsidRDefault="00342252" w:rsidP="00BB74D6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ZP.2375.9.2015.JC:17</w:t>
      </w:r>
      <w:r w:rsidR="00447202">
        <w:rPr>
          <w:rFonts w:ascii="Times New Roman" w:hAnsi="Times New Roman"/>
          <w:sz w:val="24"/>
          <w:szCs w:val="24"/>
        </w:rPr>
        <w:t xml:space="preserve"> </w:t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647AAF">
        <w:rPr>
          <w:rFonts w:ascii="Times New Roman" w:hAnsi="Times New Roman"/>
          <w:sz w:val="24"/>
          <w:szCs w:val="24"/>
        </w:rPr>
        <w:t xml:space="preserve">   </w:t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83B74">
        <w:rPr>
          <w:rFonts w:ascii="Times New Roman" w:hAnsi="Times New Roman"/>
          <w:sz w:val="24"/>
          <w:szCs w:val="24"/>
        </w:rPr>
        <w:t xml:space="preserve">   </w:t>
      </w:r>
      <w:r w:rsidR="002466A9">
        <w:rPr>
          <w:rFonts w:ascii="Times New Roman" w:hAnsi="Times New Roman"/>
          <w:sz w:val="24"/>
          <w:szCs w:val="24"/>
        </w:rPr>
        <w:t xml:space="preserve">           </w:t>
      </w:r>
      <w:r w:rsidR="00647A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FE521C">
        <w:rPr>
          <w:rFonts w:ascii="Times New Roman" w:hAnsi="Times New Roman"/>
          <w:sz w:val="24"/>
          <w:szCs w:val="24"/>
        </w:rPr>
        <w:t xml:space="preserve">Łódź, dnia </w:t>
      </w:r>
      <w:r w:rsidR="00647AAF">
        <w:rPr>
          <w:rFonts w:ascii="Times New Roman" w:hAnsi="Times New Roman"/>
          <w:sz w:val="24"/>
          <w:szCs w:val="24"/>
        </w:rPr>
        <w:t>26</w:t>
      </w:r>
      <w:r w:rsidR="00BB74D6">
        <w:rPr>
          <w:rFonts w:ascii="Times New Roman" w:hAnsi="Times New Roman"/>
          <w:sz w:val="24"/>
          <w:szCs w:val="24"/>
        </w:rPr>
        <w:t>.10</w:t>
      </w:r>
      <w:r w:rsidR="00FD499E">
        <w:rPr>
          <w:rFonts w:ascii="Times New Roman" w:hAnsi="Times New Roman"/>
          <w:sz w:val="24"/>
          <w:szCs w:val="24"/>
        </w:rPr>
        <w:t xml:space="preserve">.2015 </w:t>
      </w:r>
      <w:r w:rsidR="00897D59">
        <w:rPr>
          <w:rFonts w:ascii="Times New Roman" w:hAnsi="Times New Roman"/>
          <w:sz w:val="24"/>
          <w:szCs w:val="24"/>
        </w:rPr>
        <w:t>r.</w:t>
      </w:r>
    </w:p>
    <w:p w:rsidR="00447202" w:rsidRDefault="00447202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499E" w:rsidRPr="00FD499E" w:rsidRDefault="00FD499E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O WYBORZE OFERTY</w:t>
      </w:r>
      <w:r w:rsidR="00647AAF">
        <w:rPr>
          <w:rFonts w:ascii="Times New Roman" w:hAnsi="Times New Roman"/>
          <w:b/>
          <w:sz w:val="24"/>
          <w:szCs w:val="24"/>
        </w:rPr>
        <w:t xml:space="preserve"> – PAKIET 1</w:t>
      </w:r>
    </w:p>
    <w:p w:rsidR="00447202" w:rsidRPr="00447202" w:rsidRDefault="00447202" w:rsidP="00447202">
      <w:pPr>
        <w:suppressAutoHyphens w:val="0"/>
        <w:rPr>
          <w:rFonts w:ascii="Times New Roman" w:hAnsi="Times New Roman"/>
          <w:lang w:eastAsia="pl-PL"/>
        </w:rPr>
      </w:pPr>
      <w:r w:rsidRPr="00447202">
        <w:rPr>
          <w:rFonts w:ascii="Arial" w:hAnsi="Arial" w:cs="Arial"/>
          <w:b/>
          <w:bCs/>
          <w:lang w:eastAsia="pl-PL"/>
        </w:rPr>
        <w:t>dotyczy:</w:t>
      </w:r>
      <w:r w:rsidRPr="00447202">
        <w:rPr>
          <w:rFonts w:ascii="Arial" w:hAnsi="Arial" w:cs="Arial"/>
          <w:lang w:eastAsia="pl-PL"/>
        </w:rPr>
        <w:t xml:space="preserve"> </w:t>
      </w:r>
      <w:r w:rsidRPr="00447202">
        <w:rPr>
          <w:rFonts w:ascii="Times New Roman" w:hAnsi="Times New Roman"/>
          <w:bCs/>
          <w:iCs/>
          <w:lang w:eastAsia="pl-PL"/>
        </w:rPr>
        <w:t xml:space="preserve">postępowania przetargowego w trybie przetargu nieograniczonego na </w:t>
      </w:r>
      <w:r w:rsidRPr="00447202">
        <w:rPr>
          <w:rFonts w:ascii="Times New Roman" w:hAnsi="Times New Roman"/>
          <w:b/>
          <w:lang w:eastAsia="pl-PL"/>
        </w:rPr>
        <w:t>dostawę rękawiczek nr 39/D/15</w:t>
      </w:r>
    </w:p>
    <w:p w:rsidR="00647AAF" w:rsidRDefault="00647AAF" w:rsidP="00447202">
      <w:pPr>
        <w:suppressAutoHyphens w:val="0"/>
        <w:rPr>
          <w:rFonts w:ascii="Times New Roman" w:hAnsi="Times New Roman"/>
          <w:lang w:eastAsia="pl-PL"/>
        </w:rPr>
      </w:pPr>
    </w:p>
    <w:p w:rsidR="00447202" w:rsidRDefault="00647AAF" w:rsidP="00447202">
      <w:pPr>
        <w:suppressAutoHyphens w:val="0"/>
        <w:rPr>
          <w:rFonts w:ascii="Times New Roman" w:hAnsi="Times New Roman"/>
          <w:bCs/>
          <w:sz w:val="24"/>
          <w:szCs w:val="24"/>
          <w:lang w:eastAsia="pl-PL"/>
        </w:rPr>
      </w:pPr>
      <w:r w:rsidRPr="00647AAF">
        <w:rPr>
          <w:rFonts w:ascii="Times New Roman" w:hAnsi="Times New Roman"/>
          <w:sz w:val="24"/>
          <w:szCs w:val="24"/>
          <w:lang w:eastAsia="pl-PL"/>
        </w:rPr>
        <w:t xml:space="preserve">Zamawiający informuje o unieważnieniu czynności wyboru oferty najkorzystniejszej </w:t>
      </w:r>
      <w:r>
        <w:rPr>
          <w:rFonts w:ascii="Times New Roman" w:hAnsi="Times New Roman"/>
          <w:sz w:val="24"/>
          <w:szCs w:val="24"/>
          <w:lang w:eastAsia="pl-PL"/>
        </w:rPr>
        <w:br/>
      </w:r>
      <w:r w:rsidRPr="00647AAF">
        <w:rPr>
          <w:rFonts w:ascii="Times New Roman" w:hAnsi="Times New Roman"/>
          <w:sz w:val="24"/>
          <w:szCs w:val="24"/>
          <w:lang w:eastAsia="pl-PL"/>
        </w:rPr>
        <w:t>w pakiecie 1</w:t>
      </w:r>
      <w:r w:rsidR="005D1B5C">
        <w:rPr>
          <w:rFonts w:ascii="Times New Roman" w:hAnsi="Times New Roman"/>
          <w:sz w:val="24"/>
          <w:szCs w:val="24"/>
          <w:lang w:eastAsia="pl-PL"/>
        </w:rPr>
        <w:t xml:space="preserve"> z dnia 20.10.2015 r.</w:t>
      </w:r>
      <w:r w:rsidRPr="00647AAF">
        <w:rPr>
          <w:rFonts w:ascii="Times New Roman" w:hAnsi="Times New Roman"/>
          <w:sz w:val="24"/>
          <w:szCs w:val="24"/>
          <w:lang w:eastAsia="pl-PL"/>
        </w:rPr>
        <w:t>.</w:t>
      </w:r>
      <w:r>
        <w:rPr>
          <w:rFonts w:ascii="Times New Roman" w:hAnsi="Times New Roman"/>
          <w:sz w:val="24"/>
          <w:szCs w:val="24"/>
          <w:lang w:eastAsia="pl-PL"/>
        </w:rPr>
        <w:br/>
      </w:r>
      <w:r>
        <w:rPr>
          <w:rFonts w:ascii="Times New Roman" w:hAnsi="Times New Roman"/>
          <w:lang w:eastAsia="pl-PL"/>
        </w:rPr>
        <w:t xml:space="preserve"> </w:t>
      </w:r>
      <w:r w:rsidRPr="00647AAF">
        <w:rPr>
          <w:rFonts w:ascii="Times New Roman" w:hAnsi="Times New Roman"/>
          <w:sz w:val="24"/>
          <w:szCs w:val="24"/>
          <w:lang w:eastAsia="pl-PL"/>
        </w:rPr>
        <w:t>Unieważnieniu czynności odrzucenia oferty firmy</w:t>
      </w:r>
      <w:r w:rsidRPr="00647AAF">
        <w:rPr>
          <w:rFonts w:ascii="Tahoma" w:hAnsi="Tahoma" w:cs="Tahoma"/>
          <w:b/>
          <w:bCs/>
          <w:sz w:val="24"/>
          <w:szCs w:val="24"/>
          <w:lang w:eastAsia="pl-PL"/>
        </w:rPr>
        <w:t xml:space="preserve"> </w:t>
      </w:r>
      <w:r w:rsidRPr="00647AAF">
        <w:rPr>
          <w:rFonts w:ascii="Times New Roman" w:hAnsi="Times New Roman"/>
          <w:bCs/>
          <w:sz w:val="24"/>
          <w:szCs w:val="24"/>
          <w:lang w:eastAsia="pl-PL"/>
        </w:rPr>
        <w:t>SKAMEX Sp. z o.o. Sp. K. 93-121 Łódź, ul. Częstochowska 38/52</w:t>
      </w:r>
      <w:r>
        <w:rPr>
          <w:rFonts w:ascii="Times New Roman" w:hAnsi="Times New Roman"/>
          <w:bCs/>
          <w:sz w:val="24"/>
          <w:szCs w:val="24"/>
          <w:lang w:eastAsia="pl-PL"/>
        </w:rPr>
        <w:t>.</w:t>
      </w:r>
    </w:p>
    <w:p w:rsidR="00447202" w:rsidRPr="00647AAF" w:rsidRDefault="00647AAF" w:rsidP="00647AAF">
      <w:pPr>
        <w:suppressAutoHyphens w:val="0"/>
        <w:rPr>
          <w:rFonts w:ascii="Times New Roman" w:hAnsi="Times New Roman"/>
          <w:sz w:val="24"/>
          <w:szCs w:val="24"/>
          <w:lang w:eastAsia="pl-PL"/>
        </w:rPr>
      </w:pPr>
      <w:r w:rsidRPr="00647AAF">
        <w:rPr>
          <w:rFonts w:ascii="Times New Roman" w:hAnsi="Times New Roman"/>
          <w:bCs/>
          <w:sz w:val="24"/>
          <w:szCs w:val="24"/>
          <w:lang w:eastAsia="pl-PL"/>
        </w:rPr>
        <w:t>Po ponownej ocenie ofert w przedmiotowym pakiecie</w:t>
      </w:r>
      <w:r w:rsidRPr="00647AAF">
        <w:rPr>
          <w:rFonts w:ascii="Times New Roman" w:hAnsi="Times New Roman"/>
          <w:sz w:val="24"/>
          <w:szCs w:val="24"/>
          <w:lang w:eastAsia="pl-PL"/>
        </w:rPr>
        <w:t xml:space="preserve"> w</w:t>
      </w:r>
      <w:r w:rsidR="00447202" w:rsidRPr="00647AAF">
        <w:rPr>
          <w:rFonts w:ascii="Times New Roman" w:hAnsi="Times New Roman"/>
          <w:sz w:val="24"/>
          <w:szCs w:val="24"/>
          <w:lang w:eastAsia="pl-PL"/>
        </w:rPr>
        <w:t xml:space="preserve"> oparciu o wskazaną w specyfikacji formułę dokonano oceny punktowej ofert niepodlegających odrzuceniu.</w:t>
      </w:r>
    </w:p>
    <w:p w:rsidR="00447202" w:rsidRPr="00447202" w:rsidRDefault="00447202" w:rsidP="00447202">
      <w:pPr>
        <w:suppressAutoHyphens w:val="0"/>
        <w:rPr>
          <w:rFonts w:ascii="Times New Roman" w:hAnsi="Times New Roman"/>
          <w:b/>
          <w:lang w:eastAsia="pl-PL"/>
        </w:rPr>
      </w:pPr>
    </w:p>
    <w:p w:rsidR="00447202" w:rsidRPr="00447202" w:rsidRDefault="00447202" w:rsidP="00447202">
      <w:pPr>
        <w:suppressAutoHyphens w:val="0"/>
        <w:rPr>
          <w:rFonts w:ascii="Times New Roman" w:hAnsi="Times New Roman"/>
          <w:b/>
          <w:lang w:eastAsia="pl-PL"/>
        </w:rPr>
      </w:pPr>
      <w:r w:rsidRPr="00447202">
        <w:rPr>
          <w:rFonts w:ascii="Times New Roman" w:hAnsi="Times New Roman"/>
          <w:b/>
          <w:lang w:eastAsia="pl-PL"/>
        </w:rPr>
        <w:t>Pakiet 1</w:t>
      </w:r>
    </w:p>
    <w:p w:rsidR="00447202" w:rsidRPr="00447202" w:rsidRDefault="00447202" w:rsidP="00447202">
      <w:pPr>
        <w:suppressAutoHyphens w:val="0"/>
        <w:rPr>
          <w:rFonts w:ascii="Times New Roman" w:hAnsi="Times New Roman"/>
          <w:b/>
          <w:lang w:eastAsia="pl-PL"/>
        </w:rPr>
      </w:pPr>
      <w:r w:rsidRPr="00447202">
        <w:rPr>
          <w:rFonts w:ascii="Times New Roman" w:hAnsi="Times New Roman"/>
          <w:b/>
          <w:lang w:eastAsia="pl-PL"/>
        </w:rPr>
        <w:t>Wykaz, ocena i porównanie złożonych ofert.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5122"/>
        <w:gridCol w:w="2410"/>
        <w:gridCol w:w="1633"/>
      </w:tblGrid>
      <w:tr w:rsidR="00447202" w:rsidRPr="00447202" w:rsidTr="002466A9">
        <w:trPr>
          <w:trHeight w:val="406"/>
        </w:trPr>
        <w:tc>
          <w:tcPr>
            <w:tcW w:w="970" w:type="dxa"/>
          </w:tcPr>
          <w:p w:rsidR="00447202" w:rsidRPr="00447202" w:rsidRDefault="00447202" w:rsidP="0044720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Numer oferty</w:t>
            </w:r>
          </w:p>
        </w:tc>
        <w:tc>
          <w:tcPr>
            <w:tcW w:w="5122" w:type="dxa"/>
            <w:vAlign w:val="center"/>
          </w:tcPr>
          <w:p w:rsidR="00447202" w:rsidRPr="00447202" w:rsidRDefault="00447202" w:rsidP="0044720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Firma (nazwa) lub nazwisko oraz adres wykonawcy</w:t>
            </w:r>
          </w:p>
          <w:p w:rsidR="00447202" w:rsidRPr="00447202" w:rsidRDefault="00447202" w:rsidP="0044720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447202" w:rsidRPr="00447202" w:rsidRDefault="00447202" w:rsidP="0044720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633" w:type="dxa"/>
            <w:vAlign w:val="center"/>
          </w:tcPr>
          <w:p w:rsidR="00447202" w:rsidRPr="00447202" w:rsidRDefault="00447202" w:rsidP="00447202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Punktacja</w:t>
            </w:r>
          </w:p>
        </w:tc>
      </w:tr>
      <w:tr w:rsidR="00447202" w:rsidRPr="00447202" w:rsidTr="002466A9">
        <w:trPr>
          <w:trHeight w:val="916"/>
        </w:trPr>
        <w:tc>
          <w:tcPr>
            <w:tcW w:w="970" w:type="dxa"/>
          </w:tcPr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1</w:t>
            </w:r>
          </w:p>
        </w:tc>
        <w:tc>
          <w:tcPr>
            <w:tcW w:w="5122" w:type="dxa"/>
          </w:tcPr>
          <w:p w:rsidR="00447202" w:rsidRPr="00447202" w:rsidRDefault="00447202" w:rsidP="00447202">
            <w:pPr>
              <w:suppressAutoHyphens w:val="0"/>
              <w:rPr>
                <w:rFonts w:ascii="Tahoma" w:hAnsi="Tahoma" w:cs="Tahoma"/>
                <w:b/>
                <w:bCs/>
                <w:lang w:eastAsia="pl-PL"/>
              </w:rPr>
            </w:pPr>
            <w:r w:rsidRPr="00447202">
              <w:rPr>
                <w:rFonts w:ascii="Tahoma" w:hAnsi="Tahoma" w:cs="Tahoma"/>
                <w:b/>
                <w:bCs/>
                <w:lang w:eastAsia="pl-PL"/>
              </w:rPr>
              <w:t xml:space="preserve">ABOOK Sp. z o.o. </w:t>
            </w:r>
            <w:r w:rsidRPr="00447202">
              <w:rPr>
                <w:rFonts w:ascii="Tahoma" w:hAnsi="Tahoma" w:cs="Tahoma"/>
                <w:b/>
                <w:bCs/>
                <w:lang w:eastAsia="pl-PL"/>
              </w:rPr>
              <w:br/>
              <w:t>04-985 Warszawa, ul. Brzostowska 22</w:t>
            </w:r>
          </w:p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633" w:type="dxa"/>
          </w:tcPr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 xml:space="preserve">Cena – </w:t>
            </w:r>
            <w:r w:rsidR="00584556">
              <w:rPr>
                <w:rFonts w:ascii="Times New Roman" w:hAnsi="Times New Roman"/>
                <w:lang w:eastAsia="pl-PL"/>
              </w:rPr>
              <w:t>92,65</w:t>
            </w:r>
          </w:p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Termin dostawy – 5,00</w:t>
            </w:r>
          </w:p>
          <w:p w:rsidR="00447202" w:rsidRPr="00447202" w:rsidRDefault="00447202" w:rsidP="00584556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 xml:space="preserve">Razem </w:t>
            </w:r>
            <w:r w:rsidR="00584556">
              <w:rPr>
                <w:rFonts w:ascii="Times New Roman" w:hAnsi="Times New Roman"/>
                <w:lang w:eastAsia="pl-PL"/>
              </w:rPr>
              <w:t>97,65</w:t>
            </w:r>
          </w:p>
        </w:tc>
      </w:tr>
      <w:tr w:rsidR="00447202" w:rsidRPr="00447202" w:rsidTr="002466A9">
        <w:trPr>
          <w:trHeight w:val="916"/>
        </w:trPr>
        <w:tc>
          <w:tcPr>
            <w:tcW w:w="970" w:type="dxa"/>
          </w:tcPr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3</w:t>
            </w:r>
          </w:p>
        </w:tc>
        <w:tc>
          <w:tcPr>
            <w:tcW w:w="5122" w:type="dxa"/>
          </w:tcPr>
          <w:p w:rsidR="00447202" w:rsidRPr="00447202" w:rsidRDefault="00447202" w:rsidP="00447202">
            <w:pPr>
              <w:suppressAutoHyphens w:val="0"/>
              <w:rPr>
                <w:rFonts w:ascii="Tahoma" w:hAnsi="Tahoma" w:cs="Tahoma"/>
                <w:b/>
                <w:bCs/>
                <w:lang w:eastAsia="pl-PL"/>
              </w:rPr>
            </w:pPr>
            <w:r w:rsidRPr="00447202">
              <w:rPr>
                <w:rFonts w:ascii="Tahoma" w:hAnsi="Tahoma" w:cs="Tahoma"/>
                <w:b/>
                <w:bCs/>
                <w:lang w:eastAsia="pl-PL"/>
              </w:rPr>
              <w:t xml:space="preserve">Zarys International </w:t>
            </w:r>
            <w:proofErr w:type="spellStart"/>
            <w:r w:rsidRPr="00447202">
              <w:rPr>
                <w:rFonts w:ascii="Tahoma" w:hAnsi="Tahoma" w:cs="Tahoma"/>
                <w:b/>
                <w:bCs/>
                <w:lang w:eastAsia="pl-PL"/>
              </w:rPr>
              <w:t>Group</w:t>
            </w:r>
            <w:proofErr w:type="spellEnd"/>
            <w:r w:rsidRPr="00447202">
              <w:rPr>
                <w:rFonts w:ascii="Tahoma" w:hAnsi="Tahoma" w:cs="Tahoma"/>
                <w:b/>
                <w:bCs/>
                <w:lang w:eastAsia="pl-PL"/>
              </w:rPr>
              <w:t xml:space="preserve"> Sp. z o.o. Sp. k.  </w:t>
            </w:r>
            <w:r w:rsidRPr="00447202">
              <w:rPr>
                <w:rFonts w:ascii="Tahoma" w:hAnsi="Tahoma" w:cs="Tahoma"/>
                <w:b/>
                <w:bCs/>
                <w:lang w:eastAsia="pl-PL"/>
              </w:rPr>
              <w:br/>
              <w:t>41-808 Zabrze, ul. Pod Borem 18</w:t>
            </w:r>
          </w:p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633" w:type="dxa"/>
          </w:tcPr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 xml:space="preserve">Cena – </w:t>
            </w:r>
            <w:r w:rsidR="00584556">
              <w:rPr>
                <w:rFonts w:ascii="Times New Roman" w:hAnsi="Times New Roman"/>
                <w:lang w:eastAsia="pl-PL"/>
              </w:rPr>
              <w:t>93,21</w:t>
            </w:r>
          </w:p>
          <w:p w:rsidR="00447202" w:rsidRPr="00447202" w:rsidRDefault="00447202" w:rsidP="00447202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Termin dostawy – 5,00</w:t>
            </w:r>
          </w:p>
          <w:p w:rsidR="00447202" w:rsidRPr="00447202" w:rsidRDefault="00447202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 xml:space="preserve">Razem </w:t>
            </w:r>
            <w:r w:rsidR="00584556">
              <w:rPr>
                <w:rFonts w:ascii="Times New Roman" w:hAnsi="Times New Roman"/>
                <w:lang w:eastAsia="pl-PL"/>
              </w:rPr>
              <w:t>98,21</w:t>
            </w:r>
          </w:p>
        </w:tc>
      </w:tr>
      <w:tr w:rsidR="00584556" w:rsidRPr="00447202" w:rsidTr="002466A9">
        <w:trPr>
          <w:trHeight w:val="916"/>
        </w:trPr>
        <w:tc>
          <w:tcPr>
            <w:tcW w:w="970" w:type="dxa"/>
          </w:tcPr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4</w:t>
            </w:r>
          </w:p>
        </w:tc>
        <w:tc>
          <w:tcPr>
            <w:tcW w:w="5122" w:type="dxa"/>
          </w:tcPr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ahoma" w:hAnsi="Tahoma" w:cs="Tahoma"/>
                <w:b/>
                <w:bCs/>
                <w:lang w:eastAsia="pl-PL"/>
              </w:rPr>
              <w:t>SKAMEX Sp. z o.o. Sp. K. 93-121 Łódź, ul. Częstochowska 38/52</w:t>
            </w:r>
          </w:p>
        </w:tc>
        <w:tc>
          <w:tcPr>
            <w:tcW w:w="2410" w:type="dxa"/>
          </w:tcPr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633" w:type="dxa"/>
          </w:tcPr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 xml:space="preserve">Cena – </w:t>
            </w:r>
            <w:r>
              <w:rPr>
                <w:rFonts w:ascii="Times New Roman" w:hAnsi="Times New Roman"/>
                <w:lang w:eastAsia="pl-PL"/>
              </w:rPr>
              <w:t>95,00</w:t>
            </w:r>
          </w:p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Termin dostawy – 5,00</w:t>
            </w:r>
          </w:p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 xml:space="preserve">Razem </w:t>
            </w:r>
            <w:r>
              <w:rPr>
                <w:rFonts w:ascii="Times New Roman" w:hAnsi="Times New Roman"/>
                <w:lang w:eastAsia="pl-PL"/>
              </w:rPr>
              <w:t>100,00</w:t>
            </w:r>
          </w:p>
        </w:tc>
      </w:tr>
      <w:tr w:rsidR="00584556" w:rsidRPr="00447202" w:rsidTr="002466A9">
        <w:trPr>
          <w:trHeight w:val="916"/>
        </w:trPr>
        <w:tc>
          <w:tcPr>
            <w:tcW w:w="970" w:type="dxa"/>
          </w:tcPr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5</w:t>
            </w:r>
          </w:p>
        </w:tc>
        <w:tc>
          <w:tcPr>
            <w:tcW w:w="5122" w:type="dxa"/>
          </w:tcPr>
          <w:p w:rsidR="00584556" w:rsidRPr="00447202" w:rsidRDefault="00584556" w:rsidP="00584556">
            <w:pPr>
              <w:suppressAutoHyphens w:val="0"/>
              <w:rPr>
                <w:rFonts w:ascii="Tahoma" w:hAnsi="Tahoma" w:cs="Tahoma"/>
                <w:b/>
                <w:bCs/>
                <w:lang w:eastAsia="pl-PL"/>
              </w:rPr>
            </w:pPr>
            <w:r w:rsidRPr="00447202">
              <w:rPr>
                <w:rFonts w:ascii="Tahoma" w:hAnsi="Tahoma" w:cs="Tahoma"/>
                <w:b/>
                <w:bCs/>
                <w:lang w:eastAsia="pl-PL"/>
              </w:rPr>
              <w:t xml:space="preserve">Mercator </w:t>
            </w:r>
            <w:proofErr w:type="spellStart"/>
            <w:r w:rsidRPr="00447202">
              <w:rPr>
                <w:rFonts w:ascii="Tahoma" w:hAnsi="Tahoma" w:cs="Tahoma"/>
                <w:b/>
                <w:bCs/>
                <w:lang w:eastAsia="pl-PL"/>
              </w:rPr>
              <w:t>Medical</w:t>
            </w:r>
            <w:proofErr w:type="spellEnd"/>
            <w:r w:rsidRPr="00447202">
              <w:rPr>
                <w:rFonts w:ascii="Tahoma" w:hAnsi="Tahoma" w:cs="Tahoma"/>
                <w:b/>
                <w:bCs/>
                <w:lang w:eastAsia="pl-PL"/>
              </w:rPr>
              <w:t xml:space="preserve"> S.A. </w:t>
            </w:r>
            <w:r w:rsidRPr="00447202">
              <w:rPr>
                <w:rFonts w:ascii="Tahoma" w:hAnsi="Tahoma" w:cs="Tahoma"/>
                <w:b/>
                <w:bCs/>
                <w:lang w:eastAsia="pl-PL"/>
              </w:rPr>
              <w:br/>
              <w:t>31-327 Kraków, ul. H. Modrzejewskiej 30</w:t>
            </w:r>
          </w:p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2410" w:type="dxa"/>
          </w:tcPr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Wykonawca spełnia warunki udziału w postępowaniu, oferta nie podlega odrzuceniu</w:t>
            </w:r>
          </w:p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633" w:type="dxa"/>
          </w:tcPr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 xml:space="preserve">Cena – </w:t>
            </w:r>
            <w:r w:rsidR="005D1B5C">
              <w:rPr>
                <w:rFonts w:ascii="Times New Roman" w:hAnsi="Times New Roman"/>
                <w:lang w:eastAsia="pl-PL"/>
              </w:rPr>
              <w:t>87,69</w:t>
            </w:r>
          </w:p>
          <w:p w:rsidR="00584556" w:rsidRPr="00447202" w:rsidRDefault="00584556" w:rsidP="00584556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>Termin dostawy – 5,00</w:t>
            </w:r>
          </w:p>
          <w:p w:rsidR="00584556" w:rsidRPr="00447202" w:rsidRDefault="00584556" w:rsidP="005D1B5C">
            <w:pPr>
              <w:suppressAutoHyphens w:val="0"/>
              <w:rPr>
                <w:rFonts w:ascii="Times New Roman" w:hAnsi="Times New Roman"/>
                <w:lang w:eastAsia="pl-PL"/>
              </w:rPr>
            </w:pPr>
            <w:r w:rsidRPr="00447202">
              <w:rPr>
                <w:rFonts w:ascii="Times New Roman" w:hAnsi="Times New Roman"/>
                <w:lang w:eastAsia="pl-PL"/>
              </w:rPr>
              <w:t xml:space="preserve">Razem </w:t>
            </w:r>
            <w:r w:rsidR="005D1B5C">
              <w:rPr>
                <w:rFonts w:ascii="Times New Roman" w:hAnsi="Times New Roman"/>
                <w:lang w:eastAsia="pl-PL"/>
              </w:rPr>
              <w:t>92,69</w:t>
            </w:r>
          </w:p>
        </w:tc>
      </w:tr>
    </w:tbl>
    <w:p w:rsidR="00447202" w:rsidRPr="00447202" w:rsidRDefault="00447202" w:rsidP="00447202">
      <w:pPr>
        <w:suppressAutoHyphens w:val="0"/>
        <w:rPr>
          <w:rFonts w:ascii="Times New Roman" w:hAnsi="Times New Roman"/>
          <w:lang w:eastAsia="pl-PL"/>
        </w:rPr>
      </w:pPr>
    </w:p>
    <w:p w:rsidR="00447202" w:rsidRPr="00447202" w:rsidRDefault="00447202" w:rsidP="00584556">
      <w:pPr>
        <w:suppressAutoHyphens w:val="0"/>
        <w:jc w:val="both"/>
        <w:rPr>
          <w:rFonts w:ascii="Tahoma" w:hAnsi="Tahoma" w:cs="Tahoma"/>
          <w:b/>
          <w:bCs/>
          <w:lang w:eastAsia="pl-PL"/>
        </w:rPr>
      </w:pPr>
      <w:r w:rsidRPr="00447202">
        <w:rPr>
          <w:rFonts w:ascii="Times New Roman" w:hAnsi="Times New Roman"/>
          <w:lang w:eastAsia="pl-PL"/>
        </w:rPr>
        <w:t>Na podstawie oceny spełniania warunków w postępowaniu oraz kryterium oceny ofert dokonano wyboru oferty nr</w:t>
      </w:r>
      <w:r w:rsidRPr="00447202">
        <w:rPr>
          <w:rFonts w:ascii="Times New Roman" w:hAnsi="Times New Roman"/>
          <w:b/>
          <w:lang w:eastAsia="pl-PL"/>
        </w:rPr>
        <w:t xml:space="preserve"> </w:t>
      </w:r>
      <w:r w:rsidR="00584556">
        <w:rPr>
          <w:rFonts w:ascii="Times New Roman" w:hAnsi="Times New Roman"/>
          <w:b/>
          <w:lang w:eastAsia="pl-PL"/>
        </w:rPr>
        <w:t>4</w:t>
      </w:r>
      <w:r w:rsidRPr="00447202">
        <w:rPr>
          <w:rFonts w:ascii="Times New Roman" w:hAnsi="Times New Roman"/>
          <w:b/>
          <w:lang w:eastAsia="pl-PL"/>
        </w:rPr>
        <w:t xml:space="preserve"> </w:t>
      </w:r>
      <w:r w:rsidR="00584556" w:rsidRPr="00447202">
        <w:rPr>
          <w:rFonts w:ascii="Tahoma" w:hAnsi="Tahoma" w:cs="Tahoma"/>
          <w:b/>
          <w:bCs/>
          <w:lang w:eastAsia="pl-PL"/>
        </w:rPr>
        <w:t>SKAMEX Sp. z o.o. Sp. K. 93-121 Łódź, ul. Częstochowska 38/52</w:t>
      </w:r>
      <w:r w:rsidR="00584556">
        <w:rPr>
          <w:rFonts w:ascii="Tahoma" w:hAnsi="Tahoma" w:cs="Tahoma"/>
          <w:b/>
          <w:bCs/>
          <w:lang w:eastAsia="pl-PL"/>
        </w:rPr>
        <w:t xml:space="preserve"> jako </w:t>
      </w:r>
      <w:r w:rsidRPr="00447202">
        <w:rPr>
          <w:rFonts w:ascii="Tahoma" w:hAnsi="Tahoma" w:cs="Tahoma"/>
          <w:b/>
          <w:bCs/>
          <w:lang w:eastAsia="pl-PL"/>
        </w:rPr>
        <w:t>najkorzystniejszej oferty.</w:t>
      </w:r>
      <w:r w:rsidR="00584556" w:rsidRPr="00584556">
        <w:rPr>
          <w:rFonts w:ascii="Tahoma" w:hAnsi="Tahoma" w:cs="Tahoma"/>
          <w:b/>
          <w:bCs/>
          <w:lang w:eastAsia="pl-PL"/>
        </w:rPr>
        <w:t xml:space="preserve"> </w:t>
      </w:r>
    </w:p>
    <w:p w:rsidR="00447202" w:rsidRPr="00447202" w:rsidRDefault="00447202" w:rsidP="00447202">
      <w:pPr>
        <w:suppressAutoHyphens w:val="0"/>
        <w:jc w:val="both"/>
        <w:rPr>
          <w:rFonts w:ascii="Times New Roman" w:hAnsi="Times New Roman"/>
          <w:lang w:eastAsia="pl-PL"/>
        </w:rPr>
      </w:pPr>
    </w:p>
    <w:p w:rsidR="00447202" w:rsidRPr="00447202" w:rsidRDefault="00447202" w:rsidP="00447202">
      <w:pPr>
        <w:suppressAutoHyphens w:val="0"/>
        <w:jc w:val="both"/>
        <w:rPr>
          <w:rFonts w:ascii="Times New Roman" w:hAnsi="Times New Roman"/>
          <w:lang w:eastAsia="pl-PL"/>
        </w:rPr>
      </w:pPr>
    </w:p>
    <w:p w:rsidR="00BB47BF" w:rsidRPr="00BB74D6" w:rsidRDefault="00134771" w:rsidP="00250649">
      <w:pPr>
        <w:rPr>
          <w:rFonts w:ascii="Times New Roman" w:hAnsi="Times New Roman"/>
        </w:rPr>
      </w:pPr>
      <w:r w:rsidRPr="00BB74D6">
        <w:rPr>
          <w:rFonts w:ascii="Times New Roman" w:hAnsi="Times New Roman"/>
        </w:rPr>
        <w:t>U</w:t>
      </w:r>
      <w:r w:rsidR="00584556">
        <w:rPr>
          <w:rFonts w:ascii="Times New Roman" w:hAnsi="Times New Roman"/>
        </w:rPr>
        <w:t>mowa zostanie</w:t>
      </w:r>
      <w:r w:rsidR="00B35384" w:rsidRPr="00BB74D6">
        <w:rPr>
          <w:rFonts w:ascii="Times New Roman" w:hAnsi="Times New Roman"/>
        </w:rPr>
        <w:t xml:space="preserve"> </w:t>
      </w:r>
      <w:r w:rsidR="00584556">
        <w:rPr>
          <w:rFonts w:ascii="Times New Roman" w:hAnsi="Times New Roman"/>
        </w:rPr>
        <w:t>podpisana</w:t>
      </w:r>
      <w:r w:rsidR="00B35384" w:rsidRPr="00BB74D6">
        <w:rPr>
          <w:rFonts w:ascii="Times New Roman" w:hAnsi="Times New Roman"/>
        </w:rPr>
        <w:t xml:space="preserve"> w dniu </w:t>
      </w:r>
      <w:r w:rsidR="0010627C">
        <w:rPr>
          <w:rFonts w:ascii="Times New Roman" w:hAnsi="Times New Roman"/>
        </w:rPr>
        <w:t>27</w:t>
      </w:r>
      <w:r w:rsidR="00BB74D6" w:rsidRPr="00BB74D6">
        <w:rPr>
          <w:rFonts w:ascii="Times New Roman" w:hAnsi="Times New Roman"/>
        </w:rPr>
        <w:t>.10</w:t>
      </w:r>
      <w:r w:rsidR="00897D59" w:rsidRPr="00BB74D6">
        <w:rPr>
          <w:rFonts w:ascii="Times New Roman" w:hAnsi="Times New Roman"/>
        </w:rPr>
        <w:t>.</w:t>
      </w:r>
      <w:r w:rsidR="004C08BD" w:rsidRPr="00BB74D6">
        <w:rPr>
          <w:rFonts w:ascii="Times New Roman" w:hAnsi="Times New Roman"/>
        </w:rPr>
        <w:t>201</w:t>
      </w:r>
      <w:r w:rsidR="00FD499E" w:rsidRPr="00BB74D6">
        <w:rPr>
          <w:rFonts w:ascii="Times New Roman" w:hAnsi="Times New Roman"/>
        </w:rPr>
        <w:t>5</w:t>
      </w:r>
      <w:r w:rsidR="00945717" w:rsidRPr="00BB74D6">
        <w:rPr>
          <w:rFonts w:ascii="Times New Roman" w:hAnsi="Times New Roman"/>
        </w:rPr>
        <w:t xml:space="preserve"> r. w siedzibie Zamawiającego.</w:t>
      </w:r>
    </w:p>
    <w:p w:rsidR="00447202" w:rsidRDefault="00890A88" w:rsidP="00447202">
      <w:pPr>
        <w:pStyle w:val="Bezodstpw"/>
        <w:ind w:left="5812"/>
      </w:pPr>
      <w:r w:rsidRPr="00250649">
        <w:t xml:space="preserve">             </w:t>
      </w:r>
    </w:p>
    <w:p w:rsidR="00447202" w:rsidRDefault="00447202" w:rsidP="00447202">
      <w:pPr>
        <w:pStyle w:val="Bezodstpw"/>
        <w:ind w:left="5812"/>
      </w:pPr>
    </w:p>
    <w:p w:rsidR="005D1B5C" w:rsidRPr="00250649" w:rsidRDefault="00890A88" w:rsidP="005D1B5C">
      <w:pPr>
        <w:pStyle w:val="Bezodstpw"/>
        <w:ind w:left="5812"/>
      </w:pPr>
      <w:r w:rsidRPr="00250649">
        <w:t xml:space="preserve"> </w:t>
      </w:r>
      <w:r w:rsidR="005D1B5C" w:rsidRPr="00250649">
        <w:t xml:space="preserve">Dyrektor                      </w:t>
      </w:r>
      <w:r w:rsidR="005D1B5C">
        <w:t xml:space="preserve">                                                                                                                                                               </w:t>
      </w:r>
    </w:p>
    <w:p w:rsidR="005D1B5C" w:rsidRDefault="005D1B5C" w:rsidP="005D1B5C">
      <w:pPr>
        <w:pStyle w:val="Tekstpodstawowy2"/>
        <w:spacing w:line="240" w:lineRule="auto"/>
        <w:rPr>
          <w:rFonts w:ascii="Times New Roman" w:hAnsi="Times New Roman"/>
        </w:rPr>
      </w:pPr>
      <w:r w:rsidRPr="00250649">
        <w:rPr>
          <w:rFonts w:ascii="Times New Roman" w:hAnsi="Times New Roman"/>
        </w:rPr>
        <w:t xml:space="preserve">                                                                                                         SP ZOZ MSW w Łodzi</w:t>
      </w:r>
    </w:p>
    <w:p w:rsidR="00134771" w:rsidRPr="00C0256E" w:rsidRDefault="005D1B5C" w:rsidP="005D1B5C">
      <w:pPr>
        <w:pStyle w:val="Tekstpodstawowy2"/>
        <w:spacing w:line="240" w:lineRule="auto"/>
        <w:rPr>
          <w:lang w:val="en-US"/>
        </w:rPr>
      </w:pPr>
      <w:r w:rsidRPr="00250649">
        <w:rPr>
          <w:rFonts w:ascii="Times New Roman" w:hAnsi="Times New Roman"/>
        </w:rPr>
        <w:t xml:space="preserve">                                                                                                  dr n. med. </w:t>
      </w:r>
      <w:r w:rsidRPr="00250649">
        <w:rPr>
          <w:rFonts w:ascii="Times New Roman" w:hAnsi="Times New Roman"/>
          <w:lang w:val="en-US"/>
        </w:rPr>
        <w:t xml:space="preserve">Robert </w:t>
      </w:r>
      <w:proofErr w:type="spellStart"/>
      <w:r w:rsidRPr="00250649">
        <w:rPr>
          <w:rFonts w:ascii="Times New Roman" w:hAnsi="Times New Roman"/>
          <w:lang w:val="en-US"/>
        </w:rPr>
        <w:t>Starzec</w:t>
      </w:r>
      <w:proofErr w:type="spellEnd"/>
      <w:r w:rsidRPr="00250649">
        <w:rPr>
          <w:rFonts w:ascii="Times New Roman" w:hAnsi="Times New Roman"/>
          <w:lang w:val="en-US"/>
        </w:rPr>
        <w:t xml:space="preserve">, MBA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250649">
        <w:t xml:space="preserve">                                                                             </w:t>
      </w:r>
      <w:r>
        <w:t xml:space="preserve">                                                                                                           </w:t>
      </w:r>
    </w:p>
    <w:sectPr w:rsidR="00134771" w:rsidRPr="00C0256E" w:rsidSect="007213D2">
      <w:headerReference w:type="default" r:id="rId7"/>
      <w:footerReference w:type="default" r:id="rId8"/>
      <w:pgSz w:w="11906" w:h="16838"/>
      <w:pgMar w:top="415" w:right="1417" w:bottom="1417" w:left="1417" w:header="72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735" w:rsidRDefault="00CC7735">
      <w:r>
        <w:separator/>
      </w:r>
    </w:p>
  </w:endnote>
  <w:endnote w:type="continuationSeparator" w:id="0">
    <w:p w:rsidR="00CC7735" w:rsidRDefault="00CC7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99E" w:rsidRDefault="00BA652E" w:rsidP="00FA1B86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-273685</wp:posOffset>
              </wp:positionV>
              <wp:extent cx="5833745" cy="412115"/>
              <wp:effectExtent l="0" t="0" r="0" b="6985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33745" cy="412115"/>
                        <a:chOff x="1303" y="13050"/>
                        <a:chExt cx="9187" cy="649"/>
                      </a:xfrm>
                    </wpg:grpSpPr>
                    <wpg:grpSp>
                      <wpg:cNvPr id="12" name="Group 13"/>
                      <wpg:cNvGrpSpPr>
                        <a:grpSpLocks/>
                      </wpg:cNvGrpSpPr>
                      <wpg:grpSpPr bwMode="auto">
                        <a:xfrm>
                          <a:off x="1303" y="13050"/>
                          <a:ext cx="4134" cy="649"/>
                          <a:chOff x="1069" y="13050"/>
                          <a:chExt cx="4134" cy="649"/>
                        </a:xfrm>
                      </wpg:grpSpPr>
                      <pic:pic xmlns:pic="http://schemas.openxmlformats.org/drawingml/2006/picture">
                        <pic:nvPicPr>
                          <pic:cNvPr id="13" name="Picture 14" descr="iso_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9" y="13050"/>
                            <a:ext cx="1410" cy="6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5" descr="OHS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9" y="13050"/>
                            <a:ext cx="1314" cy="6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6" descr="iso-14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9" y="13054"/>
                            <a:ext cx="1410" cy="6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16" name="Picture 17" descr="71_MSW Lodz_logo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50" y="13050"/>
                          <a:ext cx="669" cy="64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17" name="Group 18"/>
                      <wpg:cNvGrpSpPr>
                        <a:grpSpLocks/>
                      </wpg:cNvGrpSpPr>
                      <wpg:grpSpPr bwMode="auto">
                        <a:xfrm>
                          <a:off x="6585" y="13090"/>
                          <a:ext cx="3905" cy="508"/>
                          <a:chOff x="6378" y="13090"/>
                          <a:chExt cx="3905" cy="508"/>
                        </a:xfrm>
                      </wpg:grpSpPr>
                      <pic:pic xmlns:pic="http://schemas.openxmlformats.org/drawingml/2006/picture">
                        <pic:nvPicPr>
                          <pic:cNvPr id="18" name="Picture 19" descr="EUROCERTYFIK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36" y="13143"/>
                            <a:ext cx="629" cy="4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20" descr="CW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01" y="13135"/>
                            <a:ext cx="1582" cy="4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21" descr="SBB_logo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8" y="13090"/>
                            <a:ext cx="1060" cy="4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287561" id="Group 12" o:spid="_x0000_s1026" style="position:absolute;margin-left:-.3pt;margin-top:-21.55pt;width:459.35pt;height:32.45pt;z-index:251657728" coordorigin="1303,13050" coordsize="9187,64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">
              <v:group id="Group 13" o:spid="_x0000_s1027" style="position:absolute;left:1303;top:13050;width:4134;height:649" coordorigin="1069,13050" coordsize="4134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alt="iso_9001" style="position:absolute;left:2479;top:13050;width:141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McIXBAAAA2wAAAA8AAABkcnMvZG93bnJldi54bWxET02LwjAQvQv7H8Is7E1TKyxajSJFwRVE&#10;7C54HZqxLTaT0kSt++uNIHibx/uc2aIztbhS6yrLCoaDCARxbnXFhYK/33V/DMJ5ZI21ZVJwJweL&#10;+Udvhom2Nz7QNfOFCCHsElRQet8kUrq8JINuYBviwJ1sa9AH2BZSt3gL4aaWcRR9S4MVh4YSG0pL&#10;ys/ZxShY1fHI/h/3ZLf3NPvxh922qCZKfX12yykIT51/i1/ujQ7zR/D8JRwg5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YMcIXBAAAA2wAAAA8AAAAAAAAAAAAAAAAAnwIA&#10;AGRycy9kb3ducmV2LnhtbFBLBQYAAAAABAAEAPcAAACNAwAAAAA=&#10;">
                  <v:imagedata r:id="rId8" o:title="iso_9001"/>
                </v:shape>
                <v:shape id="Picture 15" o:spid="_x0000_s1029" type="#_x0000_t75" alt="OHSAS" style="position:absolute;left:3889;top:13050;width:1314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Aa6zAAAAA2wAAAA8AAABkcnMvZG93bnJldi54bWxET0uLwjAQvgv7H8Is7E1TZRWppqLCwl56&#10;8HHQ25CMbWkzKU1W23+/EQRv8/E9Z73pbSPu1PnKsYLpJAFBrJ2puFBwPv2MlyB8QDbYOCYFA3nY&#10;ZB+jNabGPfhA92MoRAxhn6KCMoQ2ldLrkiz6iWuJI3dzncUQYVdI0+EjhttGzpJkIS1WHBtKbGlf&#10;kq6Pf1ZBfi32nvR0ruc7X9X5kONwCUp9ffbbFYhAfXiLX+5fE+d/w/OXeIDM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4BrrMAAAADbAAAADwAAAAAAAAAAAAAAAACfAgAA&#10;ZHJzL2Rvd25yZXYueG1sUEsFBgAAAAAEAAQA9wAAAIwDAAAAAA==&#10;">
                  <v:imagedata r:id="rId9" o:title="OHSAS" cropright="4462f"/>
                </v:shape>
                <v:shape id="Picture 16" o:spid="_x0000_s1030" type="#_x0000_t75" alt="iso-14001" style="position:absolute;left:1069;top:13054;width:141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xzw3CAAAA2wAAAA8AAABkcnMvZG93bnJldi54bWxET01rwkAQvQv9D8sUepG6aSBiYzZSFKG9&#10;VVMK3obsmASzsyG76vrv3ULB2zze5xSrYHpxodF1lhW8zRIQxLXVHTcKfqrt6wKE88gae8uk4EYO&#10;VuXTpMBc2yvv6LL3jYgh7HJU0Ho/5FK6uiWDbmYH4sgd7WjQRzg2Uo94jeGml2mSzKXBjmNDiwOt&#10;W6pP+7NRUK3lZjFPzW+1/f46hDDN3tMqU+rlOXwsQXgK/iH+d3/qOD+Dv1/iAbK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cc8NwgAAANsAAAAPAAAAAAAAAAAAAAAAAJ8C&#10;AABkcnMvZG93bnJldi54bWxQSwUGAAAAAAQABAD3AAAAjgMAAAAA&#10;">
                  <v:imagedata r:id="rId10" o:title="iso-14001"/>
                </v:shape>
              </v:group>
              <v:shape id="Picture 17" o:spid="_x0000_s1031" type="#_x0000_t75" alt="71_MSW Lodz_logo_4" style="position:absolute;left:5650;top:13050;width:669;height:6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5q4fBAAAA2wAAAA8AAABkcnMvZG93bnJldi54bWxET0uLwjAQvgv+hzALXmRN9FCkaxRZELxY&#10;fLHnoRnbrs2kNlHr/vqNIHibj+85s0Vna3Gj1leONYxHCgRx7kzFhYbjYfU5BeEDssHaMWl4kIfF&#10;vN+bYWrcnXd024dCxBD2KWooQ2hSKX1ekkU/cg1x5E6utRgibAtpWrzHcFvLiVKJtFhxbCixoe+S&#10;8vP+ajWo3XRjsrpQPyq7/GWnZLj93WZaDz665ReIQF14i1/utYnzE3j+Eg+Q8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L5q4fBAAAA2wAAAA8AAAAAAAAAAAAAAAAAnwIA&#10;AGRycy9kb3ducmV2LnhtbFBLBQYAAAAABAAEAPcAAACNAwAAAAA=&#10;">
                <v:imagedata r:id="rId11" o:title="71_MSW Lodz_logo_4"/>
              </v:shape>
              <v:group id="Group 18" o:spid="_x0000_s1032" style="position:absolute;left:6585;top:13090;width:3905;height:508" coordorigin="6378,13090" coordsize="3905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Picture 19" o:spid="_x0000_s1033" type="#_x0000_t75" alt="EUROCERTYFIKAT" style="position:absolute;left:7736;top:13143;width:629;height:4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6Qz0zBAAAA2wAAAA8AAABkcnMvZG93bnJldi54bWxEj0FrwzAMhe+D/QejwW6rs8JGyeqWdlDI&#10;eltSehaxmmSN5WB7Sfbvp0OhN4n39N6n9XZ2vRopxM6zgddFBoq49rbjxsCpOrysQMWEbLH3TAb+&#10;KMJ28/iwxtz6ib9pLFOjJIRjjgbalIZc61i35DAu/EAs2sUHh0nW0GgbcJJw1+tllr1rhx1LQ4sD&#10;fbZUX8tfZyDuKr6co/c/hQ3NcST9tv8ajXl+mncfoBLN6W6+XRdW8AVWfpEB9OY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6Qz0zBAAAA2wAAAA8AAAAAAAAAAAAAAAAAnwIA&#10;AGRycy9kb3ducmV2LnhtbFBLBQYAAAAABAAEAPcAAACNAwAAAAA=&#10;">
                  <v:imagedata r:id="rId12" o:title="EUROCERTYFIKAT"/>
                </v:shape>
                <v:shape id="Picture 20" o:spid="_x0000_s1034" type="#_x0000_t75" alt="CWB" style="position:absolute;left:8701;top:13135;width:1582;height: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CRde/AAAA2wAAAA8AAABkcnMvZG93bnJldi54bWxET82KwjAQvgv7DmEEb5rqQbRrWhZBWEEW&#10;rD7A0Mw2ZZNJaaKtb28WBG/z8f3OrhydFXfqQ+tZwXKRgSCuvW65UXC9HOYbECEia7SeScGDApTF&#10;x2SHufYDn+lexUakEA45KjAxdrmUoTbkMCx8R5y4X987jAn2jdQ9DincWbnKsrV02HJqMNjR3lD9&#10;V92cgovU5pENttoPR304tWbzc7O1UrPp+PUJItIY3+KX+1un+Vv4/yUdIIsn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4wkXXvwAAANsAAAAPAAAAAAAAAAAAAAAAAJ8CAABk&#10;cnMvZG93bnJldi54bWxQSwUGAAAAAAQABAD3AAAAiwMAAAAA&#10;">
                  <v:imagedata r:id="rId13" o:title="CWB"/>
                </v:shape>
                <v:shape id="Picture 21" o:spid="_x0000_s1035" type="#_x0000_t75" alt="SBB_logoBW" style="position:absolute;left:6378;top:13090;width:1060;height:4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Ckk3AAAAA2wAAAA8AAABkcnMvZG93bnJldi54bWxET8uKwjAU3Q/MP4Q74G5M7WIYqlHEFwMO&#10;gnVgtpfmmlabm5JErX9vFoLLw3lPZr1txZV8aBwrGA0zEMSV0w0bBX+H9ec3iBCRNbaOScGdAsym&#10;728TLLS78Z6uZTQihXAoUEEdY1dIGaqaLIah64gTd3TeYkzQG6k93lK4bWWeZV/SYsOpocaOFjVV&#10;5/JiFazW2dHvyqXZ/Z62+8t5Y/J/mis1+OjnYxCR+vgSP90/WkGe1qcv6QfI6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AKSTcAAAADbAAAADwAAAAAAAAAAAAAAAACfAgAA&#10;ZHJzL2Rvd25yZXYueG1sUEsFBgAAAAAEAAQA9wAAAIwDAAAAAA==&#10;">
                  <v:imagedata r:id="rId14" o:title="SBB_logoBW"/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735" w:rsidRDefault="00CC7735">
      <w:r>
        <w:separator/>
      </w:r>
    </w:p>
  </w:footnote>
  <w:footnote w:type="continuationSeparator" w:id="0">
    <w:p w:rsidR="00CC7735" w:rsidRDefault="00CC77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031"/>
      <w:gridCol w:w="7257"/>
    </w:tblGrid>
    <w:tr w:rsidR="00FD499E">
      <w:trPr>
        <w:trHeight w:val="1850"/>
      </w:trPr>
      <w:tc>
        <w:tcPr>
          <w:tcW w:w="2031" w:type="dxa"/>
          <w:shd w:val="clear" w:color="auto" w:fill="auto"/>
        </w:tcPr>
        <w:p w:rsidR="00FD499E" w:rsidRDefault="00BA652E" w:rsidP="0031195E">
          <w:pPr>
            <w:pStyle w:val="Nagwek"/>
            <w:snapToGrid w:val="0"/>
            <w:jc w:val="center"/>
            <w:rPr>
              <w:rFonts w:ascii="Arial" w:hAnsi="Arial" w:cs="Arial"/>
            </w:rPr>
          </w:pPr>
          <w:r w:rsidRPr="00A94BEC"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901065" cy="1202055"/>
                <wp:effectExtent l="0" t="0" r="0" b="0"/>
                <wp:docPr id="1" name="Obraz 1" descr="NEW_logo_ZOZMSWIA_pis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logo_ZOZMSWIA_pis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065" cy="1202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7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FD499E" w:rsidRPr="00EC0565" w:rsidRDefault="00FD499E" w:rsidP="00EC0565">
          <w:pPr>
            <w:pStyle w:val="Nagwek2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Samodzielny Publiczny Zakład Opieki Zdrowotnej</w:t>
          </w:r>
        </w:p>
        <w:p w:rsidR="00FD499E" w:rsidRPr="00EC0565" w:rsidRDefault="00FD499E" w:rsidP="00EC0565">
          <w:pPr>
            <w:pStyle w:val="Nagwek1"/>
            <w:jc w:val="center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Ministerstwa Spraw Wewnętrznych w ŁODZI</w:t>
          </w:r>
        </w:p>
        <w:p w:rsidR="00FD499E" w:rsidRPr="00723F93" w:rsidRDefault="00FD499E" w:rsidP="00EC0565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91–425 Łódź, ul. Północna  42</w:t>
          </w:r>
        </w:p>
        <w:p w:rsidR="00FD499E" w:rsidRPr="00723F93" w:rsidRDefault="00FD499E" w:rsidP="00EC0565">
          <w:pPr>
            <w:ind w:right="-108"/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Dział Zamówień Publicznych tel. 42 634 12 70, fax 42 634 12 54</w:t>
          </w:r>
        </w:p>
        <w:p w:rsidR="00FD499E" w:rsidRDefault="00FD499E" w:rsidP="00EC0565">
          <w:pPr>
            <w:ind w:right="-108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http://www.zoz-mswia-lodz.pl           zamowienia@zoz-mswia-lodz.pl</w:t>
          </w:r>
        </w:p>
      </w:tc>
    </w:tr>
  </w:tbl>
  <w:p w:rsidR="00FD499E" w:rsidRDefault="00FD49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6B4B55"/>
    <w:multiLevelType w:val="hybridMultilevel"/>
    <w:tmpl w:val="69EE6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F70CD"/>
    <w:multiLevelType w:val="hybridMultilevel"/>
    <w:tmpl w:val="E640E652"/>
    <w:lvl w:ilvl="0" w:tplc="167E3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F276C"/>
    <w:multiLevelType w:val="hybridMultilevel"/>
    <w:tmpl w:val="2B2A7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834DF"/>
    <w:multiLevelType w:val="hybridMultilevel"/>
    <w:tmpl w:val="0D04BD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71E63"/>
    <w:multiLevelType w:val="hybridMultilevel"/>
    <w:tmpl w:val="11C63CA6"/>
    <w:lvl w:ilvl="0" w:tplc="799A931C">
      <w:start w:val="1"/>
      <w:numFmt w:val="decimal"/>
      <w:lvlText w:val="%1)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44A1C0D"/>
    <w:multiLevelType w:val="hybridMultilevel"/>
    <w:tmpl w:val="C89EC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8B4DAD"/>
    <w:multiLevelType w:val="hybridMultilevel"/>
    <w:tmpl w:val="098C9E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F833F3"/>
    <w:multiLevelType w:val="hybridMultilevel"/>
    <w:tmpl w:val="6720CBC2"/>
    <w:lvl w:ilvl="0" w:tplc="70EC9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5C6022"/>
    <w:multiLevelType w:val="hybridMultilevel"/>
    <w:tmpl w:val="7768301E"/>
    <w:lvl w:ilvl="0" w:tplc="358E0252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 w15:restartNumberingAfterBreak="0">
    <w:nsid w:val="580575C6"/>
    <w:multiLevelType w:val="multilevel"/>
    <w:tmpl w:val="190E96CA"/>
    <w:lvl w:ilvl="0">
      <w:start w:val="90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63"/>
      <w:numFmt w:val="decimalZero"/>
      <w:lvlText w:val="%1-%2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250"/>
        </w:tabs>
        <w:ind w:left="225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970"/>
        </w:tabs>
        <w:ind w:left="297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9961283"/>
    <w:multiLevelType w:val="multilevel"/>
    <w:tmpl w:val="414677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BA09E9"/>
    <w:multiLevelType w:val="hybridMultilevel"/>
    <w:tmpl w:val="B26C6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B61F3"/>
    <w:multiLevelType w:val="hybridMultilevel"/>
    <w:tmpl w:val="EB580C4E"/>
    <w:lvl w:ilvl="0" w:tplc="7BB656F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783512"/>
    <w:multiLevelType w:val="hybridMultilevel"/>
    <w:tmpl w:val="45367CAE"/>
    <w:lvl w:ilvl="0" w:tplc="D6EC9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0343B1"/>
    <w:multiLevelType w:val="hybridMultilevel"/>
    <w:tmpl w:val="60E6B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F20074"/>
    <w:multiLevelType w:val="hybridMultilevel"/>
    <w:tmpl w:val="9E56E9F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B43B5"/>
    <w:multiLevelType w:val="hybridMultilevel"/>
    <w:tmpl w:val="87EAA7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D5546C"/>
    <w:multiLevelType w:val="hybridMultilevel"/>
    <w:tmpl w:val="0B82E5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14"/>
  </w:num>
  <w:num w:numId="6">
    <w:abstractNumId w:val="2"/>
  </w:num>
  <w:num w:numId="7">
    <w:abstractNumId w:val="6"/>
  </w:num>
  <w:num w:numId="8">
    <w:abstractNumId w:val="10"/>
  </w:num>
  <w:num w:numId="9">
    <w:abstractNumId w:val="13"/>
  </w:num>
  <w:num w:numId="10">
    <w:abstractNumId w:val="7"/>
  </w:num>
  <w:num w:numId="11">
    <w:abstractNumId w:val="8"/>
  </w:num>
  <w:num w:numId="12">
    <w:abstractNumId w:val="17"/>
  </w:num>
  <w:num w:numId="13">
    <w:abstractNumId w:val="1"/>
  </w:num>
  <w:num w:numId="14">
    <w:abstractNumId w:val="18"/>
  </w:num>
  <w:num w:numId="15">
    <w:abstractNumId w:val="15"/>
  </w:num>
  <w:num w:numId="16">
    <w:abstractNumId w:val="12"/>
  </w:num>
  <w:num w:numId="17">
    <w:abstractNumId w:val="3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52E"/>
    <w:rsid w:val="00020527"/>
    <w:rsid w:val="0005602D"/>
    <w:rsid w:val="00080893"/>
    <w:rsid w:val="00096F70"/>
    <w:rsid w:val="000A2054"/>
    <w:rsid w:val="000C38BF"/>
    <w:rsid w:val="0010627C"/>
    <w:rsid w:val="001101F9"/>
    <w:rsid w:val="00122339"/>
    <w:rsid w:val="00122B5D"/>
    <w:rsid w:val="001303F8"/>
    <w:rsid w:val="00134771"/>
    <w:rsid w:val="001379DC"/>
    <w:rsid w:val="00171696"/>
    <w:rsid w:val="00192379"/>
    <w:rsid w:val="001A6534"/>
    <w:rsid w:val="001F2D4F"/>
    <w:rsid w:val="00206571"/>
    <w:rsid w:val="00211D3C"/>
    <w:rsid w:val="002206E7"/>
    <w:rsid w:val="00225EC0"/>
    <w:rsid w:val="00232D45"/>
    <w:rsid w:val="002466A9"/>
    <w:rsid w:val="00250649"/>
    <w:rsid w:val="002711A7"/>
    <w:rsid w:val="00275229"/>
    <w:rsid w:val="00284D38"/>
    <w:rsid w:val="002B1F84"/>
    <w:rsid w:val="0031195E"/>
    <w:rsid w:val="00315C0E"/>
    <w:rsid w:val="00342252"/>
    <w:rsid w:val="003745C4"/>
    <w:rsid w:val="003B33AF"/>
    <w:rsid w:val="003B6E84"/>
    <w:rsid w:val="003D1A6F"/>
    <w:rsid w:val="003E1B7C"/>
    <w:rsid w:val="003F2AE3"/>
    <w:rsid w:val="003F40D2"/>
    <w:rsid w:val="003F6C64"/>
    <w:rsid w:val="003F772D"/>
    <w:rsid w:val="004062B8"/>
    <w:rsid w:val="00424905"/>
    <w:rsid w:val="00447202"/>
    <w:rsid w:val="00451E53"/>
    <w:rsid w:val="00467FA6"/>
    <w:rsid w:val="004727C0"/>
    <w:rsid w:val="0048754D"/>
    <w:rsid w:val="00487751"/>
    <w:rsid w:val="00495363"/>
    <w:rsid w:val="004A56AC"/>
    <w:rsid w:val="004B4A14"/>
    <w:rsid w:val="004C08BD"/>
    <w:rsid w:val="004D178B"/>
    <w:rsid w:val="004D65D5"/>
    <w:rsid w:val="004E0FF8"/>
    <w:rsid w:val="00515752"/>
    <w:rsid w:val="005220CE"/>
    <w:rsid w:val="00525191"/>
    <w:rsid w:val="00565A84"/>
    <w:rsid w:val="00583B74"/>
    <w:rsid w:val="00584556"/>
    <w:rsid w:val="005A1E48"/>
    <w:rsid w:val="005A7FDD"/>
    <w:rsid w:val="005B1E0A"/>
    <w:rsid w:val="005D1B5C"/>
    <w:rsid w:val="005E0642"/>
    <w:rsid w:val="00617572"/>
    <w:rsid w:val="0062770A"/>
    <w:rsid w:val="006418CE"/>
    <w:rsid w:val="00647AAF"/>
    <w:rsid w:val="00683CA1"/>
    <w:rsid w:val="006A3E40"/>
    <w:rsid w:val="006A6FDE"/>
    <w:rsid w:val="006D6C7E"/>
    <w:rsid w:val="006E631A"/>
    <w:rsid w:val="00710A5E"/>
    <w:rsid w:val="007213D2"/>
    <w:rsid w:val="00734498"/>
    <w:rsid w:val="00785373"/>
    <w:rsid w:val="00795831"/>
    <w:rsid w:val="007E12E1"/>
    <w:rsid w:val="00801AE6"/>
    <w:rsid w:val="008144D4"/>
    <w:rsid w:val="008322F7"/>
    <w:rsid w:val="008677EF"/>
    <w:rsid w:val="00890A88"/>
    <w:rsid w:val="00897D59"/>
    <w:rsid w:val="008A48E1"/>
    <w:rsid w:val="008A60D8"/>
    <w:rsid w:val="008B0A0B"/>
    <w:rsid w:val="008C0116"/>
    <w:rsid w:val="00910D91"/>
    <w:rsid w:val="00927B91"/>
    <w:rsid w:val="00935599"/>
    <w:rsid w:val="009436C8"/>
    <w:rsid w:val="00945717"/>
    <w:rsid w:val="00965FB9"/>
    <w:rsid w:val="009B6FF0"/>
    <w:rsid w:val="009C568A"/>
    <w:rsid w:val="00A155CA"/>
    <w:rsid w:val="00A520D4"/>
    <w:rsid w:val="00A72A54"/>
    <w:rsid w:val="00A74480"/>
    <w:rsid w:val="00A903E6"/>
    <w:rsid w:val="00A924B1"/>
    <w:rsid w:val="00A94BEC"/>
    <w:rsid w:val="00AA044E"/>
    <w:rsid w:val="00AA480A"/>
    <w:rsid w:val="00B0252C"/>
    <w:rsid w:val="00B145C5"/>
    <w:rsid w:val="00B20EF7"/>
    <w:rsid w:val="00B25FF3"/>
    <w:rsid w:val="00B30130"/>
    <w:rsid w:val="00B318FC"/>
    <w:rsid w:val="00B35384"/>
    <w:rsid w:val="00B3578D"/>
    <w:rsid w:val="00B41683"/>
    <w:rsid w:val="00B41BF8"/>
    <w:rsid w:val="00B5058E"/>
    <w:rsid w:val="00B55F1B"/>
    <w:rsid w:val="00B749E5"/>
    <w:rsid w:val="00B86E76"/>
    <w:rsid w:val="00B870C6"/>
    <w:rsid w:val="00BA5A7C"/>
    <w:rsid w:val="00BA637B"/>
    <w:rsid w:val="00BA652E"/>
    <w:rsid w:val="00BB47BF"/>
    <w:rsid w:val="00BB74D6"/>
    <w:rsid w:val="00C0256E"/>
    <w:rsid w:val="00C12865"/>
    <w:rsid w:val="00C2648F"/>
    <w:rsid w:val="00C655C4"/>
    <w:rsid w:val="00C90030"/>
    <w:rsid w:val="00CB05A2"/>
    <w:rsid w:val="00CC7735"/>
    <w:rsid w:val="00CE4B34"/>
    <w:rsid w:val="00D42727"/>
    <w:rsid w:val="00D831F3"/>
    <w:rsid w:val="00DB137A"/>
    <w:rsid w:val="00DC470A"/>
    <w:rsid w:val="00DC6731"/>
    <w:rsid w:val="00DE7662"/>
    <w:rsid w:val="00DE77AB"/>
    <w:rsid w:val="00E0467E"/>
    <w:rsid w:val="00E16006"/>
    <w:rsid w:val="00E16CDA"/>
    <w:rsid w:val="00E27D2E"/>
    <w:rsid w:val="00E531E0"/>
    <w:rsid w:val="00E535D1"/>
    <w:rsid w:val="00E77818"/>
    <w:rsid w:val="00EC0565"/>
    <w:rsid w:val="00EE7299"/>
    <w:rsid w:val="00F06440"/>
    <w:rsid w:val="00F249DB"/>
    <w:rsid w:val="00F3621A"/>
    <w:rsid w:val="00F637FA"/>
    <w:rsid w:val="00FA1B86"/>
    <w:rsid w:val="00FA5526"/>
    <w:rsid w:val="00FD499E"/>
    <w:rsid w:val="00FE521C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C3E8D34C-D8B2-4799-BA15-4BBB6DA5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rebuchet MS" w:hAnsi="Trebuchet MS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outlineLvl w:val="0"/>
    </w:pPr>
    <w:rPr>
      <w:rFonts w:ascii="Times New Roman" w:hAnsi="Times New Roman"/>
      <w:b/>
      <w:bCs/>
      <w:sz w:val="32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83B74"/>
    <w:rPr>
      <w:b/>
      <w:bCs/>
      <w:sz w:val="32"/>
      <w:szCs w:val="24"/>
      <w:lang w:eastAsia="ar-SA"/>
    </w:rPr>
  </w:style>
  <w:style w:type="character" w:customStyle="1" w:styleId="Nagwek2Znak">
    <w:name w:val="Nagłówek 2 Znak"/>
    <w:link w:val="Nagwek2"/>
    <w:rsid w:val="00583B74"/>
    <w:rPr>
      <w:b/>
      <w:bCs/>
      <w:sz w:val="32"/>
      <w:szCs w:val="24"/>
      <w:lang w:eastAsia="ar-SA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link w:val="Tekstpodstawowy"/>
    <w:rsid w:val="00583B74"/>
    <w:rPr>
      <w:rFonts w:ascii="Trebuchet MS" w:hAnsi="Trebuchet MS"/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83B74"/>
    <w:rPr>
      <w:rFonts w:ascii="Trebuchet MS" w:hAnsi="Trebuchet MS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  <w:semiHidden/>
    <w:rsid w:val="00565A84"/>
  </w:style>
  <w:style w:type="character" w:styleId="Odwoanieprzypisukocowego">
    <w:name w:val="endnote reference"/>
    <w:semiHidden/>
    <w:rsid w:val="00565A84"/>
    <w:rPr>
      <w:vertAlign w:val="superscript"/>
    </w:rPr>
  </w:style>
  <w:style w:type="table" w:styleId="Tabela-Siatka">
    <w:name w:val="Table Grid"/>
    <w:basedOn w:val="Standardowy"/>
    <w:rsid w:val="0048775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E0FF8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683C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83B74"/>
    <w:rPr>
      <w:rFonts w:ascii="Tahoma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EC05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583B74"/>
    <w:rPr>
      <w:rFonts w:ascii="Trebuchet MS" w:hAnsi="Trebuchet MS"/>
      <w:lang w:eastAsia="ar-SA"/>
    </w:rPr>
  </w:style>
  <w:style w:type="paragraph" w:customStyle="1" w:styleId="Znak">
    <w:name w:val="Znak"/>
    <w:basedOn w:val="Normalny"/>
    <w:rsid w:val="00EC0565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318FC"/>
    <w:pPr>
      <w:suppressAutoHyphens w:val="0"/>
      <w:ind w:left="2832"/>
    </w:pPr>
    <w:rPr>
      <w:rFonts w:ascii="Arial" w:hAnsi="Arial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583B74"/>
    <w:rPr>
      <w:rFonts w:ascii="Arial" w:hAnsi="Arial"/>
      <w:sz w:val="24"/>
      <w:szCs w:val="24"/>
    </w:rPr>
  </w:style>
  <w:style w:type="paragraph" w:styleId="Akapitzlist">
    <w:name w:val="List Paragraph"/>
    <w:basedOn w:val="Normalny"/>
    <w:qFormat/>
    <w:rsid w:val="00B318FC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FD499E"/>
  </w:style>
  <w:style w:type="paragraph" w:styleId="Bezodstpw">
    <w:name w:val="No Spacing"/>
    <w:uiPriority w:val="1"/>
    <w:qFormat/>
    <w:rsid w:val="00250649"/>
    <w:pPr>
      <w:suppressAutoHyphens/>
    </w:pPr>
    <w:rPr>
      <w:rFonts w:ascii="Trebuchet MS" w:hAnsi="Trebuchet MS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13" Type="http://schemas.openxmlformats.org/officeDocument/2006/relationships/image" Target="media/image14.png"/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12" Type="http://schemas.openxmlformats.org/officeDocument/2006/relationships/image" Target="media/image13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jpeg"/><Relationship Id="rId10" Type="http://schemas.openxmlformats.org/officeDocument/2006/relationships/image" Target="media/image11.jpeg"/><Relationship Id="rId4" Type="http://schemas.openxmlformats.org/officeDocument/2006/relationships/image" Target="media/image5.png"/><Relationship Id="rId9" Type="http://schemas.openxmlformats.org/officeDocument/2006/relationships/image" Target="media/image10.jpeg"/><Relationship Id="rId14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R&#281;kawiczki%202015\informacja%20o%20wyborze%20-%20uniewaznien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informacja o wyborze - uniewaznienie</Template>
  <TotalTime>2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 29</vt:lpstr>
    </vt:vector>
  </TitlesOfParts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 29</dc:title>
  <dc:subject/>
  <dc:creator>user</dc:creator>
  <cp:keywords/>
  <cp:lastModifiedBy>user</cp:lastModifiedBy>
  <cp:revision>3</cp:revision>
  <cp:lastPrinted>2015-10-26T08:43:00Z</cp:lastPrinted>
  <dcterms:created xsi:type="dcterms:W3CDTF">2015-10-26T11:31:00Z</dcterms:created>
  <dcterms:modified xsi:type="dcterms:W3CDTF">2015-10-26T11:37:00Z</dcterms:modified>
</cp:coreProperties>
</file>