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752" w:rsidRDefault="00FE521C" w:rsidP="003B33AF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ZP.</w:t>
      </w:r>
      <w:r w:rsidR="00531E2A">
        <w:rPr>
          <w:rFonts w:ascii="Times New Roman" w:hAnsi="Times New Roman"/>
          <w:sz w:val="24"/>
          <w:szCs w:val="24"/>
        </w:rPr>
        <w:t>2375.15.2015.JC:</w:t>
      </w:r>
      <w:r w:rsidR="00F31391">
        <w:rPr>
          <w:rFonts w:ascii="Times New Roman" w:hAnsi="Times New Roman"/>
          <w:sz w:val="24"/>
          <w:szCs w:val="24"/>
        </w:rPr>
        <w:t>20</w:t>
      </w:r>
      <w:bookmarkStart w:id="0" w:name="_GoBack"/>
      <w:bookmarkEnd w:id="0"/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15752" w:rsidRPr="00EC0565">
        <w:rPr>
          <w:rFonts w:ascii="Times New Roman" w:hAnsi="Times New Roman"/>
          <w:sz w:val="24"/>
          <w:szCs w:val="24"/>
        </w:rPr>
        <w:tab/>
      </w:r>
      <w:r w:rsidR="00583B74">
        <w:rPr>
          <w:rFonts w:ascii="Times New Roman" w:hAnsi="Times New Roman"/>
          <w:sz w:val="24"/>
          <w:szCs w:val="24"/>
        </w:rPr>
        <w:t xml:space="preserve">   </w:t>
      </w:r>
      <w:r w:rsidR="00531E2A">
        <w:rPr>
          <w:rFonts w:ascii="Times New Roman" w:hAnsi="Times New Roman"/>
          <w:sz w:val="24"/>
          <w:szCs w:val="24"/>
        </w:rPr>
        <w:t xml:space="preserve">           </w:t>
      </w:r>
      <w:r w:rsidR="003B33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C08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Łódź, dnia </w:t>
      </w:r>
      <w:r w:rsidR="002707F7">
        <w:rPr>
          <w:rFonts w:ascii="Times New Roman" w:hAnsi="Times New Roman"/>
          <w:sz w:val="24"/>
          <w:szCs w:val="24"/>
        </w:rPr>
        <w:t>19</w:t>
      </w:r>
      <w:r w:rsidR="00531E2A">
        <w:rPr>
          <w:rFonts w:ascii="Times New Roman" w:hAnsi="Times New Roman"/>
          <w:sz w:val="24"/>
          <w:szCs w:val="24"/>
        </w:rPr>
        <w:t>.01.2016</w:t>
      </w:r>
      <w:r w:rsidR="00FD499E">
        <w:rPr>
          <w:rFonts w:ascii="Times New Roman" w:hAnsi="Times New Roman"/>
          <w:sz w:val="24"/>
          <w:szCs w:val="24"/>
        </w:rPr>
        <w:t xml:space="preserve"> </w:t>
      </w:r>
      <w:r w:rsidR="00897D59">
        <w:rPr>
          <w:rFonts w:ascii="Times New Roman" w:hAnsi="Times New Roman"/>
          <w:sz w:val="24"/>
          <w:szCs w:val="24"/>
        </w:rPr>
        <w:t>r.</w:t>
      </w:r>
    </w:p>
    <w:p w:rsidR="004D65D5" w:rsidRDefault="004D65D5" w:rsidP="004D65D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499E" w:rsidRPr="00FD499E" w:rsidRDefault="00FD499E" w:rsidP="00134771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O WYBORZE OFERTY</w:t>
      </w:r>
      <w:r w:rsidR="002707F7">
        <w:rPr>
          <w:rFonts w:ascii="Times New Roman" w:hAnsi="Times New Roman"/>
          <w:b/>
          <w:sz w:val="24"/>
          <w:szCs w:val="24"/>
        </w:rPr>
        <w:t xml:space="preserve"> - SPROSTOWANIE</w:t>
      </w:r>
    </w:p>
    <w:p w:rsidR="00134771" w:rsidRDefault="00134771" w:rsidP="00134771">
      <w:pPr>
        <w:jc w:val="both"/>
        <w:rPr>
          <w:rFonts w:ascii="Times New Roman" w:hAnsi="Times New Roman"/>
          <w:lang w:eastAsia="pl-PL"/>
        </w:rPr>
      </w:pPr>
      <w:r>
        <w:rPr>
          <w:rFonts w:cs="Arial"/>
          <w:b/>
          <w:bCs/>
        </w:rPr>
        <w:t>dotyczy:</w:t>
      </w:r>
      <w:r>
        <w:rPr>
          <w:rFonts w:cs="Arial"/>
        </w:rPr>
        <w:t xml:space="preserve"> </w:t>
      </w:r>
      <w:r>
        <w:rPr>
          <w:rFonts w:ascii="Times New Roman" w:hAnsi="Times New Roman"/>
          <w:bCs/>
          <w:iCs/>
        </w:rPr>
        <w:t xml:space="preserve">postępowania przetargowego w trybie przetargu nieograniczonego na </w:t>
      </w:r>
      <w:r>
        <w:rPr>
          <w:rFonts w:ascii="Times New Roman" w:hAnsi="Times New Roman"/>
          <w:b/>
        </w:rPr>
        <w:t>usługę sprzątania wra</w:t>
      </w:r>
      <w:r w:rsidR="00531E2A">
        <w:rPr>
          <w:rFonts w:ascii="Times New Roman" w:hAnsi="Times New Roman"/>
          <w:b/>
        </w:rPr>
        <w:t>z</w:t>
      </w:r>
      <w:r w:rsidR="00531E2A">
        <w:rPr>
          <w:rFonts w:ascii="Times New Roman" w:hAnsi="Times New Roman"/>
          <w:b/>
        </w:rPr>
        <w:br/>
        <w:t>z transportem wewnętrznym nr 4</w:t>
      </w:r>
      <w:r>
        <w:rPr>
          <w:rFonts w:ascii="Times New Roman" w:hAnsi="Times New Roman"/>
          <w:b/>
        </w:rPr>
        <w:t>5/U/15</w:t>
      </w:r>
    </w:p>
    <w:p w:rsidR="00134771" w:rsidRDefault="00134771" w:rsidP="00134771">
      <w:pPr>
        <w:rPr>
          <w:rFonts w:ascii="Times New Roman" w:hAnsi="Times New Roman"/>
        </w:rPr>
      </w:pPr>
    </w:p>
    <w:p w:rsidR="00134771" w:rsidRPr="00531E2A" w:rsidRDefault="00134771" w:rsidP="00134771">
      <w:pPr>
        <w:jc w:val="both"/>
        <w:rPr>
          <w:rFonts w:ascii="Times New Roman" w:hAnsi="Times New Roman"/>
          <w:sz w:val="22"/>
          <w:szCs w:val="22"/>
        </w:rPr>
      </w:pPr>
      <w:r w:rsidRPr="00531E2A">
        <w:rPr>
          <w:rFonts w:ascii="Times New Roman" w:hAnsi="Times New Roman"/>
          <w:sz w:val="22"/>
          <w:szCs w:val="22"/>
        </w:rPr>
        <w:t>Zgodnie z art. 92 ust. 2 ustawy Prawo zamówień publicznych z dnia 29 stycznia 2004 r. informujemy, iż w postępowaniu prowadzonym w trybie przetargu nieograniczonego na</w:t>
      </w:r>
      <w:r w:rsidRPr="00531E2A">
        <w:rPr>
          <w:rFonts w:ascii="Times New Roman" w:hAnsi="Times New Roman"/>
          <w:b/>
          <w:sz w:val="22"/>
          <w:szCs w:val="22"/>
        </w:rPr>
        <w:t xml:space="preserve"> usługę sprzątania wra</w:t>
      </w:r>
      <w:r w:rsidR="00531E2A" w:rsidRPr="00531E2A">
        <w:rPr>
          <w:rFonts w:ascii="Times New Roman" w:hAnsi="Times New Roman"/>
          <w:b/>
          <w:sz w:val="22"/>
          <w:szCs w:val="22"/>
        </w:rPr>
        <w:t xml:space="preserve">z </w:t>
      </w:r>
      <w:r w:rsidR="00531E2A">
        <w:rPr>
          <w:rFonts w:ascii="Times New Roman" w:hAnsi="Times New Roman"/>
          <w:b/>
          <w:sz w:val="22"/>
          <w:szCs w:val="22"/>
        </w:rPr>
        <w:br/>
      </w:r>
      <w:r w:rsidR="00531E2A" w:rsidRPr="00531E2A">
        <w:rPr>
          <w:rFonts w:ascii="Times New Roman" w:hAnsi="Times New Roman"/>
          <w:b/>
          <w:sz w:val="22"/>
          <w:szCs w:val="22"/>
        </w:rPr>
        <w:t>z transportem wewnętrznym nr 4</w:t>
      </w:r>
      <w:r w:rsidRPr="00531E2A">
        <w:rPr>
          <w:rFonts w:ascii="Times New Roman" w:hAnsi="Times New Roman"/>
          <w:b/>
          <w:sz w:val="22"/>
          <w:szCs w:val="22"/>
        </w:rPr>
        <w:t xml:space="preserve">5/U/15 </w:t>
      </w:r>
      <w:r w:rsidRPr="00531E2A">
        <w:rPr>
          <w:rFonts w:ascii="Times New Roman" w:hAnsi="Times New Roman"/>
          <w:sz w:val="22"/>
          <w:szCs w:val="22"/>
        </w:rPr>
        <w:t>dokonano wyboru najkorzystniejszej oferty.</w:t>
      </w:r>
    </w:p>
    <w:p w:rsidR="00134771" w:rsidRPr="00531E2A" w:rsidRDefault="00134771" w:rsidP="00134771">
      <w:pPr>
        <w:jc w:val="both"/>
        <w:rPr>
          <w:rFonts w:ascii="Times New Roman" w:hAnsi="Times New Roman"/>
          <w:sz w:val="22"/>
          <w:szCs w:val="22"/>
        </w:rPr>
      </w:pPr>
      <w:r w:rsidRPr="00531E2A">
        <w:rPr>
          <w:rFonts w:ascii="Times New Roman" w:hAnsi="Times New Roman"/>
          <w:sz w:val="22"/>
          <w:szCs w:val="22"/>
        </w:rPr>
        <w:t xml:space="preserve">W przedmiotowym postępowaniu złożono </w:t>
      </w:r>
      <w:r w:rsidR="00531E2A" w:rsidRPr="00531E2A">
        <w:rPr>
          <w:rFonts w:ascii="Times New Roman" w:hAnsi="Times New Roman"/>
          <w:sz w:val="22"/>
          <w:szCs w:val="22"/>
        </w:rPr>
        <w:t>2 oferty.</w:t>
      </w:r>
      <w:r w:rsidRPr="00531E2A">
        <w:rPr>
          <w:rFonts w:ascii="Times New Roman" w:hAnsi="Times New Roman"/>
          <w:sz w:val="22"/>
          <w:szCs w:val="22"/>
        </w:rPr>
        <w:t xml:space="preserve"> Kierowano się kryterium ceny oraz jakości. Cena 90%, jakość 10%.</w:t>
      </w:r>
    </w:p>
    <w:p w:rsidR="00134771" w:rsidRPr="00531E2A" w:rsidRDefault="00134771" w:rsidP="00134771">
      <w:pPr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531E2A">
        <w:rPr>
          <w:rFonts w:ascii="Times New Roman" w:hAnsi="Times New Roman"/>
          <w:sz w:val="22"/>
          <w:szCs w:val="22"/>
        </w:rPr>
        <w:t>W oparciu o wskazaną w specyfikacji formułę dokonano oceny punktowej ofert niepodlegających odrzuceniu.</w:t>
      </w:r>
    </w:p>
    <w:p w:rsidR="00134771" w:rsidRPr="00531E2A" w:rsidRDefault="00134771" w:rsidP="00134771">
      <w:pPr>
        <w:rPr>
          <w:rFonts w:ascii="Times New Roman" w:hAnsi="Times New Roman"/>
          <w:sz w:val="22"/>
          <w:szCs w:val="22"/>
        </w:rPr>
      </w:pPr>
    </w:p>
    <w:p w:rsidR="00531E2A" w:rsidRPr="00531E2A" w:rsidRDefault="00531E2A" w:rsidP="00531E2A">
      <w:pPr>
        <w:suppressAutoHyphens w:val="0"/>
        <w:rPr>
          <w:rFonts w:ascii="Times New Roman" w:hAnsi="Times New Roman"/>
          <w:b/>
          <w:sz w:val="22"/>
          <w:szCs w:val="22"/>
          <w:lang w:eastAsia="pl-PL"/>
        </w:rPr>
      </w:pPr>
      <w:r w:rsidRPr="00531E2A">
        <w:rPr>
          <w:rFonts w:ascii="Times New Roman" w:hAnsi="Times New Roman"/>
          <w:b/>
          <w:sz w:val="22"/>
          <w:szCs w:val="22"/>
          <w:lang w:eastAsia="pl-PL"/>
        </w:rPr>
        <w:t>Wykaz, ocena i porównanie złożonych ofert.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3920"/>
        <w:gridCol w:w="2410"/>
        <w:gridCol w:w="1842"/>
      </w:tblGrid>
      <w:tr w:rsidR="00531E2A" w:rsidRPr="00531E2A" w:rsidTr="00DE4D25">
        <w:trPr>
          <w:trHeight w:val="406"/>
        </w:trPr>
        <w:tc>
          <w:tcPr>
            <w:tcW w:w="970" w:type="dxa"/>
          </w:tcPr>
          <w:p w:rsidR="00531E2A" w:rsidRPr="00531E2A" w:rsidRDefault="00531E2A" w:rsidP="00531E2A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Numer oferty</w:t>
            </w:r>
          </w:p>
        </w:tc>
        <w:tc>
          <w:tcPr>
            <w:tcW w:w="3920" w:type="dxa"/>
            <w:vAlign w:val="center"/>
          </w:tcPr>
          <w:p w:rsidR="00531E2A" w:rsidRPr="00531E2A" w:rsidRDefault="00531E2A" w:rsidP="00531E2A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Firma (nazwa) lub nazwisko oraz adres wykonawcy</w:t>
            </w:r>
          </w:p>
          <w:p w:rsidR="00531E2A" w:rsidRPr="00531E2A" w:rsidRDefault="00531E2A" w:rsidP="00531E2A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:rsidR="00531E2A" w:rsidRPr="00531E2A" w:rsidRDefault="00531E2A" w:rsidP="00531E2A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Streszczenie spełniania warunków udziału w postępowaniu i oceny ofert</w:t>
            </w:r>
          </w:p>
        </w:tc>
        <w:tc>
          <w:tcPr>
            <w:tcW w:w="1842" w:type="dxa"/>
            <w:vAlign w:val="center"/>
          </w:tcPr>
          <w:p w:rsidR="00531E2A" w:rsidRPr="00531E2A" w:rsidRDefault="00531E2A" w:rsidP="00531E2A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Punktacja</w:t>
            </w:r>
          </w:p>
        </w:tc>
      </w:tr>
      <w:tr w:rsidR="00531E2A" w:rsidRPr="00531E2A" w:rsidTr="00DE4D25">
        <w:trPr>
          <w:trHeight w:val="916"/>
        </w:trPr>
        <w:tc>
          <w:tcPr>
            <w:tcW w:w="970" w:type="dxa"/>
          </w:tcPr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920" w:type="dxa"/>
          </w:tcPr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Konsorcjum: Izan+ Sp. z o.o. 31-215 Kraków, ul. Żabiniec 46 Lider konsorcjum</w:t>
            </w:r>
          </w:p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Naprzód Sp. z o.o. 31-215 Kraków, ul. Żabiniec 46 – członek konsorcjum</w:t>
            </w:r>
          </w:p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proofErr w:type="spellStart"/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Medassist</w:t>
            </w:r>
            <w:proofErr w:type="spellEnd"/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 xml:space="preserve"> Sp. z o.o. 31-215 Kraków, ul. Żabiniec 46 – członek konsorcjum</w:t>
            </w:r>
          </w:p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</w:tcPr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Wykonawca spełnia warunki udziału w postępowaniu, oferta nie podlega odrzuceniu</w:t>
            </w:r>
          </w:p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</w:tcPr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Cena – 90,00</w:t>
            </w:r>
          </w:p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Jakość – 10,00</w:t>
            </w:r>
          </w:p>
          <w:p w:rsidR="00531E2A" w:rsidRPr="00531E2A" w:rsidRDefault="00531E2A" w:rsidP="00531E2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Razem 100,00</w:t>
            </w:r>
          </w:p>
        </w:tc>
      </w:tr>
      <w:tr w:rsidR="00531E2A" w:rsidRPr="00531E2A" w:rsidTr="00DE4D25">
        <w:trPr>
          <w:trHeight w:val="916"/>
        </w:trPr>
        <w:tc>
          <w:tcPr>
            <w:tcW w:w="970" w:type="dxa"/>
          </w:tcPr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920" w:type="dxa"/>
          </w:tcPr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 xml:space="preserve">Konsorcjum: Impel </w:t>
            </w:r>
            <w:proofErr w:type="spellStart"/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Cleaning</w:t>
            </w:r>
            <w:proofErr w:type="spellEnd"/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 xml:space="preserve"> Sp. z o.o. </w:t>
            </w: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br/>
              <w:t>53-111 Wrocław, ul. Ślężna 118</w:t>
            </w:r>
          </w:p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proofErr w:type="spellStart"/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Hospital</w:t>
            </w:r>
            <w:proofErr w:type="spellEnd"/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 xml:space="preserve"> Service  „Company” Sp. z o.o. Sp. k. </w:t>
            </w: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br/>
              <w:t>53-11 Wrocław, ul. Ślężna 118</w:t>
            </w:r>
          </w:p>
        </w:tc>
        <w:tc>
          <w:tcPr>
            <w:tcW w:w="2410" w:type="dxa"/>
          </w:tcPr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Wykonawca spełnia warunki udziału w postępowaniu, oferta nie podlega odrzuceniu</w:t>
            </w:r>
          </w:p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</w:tcPr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 xml:space="preserve">Cena – </w:t>
            </w:r>
            <w:r w:rsidR="002707F7" w:rsidRPr="002707F7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>72,77</w:t>
            </w:r>
            <w:r w:rsidR="002707F7">
              <w:rPr>
                <w:rFonts w:ascii="Times New Roman" w:hAnsi="Times New Roman"/>
                <w:sz w:val="22"/>
                <w:szCs w:val="22"/>
                <w:lang w:eastAsia="pl-PL"/>
              </w:rPr>
              <w:t xml:space="preserve"> było 75,63</w:t>
            </w:r>
          </w:p>
          <w:p w:rsidR="00531E2A" w:rsidRPr="00531E2A" w:rsidRDefault="00531E2A" w:rsidP="00531E2A">
            <w:pPr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Jakość – 10,00</w:t>
            </w:r>
          </w:p>
          <w:p w:rsidR="00531E2A" w:rsidRPr="00531E2A" w:rsidRDefault="00531E2A" w:rsidP="00531E2A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suppressAutoHyphens w:val="0"/>
              <w:rPr>
                <w:rFonts w:ascii="Times New Roman" w:hAnsi="Times New Roman"/>
                <w:sz w:val="22"/>
                <w:szCs w:val="22"/>
                <w:lang w:eastAsia="pl-PL"/>
              </w:rPr>
            </w:pP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>Razem</w:t>
            </w:r>
            <w:r w:rsidR="002707F7">
              <w:rPr>
                <w:rFonts w:ascii="Times New Roman" w:hAnsi="Times New Roman"/>
                <w:sz w:val="22"/>
                <w:szCs w:val="22"/>
                <w:lang w:eastAsia="pl-PL"/>
              </w:rPr>
              <w:t xml:space="preserve"> </w:t>
            </w:r>
            <w:r w:rsidR="002707F7" w:rsidRPr="002707F7">
              <w:rPr>
                <w:rFonts w:ascii="Times New Roman" w:hAnsi="Times New Roman"/>
                <w:b/>
                <w:sz w:val="22"/>
                <w:szCs w:val="22"/>
                <w:lang w:eastAsia="pl-PL"/>
              </w:rPr>
              <w:t>82,77</w:t>
            </w:r>
            <w:r w:rsidR="002707F7">
              <w:rPr>
                <w:rFonts w:ascii="Times New Roman" w:hAnsi="Times New Roman"/>
                <w:sz w:val="22"/>
                <w:szCs w:val="22"/>
                <w:lang w:eastAsia="pl-PL"/>
              </w:rPr>
              <w:t xml:space="preserve"> było</w:t>
            </w:r>
            <w:r w:rsidRPr="00531E2A">
              <w:rPr>
                <w:rFonts w:ascii="Times New Roman" w:hAnsi="Times New Roman"/>
                <w:sz w:val="22"/>
                <w:szCs w:val="22"/>
                <w:lang w:eastAsia="pl-PL"/>
              </w:rPr>
              <w:t xml:space="preserve"> 85,63</w:t>
            </w:r>
          </w:p>
        </w:tc>
      </w:tr>
    </w:tbl>
    <w:p w:rsidR="00531E2A" w:rsidRPr="00531E2A" w:rsidRDefault="00531E2A" w:rsidP="00531E2A">
      <w:pPr>
        <w:suppressAutoHyphens w:val="0"/>
        <w:rPr>
          <w:rFonts w:ascii="Times New Roman" w:hAnsi="Times New Roman"/>
          <w:sz w:val="22"/>
          <w:szCs w:val="22"/>
          <w:lang w:eastAsia="pl-PL"/>
        </w:rPr>
      </w:pPr>
    </w:p>
    <w:p w:rsidR="00531E2A" w:rsidRPr="00531E2A" w:rsidRDefault="00531E2A" w:rsidP="00531E2A">
      <w:pPr>
        <w:suppressAutoHyphens w:val="0"/>
        <w:rPr>
          <w:rFonts w:ascii="Times New Roman" w:hAnsi="Times New Roman"/>
          <w:sz w:val="22"/>
          <w:szCs w:val="22"/>
          <w:lang w:eastAsia="pl-PL"/>
        </w:rPr>
      </w:pPr>
      <w:r w:rsidRPr="00531E2A">
        <w:rPr>
          <w:rFonts w:ascii="Times New Roman" w:hAnsi="Times New Roman"/>
          <w:sz w:val="22"/>
          <w:szCs w:val="22"/>
          <w:lang w:eastAsia="pl-PL"/>
        </w:rPr>
        <w:t>Na podstawie oceny spełniania warunków w postępowaniu oraz kryterium oceny ofert dokonano wyboru oferty nr</w:t>
      </w:r>
      <w:r w:rsidRPr="00531E2A">
        <w:rPr>
          <w:rFonts w:ascii="Times New Roman" w:hAnsi="Times New Roman"/>
          <w:b/>
          <w:sz w:val="22"/>
          <w:szCs w:val="22"/>
          <w:lang w:eastAsia="pl-PL"/>
        </w:rPr>
        <w:t xml:space="preserve"> 1 </w:t>
      </w:r>
      <w:r w:rsidRPr="00531E2A">
        <w:rPr>
          <w:rFonts w:ascii="Times New Roman" w:hAnsi="Times New Roman"/>
          <w:sz w:val="22"/>
          <w:szCs w:val="22"/>
          <w:lang w:eastAsia="pl-PL"/>
        </w:rPr>
        <w:t xml:space="preserve">Konsorcjum: Izan+ Sp. z o.o. 31-215 Kraków, ul. Żabiniec 46 Lider konsorcjum, Naprzód Sp. z o.o. 31-215 Kraków, ul. Żabiniec 46 – członek konsorcjum, </w:t>
      </w:r>
      <w:proofErr w:type="spellStart"/>
      <w:r w:rsidRPr="00531E2A">
        <w:rPr>
          <w:rFonts w:ascii="Times New Roman" w:hAnsi="Times New Roman"/>
          <w:sz w:val="22"/>
          <w:szCs w:val="22"/>
          <w:lang w:eastAsia="pl-PL"/>
        </w:rPr>
        <w:t>Medassist</w:t>
      </w:r>
      <w:proofErr w:type="spellEnd"/>
      <w:r w:rsidRPr="00531E2A">
        <w:rPr>
          <w:rFonts w:ascii="Times New Roman" w:hAnsi="Times New Roman"/>
          <w:sz w:val="22"/>
          <w:szCs w:val="22"/>
          <w:lang w:eastAsia="pl-PL"/>
        </w:rPr>
        <w:t xml:space="preserve"> Sp. z o.o. 31-215 Kraków, ul. Żabiniec 46 – członek konsorcjum</w:t>
      </w:r>
    </w:p>
    <w:p w:rsidR="00531E2A" w:rsidRPr="00531E2A" w:rsidRDefault="00531E2A" w:rsidP="00531E2A">
      <w:pPr>
        <w:suppressAutoHyphens w:val="0"/>
        <w:rPr>
          <w:rFonts w:ascii="Times New Roman" w:hAnsi="Times New Roman"/>
          <w:bCs/>
          <w:sz w:val="22"/>
          <w:szCs w:val="22"/>
          <w:lang w:eastAsia="pl-PL"/>
        </w:rPr>
      </w:pPr>
      <w:r w:rsidRPr="00531E2A">
        <w:rPr>
          <w:rFonts w:ascii="Times New Roman" w:hAnsi="Times New Roman"/>
          <w:bCs/>
          <w:sz w:val="22"/>
          <w:szCs w:val="22"/>
          <w:lang w:eastAsia="pl-PL"/>
        </w:rPr>
        <w:t xml:space="preserve"> </w:t>
      </w:r>
      <w:r w:rsidRPr="00531E2A">
        <w:rPr>
          <w:rFonts w:ascii="Times New Roman" w:hAnsi="Times New Roman"/>
          <w:b/>
          <w:sz w:val="22"/>
          <w:szCs w:val="22"/>
          <w:lang w:eastAsia="pl-PL"/>
        </w:rPr>
        <w:t xml:space="preserve">jako najkorzystniejszej oferty. </w:t>
      </w:r>
    </w:p>
    <w:p w:rsidR="00FD499E" w:rsidRPr="00531E2A" w:rsidRDefault="00FD499E" w:rsidP="00FD499E">
      <w:pPr>
        <w:suppressAutoHyphens w:val="0"/>
        <w:rPr>
          <w:rFonts w:ascii="Times New Roman" w:hAnsi="Times New Roman"/>
          <w:sz w:val="22"/>
          <w:szCs w:val="22"/>
          <w:lang w:eastAsia="pl-PL"/>
        </w:rPr>
      </w:pPr>
    </w:p>
    <w:p w:rsidR="00BB47BF" w:rsidRPr="00531E2A" w:rsidRDefault="00134771" w:rsidP="00250649">
      <w:pPr>
        <w:rPr>
          <w:rFonts w:ascii="Times New Roman" w:hAnsi="Times New Roman"/>
          <w:sz w:val="22"/>
          <w:szCs w:val="22"/>
        </w:rPr>
      </w:pPr>
      <w:r w:rsidRPr="00531E2A">
        <w:rPr>
          <w:rFonts w:ascii="Times New Roman" w:hAnsi="Times New Roman"/>
          <w:sz w:val="22"/>
          <w:szCs w:val="22"/>
        </w:rPr>
        <w:t>Umowa zostanie</w:t>
      </w:r>
      <w:r w:rsidR="00B35384" w:rsidRPr="00531E2A">
        <w:rPr>
          <w:rFonts w:ascii="Times New Roman" w:hAnsi="Times New Roman"/>
          <w:sz w:val="22"/>
          <w:szCs w:val="22"/>
        </w:rPr>
        <w:t xml:space="preserve"> </w:t>
      </w:r>
      <w:r w:rsidRPr="00531E2A">
        <w:rPr>
          <w:rFonts w:ascii="Times New Roman" w:hAnsi="Times New Roman"/>
          <w:sz w:val="22"/>
          <w:szCs w:val="22"/>
        </w:rPr>
        <w:t>podpisana</w:t>
      </w:r>
      <w:r w:rsidR="00B35384" w:rsidRPr="00531E2A">
        <w:rPr>
          <w:rFonts w:ascii="Times New Roman" w:hAnsi="Times New Roman"/>
          <w:sz w:val="22"/>
          <w:szCs w:val="22"/>
        </w:rPr>
        <w:t xml:space="preserve"> w dniu </w:t>
      </w:r>
      <w:r w:rsidR="00531E2A">
        <w:rPr>
          <w:rFonts w:ascii="Times New Roman" w:hAnsi="Times New Roman"/>
          <w:sz w:val="22"/>
          <w:szCs w:val="22"/>
        </w:rPr>
        <w:t>01.02</w:t>
      </w:r>
      <w:r w:rsidR="00897D59" w:rsidRPr="00531E2A">
        <w:rPr>
          <w:rFonts w:ascii="Times New Roman" w:hAnsi="Times New Roman"/>
          <w:sz w:val="22"/>
          <w:szCs w:val="22"/>
        </w:rPr>
        <w:t>.</w:t>
      </w:r>
      <w:r w:rsidR="004C08BD" w:rsidRPr="00531E2A">
        <w:rPr>
          <w:rFonts w:ascii="Times New Roman" w:hAnsi="Times New Roman"/>
          <w:sz w:val="22"/>
          <w:szCs w:val="22"/>
        </w:rPr>
        <w:t>201</w:t>
      </w:r>
      <w:r w:rsidR="00531E2A">
        <w:rPr>
          <w:rFonts w:ascii="Times New Roman" w:hAnsi="Times New Roman"/>
          <w:sz w:val="22"/>
          <w:szCs w:val="22"/>
        </w:rPr>
        <w:t>6</w:t>
      </w:r>
      <w:r w:rsidR="00945717" w:rsidRPr="00531E2A">
        <w:rPr>
          <w:rFonts w:ascii="Times New Roman" w:hAnsi="Times New Roman"/>
          <w:sz w:val="22"/>
          <w:szCs w:val="22"/>
        </w:rPr>
        <w:t xml:space="preserve"> r. w siedzibie Zamawiającego.</w:t>
      </w:r>
    </w:p>
    <w:p w:rsidR="00250649" w:rsidRDefault="00890A88" w:rsidP="00134771">
      <w:pPr>
        <w:pStyle w:val="Bezodstpw"/>
      </w:pPr>
      <w:r w:rsidRPr="00250649">
        <w:t xml:space="preserve">                                          </w:t>
      </w:r>
      <w:r w:rsidR="00583B74" w:rsidRPr="00250649">
        <w:t xml:space="preserve">                                                 </w:t>
      </w:r>
    </w:p>
    <w:p w:rsidR="00134771" w:rsidRPr="004C08BD" w:rsidRDefault="00134771" w:rsidP="00134771">
      <w:pPr>
        <w:pStyle w:val="Bezodstpw"/>
        <w:rPr>
          <w:lang w:val="en-US"/>
        </w:rPr>
      </w:pPr>
    </w:p>
    <w:p w:rsidR="0093274E" w:rsidRPr="00250649" w:rsidRDefault="0093274E" w:rsidP="0093274E">
      <w:pPr>
        <w:pStyle w:val="Bezodstpw"/>
      </w:pPr>
      <w:r>
        <w:t xml:space="preserve">                                                                                              </w:t>
      </w:r>
      <w:r w:rsidRPr="00250649">
        <w:t xml:space="preserve">Dyrektor                      </w:t>
      </w:r>
      <w:r>
        <w:t xml:space="preserve">                                                                                                                                                               </w:t>
      </w:r>
    </w:p>
    <w:p w:rsidR="0093274E" w:rsidRPr="00250649" w:rsidRDefault="0093274E" w:rsidP="0093274E">
      <w:pPr>
        <w:pStyle w:val="Tekstpodstawowy2"/>
        <w:spacing w:line="240" w:lineRule="auto"/>
        <w:rPr>
          <w:rFonts w:ascii="Times New Roman" w:hAnsi="Times New Roman"/>
        </w:rPr>
      </w:pPr>
      <w:r w:rsidRPr="00250649">
        <w:rPr>
          <w:rFonts w:ascii="Times New Roman" w:hAnsi="Times New Roman"/>
        </w:rPr>
        <w:t xml:space="preserve">                                                                                                         SP ZOZ MSW w Łodzi</w:t>
      </w:r>
    </w:p>
    <w:p w:rsidR="0093274E" w:rsidRPr="004C08BD" w:rsidRDefault="0093274E" w:rsidP="0093274E">
      <w:pPr>
        <w:pStyle w:val="Tekstpodstawowy2"/>
        <w:spacing w:line="240" w:lineRule="auto"/>
        <w:rPr>
          <w:lang w:val="en-US"/>
        </w:rPr>
      </w:pPr>
      <w:r w:rsidRPr="00250649">
        <w:rPr>
          <w:rFonts w:ascii="Times New Roman" w:hAnsi="Times New Roman"/>
        </w:rPr>
        <w:t xml:space="preserve">                                                                                                  dr n. med. </w:t>
      </w:r>
      <w:r w:rsidRPr="00250649">
        <w:rPr>
          <w:rFonts w:ascii="Times New Roman" w:hAnsi="Times New Roman"/>
          <w:lang w:val="en-US"/>
        </w:rPr>
        <w:t xml:space="preserve">Robert </w:t>
      </w:r>
      <w:proofErr w:type="spellStart"/>
      <w:r w:rsidRPr="00250649">
        <w:rPr>
          <w:rFonts w:ascii="Times New Roman" w:hAnsi="Times New Roman"/>
          <w:lang w:val="en-US"/>
        </w:rPr>
        <w:t>Starzec</w:t>
      </w:r>
      <w:proofErr w:type="spellEnd"/>
      <w:r w:rsidRPr="00250649">
        <w:rPr>
          <w:rFonts w:ascii="Times New Roman" w:hAnsi="Times New Roman"/>
          <w:lang w:val="en-US"/>
        </w:rPr>
        <w:t xml:space="preserve">, MBA      </w:t>
      </w:r>
      <w:r w:rsidRPr="004C08BD">
        <w:rPr>
          <w:rFonts w:ascii="Times New Roman" w:hAnsi="Times New Roman"/>
          <w:sz w:val="24"/>
          <w:szCs w:val="24"/>
          <w:lang w:val="en-US"/>
        </w:rPr>
        <w:t xml:space="preserve">        </w:t>
      </w: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:rsidR="00134771" w:rsidRPr="004C08BD" w:rsidRDefault="00134771" w:rsidP="00531E2A">
      <w:pPr>
        <w:pStyle w:val="Bezodstpw"/>
        <w:rPr>
          <w:lang w:val="en-US"/>
        </w:rPr>
      </w:pPr>
    </w:p>
    <w:sectPr w:rsidR="00134771" w:rsidRPr="004C08BD" w:rsidSect="007213D2">
      <w:headerReference w:type="default" r:id="rId7"/>
      <w:footerReference w:type="default" r:id="rId8"/>
      <w:pgSz w:w="11906" w:h="16838"/>
      <w:pgMar w:top="415" w:right="1417" w:bottom="1417" w:left="1417" w:header="72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8E7" w:rsidRDefault="006458E7">
      <w:r>
        <w:separator/>
      </w:r>
    </w:p>
  </w:endnote>
  <w:endnote w:type="continuationSeparator" w:id="0">
    <w:p w:rsidR="006458E7" w:rsidRDefault="00645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99E" w:rsidRDefault="009E0B84" w:rsidP="00FA1B86">
    <w:pPr>
      <w:pStyle w:val="Stopka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-3810</wp:posOffset>
              </wp:positionH>
              <wp:positionV relativeFrom="paragraph">
                <wp:posOffset>-273685</wp:posOffset>
              </wp:positionV>
              <wp:extent cx="5833745" cy="412115"/>
              <wp:effectExtent l="0" t="0" r="0" b="6985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33745" cy="412115"/>
                        <a:chOff x="1303" y="13050"/>
                        <a:chExt cx="9187" cy="649"/>
                      </a:xfrm>
                    </wpg:grpSpPr>
                    <wpg:grpSp>
                      <wpg:cNvPr id="12" name="Group 13"/>
                      <wpg:cNvGrpSpPr>
                        <a:grpSpLocks/>
                      </wpg:cNvGrpSpPr>
                      <wpg:grpSpPr bwMode="auto">
                        <a:xfrm>
                          <a:off x="1303" y="13050"/>
                          <a:ext cx="4134" cy="649"/>
                          <a:chOff x="1069" y="13050"/>
                          <a:chExt cx="4134" cy="649"/>
                        </a:xfrm>
                      </wpg:grpSpPr>
                      <pic:pic xmlns:pic="http://schemas.openxmlformats.org/drawingml/2006/picture">
                        <pic:nvPicPr>
                          <pic:cNvPr id="13" name="Picture 14" descr="iso_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79" y="13050"/>
                            <a:ext cx="1410" cy="6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15" descr="OHS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8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9" y="13050"/>
                            <a:ext cx="1314" cy="6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16" descr="iso-14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69" y="13054"/>
                            <a:ext cx="1410" cy="6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16" name="Picture 17" descr="71_MSW Lodz_logo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50" y="13050"/>
                          <a:ext cx="669" cy="64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17" name="Group 18"/>
                      <wpg:cNvGrpSpPr>
                        <a:grpSpLocks/>
                      </wpg:cNvGrpSpPr>
                      <wpg:grpSpPr bwMode="auto">
                        <a:xfrm>
                          <a:off x="6585" y="13090"/>
                          <a:ext cx="3905" cy="508"/>
                          <a:chOff x="6378" y="13090"/>
                          <a:chExt cx="3905" cy="508"/>
                        </a:xfrm>
                      </wpg:grpSpPr>
                      <pic:pic xmlns:pic="http://schemas.openxmlformats.org/drawingml/2006/picture">
                        <pic:nvPicPr>
                          <pic:cNvPr id="18" name="Picture 19" descr="EUROCERTYFIK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36" y="13143"/>
                            <a:ext cx="629" cy="4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20" descr="CW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701" y="13135"/>
                            <a:ext cx="1582" cy="45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21" descr="SBB_logo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78" y="13090"/>
                            <a:ext cx="1060" cy="4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58BF11B" id="Group 12" o:spid="_x0000_s1026" style="position:absolute;margin-left:-.3pt;margin-top:-21.55pt;width:459.35pt;height:32.45pt;z-index:251657728" coordorigin="1303,13050" coordsize="9187,64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">
              <v:group id="Group 13" o:spid="_x0000_s1027" style="position:absolute;left:1303;top:13050;width:4134;height:649" coordorigin="1069,13050" coordsize="4134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8" type="#_x0000_t75" alt="iso_9001" style="position:absolute;left:2479;top:13050;width:141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McIXBAAAA2wAAAA8AAABkcnMvZG93bnJldi54bWxET02LwjAQvQv7H8Is7E1TKyxajSJFwRVE&#10;7C54HZqxLTaT0kSt++uNIHibx/uc2aIztbhS6yrLCoaDCARxbnXFhYK/33V/DMJ5ZI21ZVJwJweL&#10;+Udvhom2Nz7QNfOFCCHsElRQet8kUrq8JINuYBviwJ1sa9AH2BZSt3gL4aaWcRR9S4MVh4YSG0pL&#10;ys/ZxShY1fHI/h/3ZLf3NPvxh922qCZKfX12yykIT51/i1/ujQ7zR/D8JRwg5w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YMcIXBAAAA2wAAAA8AAAAAAAAAAAAAAAAAnwIA&#10;AGRycy9kb3ducmV2LnhtbFBLBQYAAAAABAAEAPcAAACNAwAAAAA=&#10;">
                  <v:imagedata r:id="rId8" o:title="iso_9001"/>
                </v:shape>
                <v:shape id="Picture 15" o:spid="_x0000_s1029" type="#_x0000_t75" alt="OHSAS" style="position:absolute;left:3889;top:13050;width:1314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Aa6zAAAAA2wAAAA8AAABkcnMvZG93bnJldi54bWxET0uLwjAQvgv7H8Is7E1TZRWppqLCwl56&#10;8HHQ25CMbWkzKU1W23+/EQRv8/E9Z73pbSPu1PnKsYLpJAFBrJ2puFBwPv2MlyB8QDbYOCYFA3nY&#10;ZB+jNabGPfhA92MoRAxhn6KCMoQ2ldLrkiz6iWuJI3dzncUQYVdI0+EjhttGzpJkIS1WHBtKbGlf&#10;kq6Pf1ZBfi32nvR0ruc7X9X5kONwCUp9ffbbFYhAfXiLX+5fE+d/w/OXeIDM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4BrrMAAAADbAAAADwAAAAAAAAAAAAAAAACfAgAA&#10;ZHJzL2Rvd25yZXYueG1sUEsFBgAAAAAEAAQA9wAAAIwDAAAAAA==&#10;">
                  <v:imagedata r:id="rId9" o:title="OHSAS" cropright="4462f"/>
                </v:shape>
                <v:shape id="Picture 16" o:spid="_x0000_s1030" type="#_x0000_t75" alt="iso-14001" style="position:absolute;left:1069;top:13054;width:141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xzw3CAAAA2wAAAA8AAABkcnMvZG93bnJldi54bWxET01rwkAQvQv9D8sUepG6aSBiYzZSFKG9&#10;VVMK3obsmASzsyG76vrv3ULB2zze5xSrYHpxodF1lhW8zRIQxLXVHTcKfqrt6wKE88gae8uk4EYO&#10;VuXTpMBc2yvv6LL3jYgh7HJU0Ho/5FK6uiWDbmYH4sgd7WjQRzg2Uo94jeGml2mSzKXBjmNDiwOt&#10;W6pP+7NRUK3lZjFPzW+1/f46hDDN3tMqU+rlOXwsQXgK/iH+d3/qOD+Dv1/iAbK8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cc8NwgAAANsAAAAPAAAAAAAAAAAAAAAAAJ8C&#10;AABkcnMvZG93bnJldi54bWxQSwUGAAAAAAQABAD3AAAAjgMAAAAA&#10;">
                  <v:imagedata r:id="rId10" o:title="iso-14001"/>
                </v:shape>
              </v:group>
              <v:shape id="Picture 17" o:spid="_x0000_s1031" type="#_x0000_t75" alt="71_MSW Lodz_logo_4" style="position:absolute;left:5650;top:13050;width:669;height:6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5q4fBAAAA2wAAAA8AAABkcnMvZG93bnJldi54bWxET0uLwjAQvgv+hzALXmRN9FCkaxRZELxY&#10;fLHnoRnbrs2kNlHr/vqNIHibj+85s0Vna3Gj1leONYxHCgRx7kzFhYbjYfU5BeEDssHaMWl4kIfF&#10;vN+bYWrcnXd024dCxBD2KWooQ2hSKX1ekkU/cg1x5E6utRgibAtpWrzHcFvLiVKJtFhxbCixoe+S&#10;8vP+ajWo3XRjsrpQPyq7/GWnZLj93WZaDz665ReIQF14i1/utYnzE3j+Eg+Q8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L5q4fBAAAA2wAAAA8AAAAAAAAAAAAAAAAAnwIA&#10;AGRycy9kb3ducmV2LnhtbFBLBQYAAAAABAAEAPcAAACNAwAAAAA=&#10;">
                <v:imagedata r:id="rId11" o:title="71_MSW Lodz_logo_4"/>
              </v:shape>
              <v:group id="Group 18" o:spid="_x0000_s1032" style="position:absolute;left:6585;top:13090;width:3905;height:508" coordorigin="6378,13090" coordsize="3905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Picture 19" o:spid="_x0000_s1033" type="#_x0000_t75" alt="EUROCERTYFIKAT" style="position:absolute;left:7736;top:13143;width:629;height:4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6Qz0zBAAAA2wAAAA8AAABkcnMvZG93bnJldi54bWxEj0FrwzAMhe+D/QejwW6rs8JGyeqWdlDI&#10;eltSehaxmmSN5WB7Sfbvp0OhN4n39N6n9XZ2vRopxM6zgddFBoq49rbjxsCpOrysQMWEbLH3TAb+&#10;KMJ28/iwxtz6ib9pLFOjJIRjjgbalIZc61i35DAu/EAs2sUHh0nW0GgbcJJw1+tllr1rhx1LQ4sD&#10;fbZUX8tfZyDuKr6co/c/hQ3NcST9tv8ajXl+mncfoBLN6W6+XRdW8AVWfpEB9OY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6Qz0zBAAAA2wAAAA8AAAAAAAAAAAAAAAAAnwIA&#10;AGRycy9kb3ducmV2LnhtbFBLBQYAAAAABAAEAPcAAACNAwAAAAA=&#10;">
                  <v:imagedata r:id="rId12" o:title="EUROCERTYFIKAT"/>
                </v:shape>
                <v:shape id="Picture 20" o:spid="_x0000_s1034" type="#_x0000_t75" alt="CWB" style="position:absolute;left:8701;top:13135;width:1582;height:4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CRde/AAAA2wAAAA8AAABkcnMvZG93bnJldi54bWxET82KwjAQvgv7DmEEb5rqQbRrWhZBWEEW&#10;rD7A0Mw2ZZNJaaKtb28WBG/z8f3OrhydFXfqQ+tZwXKRgSCuvW65UXC9HOYbECEia7SeScGDApTF&#10;x2SHufYDn+lexUakEA45KjAxdrmUoTbkMCx8R5y4X987jAn2jdQ9DincWbnKsrV02HJqMNjR3lD9&#10;V92cgovU5pENttoPR304tWbzc7O1UrPp+PUJItIY3+KX+1un+Vv4/yUdIIsn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4wkXXvwAAANsAAAAPAAAAAAAAAAAAAAAAAJ8CAABk&#10;cnMvZG93bnJldi54bWxQSwUGAAAAAAQABAD3AAAAiwMAAAAA&#10;">
                  <v:imagedata r:id="rId13" o:title="CWB"/>
                </v:shape>
                <v:shape id="Picture 21" o:spid="_x0000_s1035" type="#_x0000_t75" alt="SBB_logoBW" style="position:absolute;left:6378;top:13090;width:1060;height:4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Ckk3AAAAA2wAAAA8AAABkcnMvZG93bnJldi54bWxET8uKwjAU3Q/MP4Q74G5M7WIYqlHEFwMO&#10;gnVgtpfmmlabm5JErX9vFoLLw3lPZr1txZV8aBwrGA0zEMSV0w0bBX+H9ec3iBCRNbaOScGdAsym&#10;728TLLS78Z6uZTQihXAoUEEdY1dIGaqaLIah64gTd3TeYkzQG6k93lK4bWWeZV/SYsOpocaOFjVV&#10;5/JiFazW2dHvyqXZ/Z62+8t5Y/J/mis1+OjnYxCR+vgSP90/WkGe1qcv6QfI6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8AKSTcAAAADbAAAADwAAAAAAAAAAAAAAAACfAgAA&#10;ZHJzL2Rvd25yZXYueG1sUEsFBgAAAAAEAAQA9wAAAIwDAAAAAA==&#10;">
                  <v:imagedata r:id="rId14" o:title="SBB_logoBW"/>
                </v:shape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8E7" w:rsidRDefault="006458E7">
      <w:r>
        <w:separator/>
      </w:r>
    </w:p>
  </w:footnote>
  <w:footnote w:type="continuationSeparator" w:id="0">
    <w:p w:rsidR="006458E7" w:rsidRDefault="00645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2031"/>
      <w:gridCol w:w="7257"/>
    </w:tblGrid>
    <w:tr w:rsidR="00FD499E">
      <w:trPr>
        <w:trHeight w:val="1850"/>
      </w:trPr>
      <w:tc>
        <w:tcPr>
          <w:tcW w:w="2031" w:type="dxa"/>
          <w:shd w:val="clear" w:color="auto" w:fill="auto"/>
        </w:tcPr>
        <w:p w:rsidR="00FD499E" w:rsidRDefault="009E0B84" w:rsidP="0031195E">
          <w:pPr>
            <w:pStyle w:val="Nagwek"/>
            <w:snapToGrid w:val="0"/>
            <w:jc w:val="center"/>
            <w:rPr>
              <w:rFonts w:ascii="Arial" w:hAnsi="Arial" w:cs="Arial"/>
            </w:rPr>
          </w:pPr>
          <w:r w:rsidRPr="00A94BEC">
            <w:rPr>
              <w:rFonts w:ascii="Arial" w:hAnsi="Arial" w:cs="Arial"/>
              <w:noProof/>
              <w:lang w:eastAsia="pl-PL"/>
            </w:rPr>
            <w:drawing>
              <wp:inline distT="0" distB="0" distL="0" distR="0">
                <wp:extent cx="901065" cy="1202055"/>
                <wp:effectExtent l="0" t="0" r="0" b="0"/>
                <wp:docPr id="1" name="Obraz 1" descr="NEW_logo_ZOZMSWIA_pism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EW_logo_ZOZMSWIA_pism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065" cy="1202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57" w:type="dxa"/>
          <w:tcBorders>
            <w:bottom w:val="single" w:sz="4" w:space="0" w:color="000000"/>
          </w:tcBorders>
          <w:shd w:val="clear" w:color="auto" w:fill="auto"/>
          <w:vAlign w:val="center"/>
        </w:tcPr>
        <w:p w:rsidR="00FD499E" w:rsidRPr="00EC0565" w:rsidRDefault="00FD499E" w:rsidP="00EC0565">
          <w:pPr>
            <w:pStyle w:val="Nagwek2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Samodzielny Publiczny Zakład Opieki Zdrowotnej</w:t>
          </w:r>
        </w:p>
        <w:p w:rsidR="00FD499E" w:rsidRPr="00EC0565" w:rsidRDefault="00FD499E" w:rsidP="00EC0565">
          <w:pPr>
            <w:pStyle w:val="Nagwek1"/>
            <w:jc w:val="center"/>
            <w:rPr>
              <w:sz w:val="28"/>
              <w:szCs w:val="28"/>
            </w:rPr>
          </w:pPr>
          <w:r w:rsidRPr="00EC0565">
            <w:rPr>
              <w:sz w:val="28"/>
              <w:szCs w:val="28"/>
            </w:rPr>
            <w:t>Ministerstwa Spraw Wewnętrznych w ŁODZI</w:t>
          </w:r>
        </w:p>
        <w:p w:rsidR="00FD499E" w:rsidRPr="00723F93" w:rsidRDefault="00FD499E" w:rsidP="00EC0565">
          <w:pPr>
            <w:tabs>
              <w:tab w:val="left" w:pos="1350"/>
              <w:tab w:val="center" w:pos="3614"/>
            </w:tabs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91–425 Łódź, ul. Północna  42</w:t>
          </w:r>
        </w:p>
        <w:p w:rsidR="00FD499E" w:rsidRPr="00723F93" w:rsidRDefault="00FD499E" w:rsidP="00EC0565">
          <w:pPr>
            <w:ind w:right="-108"/>
            <w:jc w:val="center"/>
            <w:rPr>
              <w:rFonts w:ascii="Garamond" w:hAnsi="Garamond" w:cs="Arial"/>
              <w:b/>
              <w:bCs/>
              <w:sz w:val="24"/>
              <w:szCs w:val="24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Dział Zamówień Publicznych tel. 42 634 12 70, fax 42 634 12 54</w:t>
          </w:r>
        </w:p>
        <w:p w:rsidR="00FD499E" w:rsidRDefault="00FD499E" w:rsidP="00EC0565">
          <w:pPr>
            <w:ind w:right="-108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723F93">
            <w:rPr>
              <w:rFonts w:ascii="Garamond" w:hAnsi="Garamond" w:cs="Arial"/>
              <w:b/>
              <w:bCs/>
              <w:sz w:val="24"/>
              <w:szCs w:val="24"/>
            </w:rPr>
            <w:t>http://www.zoz-mswia-lodz.pl           zamowienia@zoz-mswia-lodz.pl</w:t>
          </w:r>
        </w:p>
      </w:tc>
    </w:tr>
  </w:tbl>
  <w:p w:rsidR="00FD499E" w:rsidRDefault="00FD49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6B4B55"/>
    <w:multiLevelType w:val="hybridMultilevel"/>
    <w:tmpl w:val="69EE63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F70CD"/>
    <w:multiLevelType w:val="hybridMultilevel"/>
    <w:tmpl w:val="E640E652"/>
    <w:lvl w:ilvl="0" w:tplc="167E3C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F276C"/>
    <w:multiLevelType w:val="hybridMultilevel"/>
    <w:tmpl w:val="2B2A7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834DF"/>
    <w:multiLevelType w:val="hybridMultilevel"/>
    <w:tmpl w:val="0D04BD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671E63"/>
    <w:multiLevelType w:val="hybridMultilevel"/>
    <w:tmpl w:val="11C63CA6"/>
    <w:lvl w:ilvl="0" w:tplc="799A931C">
      <w:start w:val="1"/>
      <w:numFmt w:val="decimal"/>
      <w:lvlText w:val="%1)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44A1C0D"/>
    <w:multiLevelType w:val="hybridMultilevel"/>
    <w:tmpl w:val="C89EC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8B4DAD"/>
    <w:multiLevelType w:val="hybridMultilevel"/>
    <w:tmpl w:val="098C9E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F833F3"/>
    <w:multiLevelType w:val="hybridMultilevel"/>
    <w:tmpl w:val="6720CBC2"/>
    <w:lvl w:ilvl="0" w:tplc="70EC9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5C6022"/>
    <w:multiLevelType w:val="hybridMultilevel"/>
    <w:tmpl w:val="7768301E"/>
    <w:lvl w:ilvl="0" w:tplc="358E0252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5" w:hanging="360"/>
      </w:pPr>
    </w:lvl>
    <w:lvl w:ilvl="2" w:tplc="0415001B" w:tentative="1">
      <w:start w:val="1"/>
      <w:numFmt w:val="lowerRoman"/>
      <w:lvlText w:val="%3."/>
      <w:lvlJc w:val="right"/>
      <w:pPr>
        <w:ind w:left="1815" w:hanging="180"/>
      </w:pPr>
    </w:lvl>
    <w:lvl w:ilvl="3" w:tplc="0415000F" w:tentative="1">
      <w:start w:val="1"/>
      <w:numFmt w:val="decimal"/>
      <w:lvlText w:val="%4."/>
      <w:lvlJc w:val="left"/>
      <w:pPr>
        <w:ind w:left="2535" w:hanging="360"/>
      </w:pPr>
    </w:lvl>
    <w:lvl w:ilvl="4" w:tplc="04150019" w:tentative="1">
      <w:start w:val="1"/>
      <w:numFmt w:val="lowerLetter"/>
      <w:lvlText w:val="%5."/>
      <w:lvlJc w:val="left"/>
      <w:pPr>
        <w:ind w:left="3255" w:hanging="360"/>
      </w:pPr>
    </w:lvl>
    <w:lvl w:ilvl="5" w:tplc="0415001B" w:tentative="1">
      <w:start w:val="1"/>
      <w:numFmt w:val="lowerRoman"/>
      <w:lvlText w:val="%6."/>
      <w:lvlJc w:val="right"/>
      <w:pPr>
        <w:ind w:left="3975" w:hanging="180"/>
      </w:pPr>
    </w:lvl>
    <w:lvl w:ilvl="6" w:tplc="0415000F" w:tentative="1">
      <w:start w:val="1"/>
      <w:numFmt w:val="decimal"/>
      <w:lvlText w:val="%7."/>
      <w:lvlJc w:val="left"/>
      <w:pPr>
        <w:ind w:left="4695" w:hanging="360"/>
      </w:pPr>
    </w:lvl>
    <w:lvl w:ilvl="7" w:tplc="04150019" w:tentative="1">
      <w:start w:val="1"/>
      <w:numFmt w:val="lowerLetter"/>
      <w:lvlText w:val="%8."/>
      <w:lvlJc w:val="left"/>
      <w:pPr>
        <w:ind w:left="5415" w:hanging="360"/>
      </w:pPr>
    </w:lvl>
    <w:lvl w:ilvl="8" w:tplc="0415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 w15:restartNumberingAfterBreak="0">
    <w:nsid w:val="580575C6"/>
    <w:multiLevelType w:val="multilevel"/>
    <w:tmpl w:val="190E96CA"/>
    <w:lvl w:ilvl="0">
      <w:start w:val="90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63"/>
      <w:numFmt w:val="decimalZero"/>
      <w:lvlText w:val="%1-%2"/>
      <w:lvlJc w:val="left"/>
      <w:pPr>
        <w:tabs>
          <w:tab w:val="num" w:pos="1530"/>
        </w:tabs>
        <w:ind w:left="153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250"/>
        </w:tabs>
        <w:ind w:left="225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970"/>
        </w:tabs>
        <w:ind w:left="297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59961283"/>
    <w:multiLevelType w:val="multilevel"/>
    <w:tmpl w:val="4146771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BA09E9"/>
    <w:multiLevelType w:val="hybridMultilevel"/>
    <w:tmpl w:val="B26C61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3B61F3"/>
    <w:multiLevelType w:val="hybridMultilevel"/>
    <w:tmpl w:val="EB580C4E"/>
    <w:lvl w:ilvl="0" w:tplc="7BB656F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B783512"/>
    <w:multiLevelType w:val="hybridMultilevel"/>
    <w:tmpl w:val="45367CAE"/>
    <w:lvl w:ilvl="0" w:tplc="D6EC9F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0343B1"/>
    <w:multiLevelType w:val="hybridMultilevel"/>
    <w:tmpl w:val="60E6B5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F20074"/>
    <w:multiLevelType w:val="hybridMultilevel"/>
    <w:tmpl w:val="9E56E9F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B43B5"/>
    <w:multiLevelType w:val="hybridMultilevel"/>
    <w:tmpl w:val="87EAA7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D5546C"/>
    <w:multiLevelType w:val="hybridMultilevel"/>
    <w:tmpl w:val="0B82E5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4"/>
  </w:num>
  <w:num w:numId="5">
    <w:abstractNumId w:val="14"/>
  </w:num>
  <w:num w:numId="6">
    <w:abstractNumId w:val="2"/>
  </w:num>
  <w:num w:numId="7">
    <w:abstractNumId w:val="6"/>
  </w:num>
  <w:num w:numId="8">
    <w:abstractNumId w:val="10"/>
  </w:num>
  <w:num w:numId="9">
    <w:abstractNumId w:val="13"/>
  </w:num>
  <w:num w:numId="10">
    <w:abstractNumId w:val="7"/>
  </w:num>
  <w:num w:numId="11">
    <w:abstractNumId w:val="8"/>
  </w:num>
  <w:num w:numId="12">
    <w:abstractNumId w:val="17"/>
  </w:num>
  <w:num w:numId="13">
    <w:abstractNumId w:val="1"/>
  </w:num>
  <w:num w:numId="14">
    <w:abstractNumId w:val="18"/>
  </w:num>
  <w:num w:numId="15">
    <w:abstractNumId w:val="15"/>
  </w:num>
  <w:num w:numId="16">
    <w:abstractNumId w:val="12"/>
  </w:num>
  <w:num w:numId="17">
    <w:abstractNumId w:val="3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B84"/>
    <w:rsid w:val="00020527"/>
    <w:rsid w:val="0005602D"/>
    <w:rsid w:val="00080893"/>
    <w:rsid w:val="00096F70"/>
    <w:rsid w:val="000C38BF"/>
    <w:rsid w:val="001101F9"/>
    <w:rsid w:val="00122339"/>
    <w:rsid w:val="00122B5D"/>
    <w:rsid w:val="001303F8"/>
    <w:rsid w:val="00134771"/>
    <w:rsid w:val="001379DC"/>
    <w:rsid w:val="00171696"/>
    <w:rsid w:val="00192379"/>
    <w:rsid w:val="001A6534"/>
    <w:rsid w:val="001F2D4F"/>
    <w:rsid w:val="00206571"/>
    <w:rsid w:val="00211D3C"/>
    <w:rsid w:val="002206E7"/>
    <w:rsid w:val="00225EC0"/>
    <w:rsid w:val="00232D45"/>
    <w:rsid w:val="00250649"/>
    <w:rsid w:val="002707F7"/>
    <w:rsid w:val="002711A7"/>
    <w:rsid w:val="00275229"/>
    <w:rsid w:val="002B1F84"/>
    <w:rsid w:val="0031195E"/>
    <w:rsid w:val="00315C0E"/>
    <w:rsid w:val="003745C4"/>
    <w:rsid w:val="00374BDD"/>
    <w:rsid w:val="003B33AF"/>
    <w:rsid w:val="003B6E84"/>
    <w:rsid w:val="003D1A6F"/>
    <w:rsid w:val="003E1B7C"/>
    <w:rsid w:val="003F2AE3"/>
    <w:rsid w:val="003F40D2"/>
    <w:rsid w:val="003F6C64"/>
    <w:rsid w:val="003F772D"/>
    <w:rsid w:val="004062B8"/>
    <w:rsid w:val="00424905"/>
    <w:rsid w:val="00451E53"/>
    <w:rsid w:val="00467FA6"/>
    <w:rsid w:val="004727C0"/>
    <w:rsid w:val="00487751"/>
    <w:rsid w:val="00495363"/>
    <w:rsid w:val="004A56AC"/>
    <w:rsid w:val="004B4A14"/>
    <w:rsid w:val="004C08BD"/>
    <w:rsid w:val="004D178B"/>
    <w:rsid w:val="004D65D5"/>
    <w:rsid w:val="004E0FF8"/>
    <w:rsid w:val="00515752"/>
    <w:rsid w:val="005220CE"/>
    <w:rsid w:val="00525191"/>
    <w:rsid w:val="00531E2A"/>
    <w:rsid w:val="00565A84"/>
    <w:rsid w:val="00583B74"/>
    <w:rsid w:val="005A1E48"/>
    <w:rsid w:val="005A7FDD"/>
    <w:rsid w:val="005B1E0A"/>
    <w:rsid w:val="005E0642"/>
    <w:rsid w:val="00617572"/>
    <w:rsid w:val="0062770A"/>
    <w:rsid w:val="006418CE"/>
    <w:rsid w:val="006458E7"/>
    <w:rsid w:val="00683CA1"/>
    <w:rsid w:val="006A3E40"/>
    <w:rsid w:val="006A6FDE"/>
    <w:rsid w:val="006D6C7E"/>
    <w:rsid w:val="006E631A"/>
    <w:rsid w:val="00710A5E"/>
    <w:rsid w:val="007213D2"/>
    <w:rsid w:val="00721ABC"/>
    <w:rsid w:val="00734498"/>
    <w:rsid w:val="00785373"/>
    <w:rsid w:val="007E12E1"/>
    <w:rsid w:val="00801AE6"/>
    <w:rsid w:val="008322F7"/>
    <w:rsid w:val="00851DC9"/>
    <w:rsid w:val="00890A88"/>
    <w:rsid w:val="00897D59"/>
    <w:rsid w:val="008A60D8"/>
    <w:rsid w:val="008B0A0B"/>
    <w:rsid w:val="008C0116"/>
    <w:rsid w:val="00910D91"/>
    <w:rsid w:val="00927B91"/>
    <w:rsid w:val="0093274E"/>
    <w:rsid w:val="00935599"/>
    <w:rsid w:val="009436C8"/>
    <w:rsid w:val="00945717"/>
    <w:rsid w:val="00965FB9"/>
    <w:rsid w:val="009B6FF0"/>
    <w:rsid w:val="009C568A"/>
    <w:rsid w:val="009E0B84"/>
    <w:rsid w:val="00A155CA"/>
    <w:rsid w:val="00A520D4"/>
    <w:rsid w:val="00A72A54"/>
    <w:rsid w:val="00A74480"/>
    <w:rsid w:val="00A903E6"/>
    <w:rsid w:val="00A924B1"/>
    <w:rsid w:val="00A94BEC"/>
    <w:rsid w:val="00AA044E"/>
    <w:rsid w:val="00AA480A"/>
    <w:rsid w:val="00B0252C"/>
    <w:rsid w:val="00B145C5"/>
    <w:rsid w:val="00B25FF3"/>
    <w:rsid w:val="00B318FC"/>
    <w:rsid w:val="00B35384"/>
    <w:rsid w:val="00B3578D"/>
    <w:rsid w:val="00B41683"/>
    <w:rsid w:val="00B41BF8"/>
    <w:rsid w:val="00B5058E"/>
    <w:rsid w:val="00B55F1B"/>
    <w:rsid w:val="00B749E5"/>
    <w:rsid w:val="00B86E76"/>
    <w:rsid w:val="00B870C6"/>
    <w:rsid w:val="00BA5A7C"/>
    <w:rsid w:val="00BA637B"/>
    <w:rsid w:val="00BB47BF"/>
    <w:rsid w:val="00C12865"/>
    <w:rsid w:val="00C2648F"/>
    <w:rsid w:val="00C90030"/>
    <w:rsid w:val="00CB05A2"/>
    <w:rsid w:val="00CE4B34"/>
    <w:rsid w:val="00D42727"/>
    <w:rsid w:val="00D831F3"/>
    <w:rsid w:val="00DB137A"/>
    <w:rsid w:val="00DC470A"/>
    <w:rsid w:val="00DC6731"/>
    <w:rsid w:val="00DE4D25"/>
    <w:rsid w:val="00DE7662"/>
    <w:rsid w:val="00DE77AB"/>
    <w:rsid w:val="00E0467E"/>
    <w:rsid w:val="00E16006"/>
    <w:rsid w:val="00E16CDA"/>
    <w:rsid w:val="00E20D79"/>
    <w:rsid w:val="00E27D2E"/>
    <w:rsid w:val="00E531E0"/>
    <w:rsid w:val="00E535D1"/>
    <w:rsid w:val="00E77818"/>
    <w:rsid w:val="00EC0565"/>
    <w:rsid w:val="00EE7299"/>
    <w:rsid w:val="00F06440"/>
    <w:rsid w:val="00F249DB"/>
    <w:rsid w:val="00F31391"/>
    <w:rsid w:val="00F3621A"/>
    <w:rsid w:val="00F637FA"/>
    <w:rsid w:val="00FA1B86"/>
    <w:rsid w:val="00FA5526"/>
    <w:rsid w:val="00FD499E"/>
    <w:rsid w:val="00FE521C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514DA899-5934-48CE-9FB4-2B710F48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rebuchet MS" w:hAnsi="Trebuchet MS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outlineLvl w:val="0"/>
    </w:pPr>
    <w:rPr>
      <w:rFonts w:ascii="Times New Roman" w:hAnsi="Times New Roman"/>
      <w:b/>
      <w:bCs/>
      <w:sz w:val="32"/>
      <w:szCs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jc w:val="center"/>
      <w:outlineLvl w:val="1"/>
    </w:pPr>
    <w:rPr>
      <w:rFonts w:ascii="Times New Roman" w:hAnsi="Times New Roman"/>
      <w:b/>
      <w:bCs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83B74"/>
    <w:rPr>
      <w:b/>
      <w:bCs/>
      <w:sz w:val="32"/>
      <w:szCs w:val="24"/>
      <w:lang w:eastAsia="ar-SA"/>
    </w:rPr>
  </w:style>
  <w:style w:type="character" w:customStyle="1" w:styleId="Nagwek2Znak">
    <w:name w:val="Nagłówek 2 Znak"/>
    <w:link w:val="Nagwek2"/>
    <w:rsid w:val="00583B74"/>
    <w:rPr>
      <w:b/>
      <w:bCs/>
      <w:sz w:val="32"/>
      <w:szCs w:val="24"/>
      <w:lang w:eastAsia="ar-SA"/>
    </w:rPr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link w:val="Tekstpodstawowy"/>
    <w:rsid w:val="00583B74"/>
    <w:rPr>
      <w:rFonts w:ascii="Trebuchet MS" w:hAnsi="Trebuchet MS"/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83B74"/>
    <w:rPr>
      <w:rFonts w:ascii="Trebuchet MS" w:hAnsi="Trebuchet MS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  <w:semiHidden/>
    <w:rsid w:val="00565A84"/>
  </w:style>
  <w:style w:type="character" w:styleId="Odwoanieprzypisukocowego">
    <w:name w:val="endnote reference"/>
    <w:semiHidden/>
    <w:rsid w:val="00565A84"/>
    <w:rPr>
      <w:vertAlign w:val="superscript"/>
    </w:rPr>
  </w:style>
  <w:style w:type="table" w:styleId="Tabela-Siatka">
    <w:name w:val="Table Grid"/>
    <w:basedOn w:val="Standardowy"/>
    <w:rsid w:val="0048775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E0FF8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683C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83B74"/>
    <w:rPr>
      <w:rFonts w:ascii="Tahoma" w:hAnsi="Tahoma" w:cs="Tahoma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EC05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583B74"/>
    <w:rPr>
      <w:rFonts w:ascii="Trebuchet MS" w:hAnsi="Trebuchet MS"/>
      <w:lang w:eastAsia="ar-SA"/>
    </w:rPr>
  </w:style>
  <w:style w:type="paragraph" w:customStyle="1" w:styleId="Znak">
    <w:name w:val="Znak"/>
    <w:basedOn w:val="Normalny"/>
    <w:rsid w:val="00EC0565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318FC"/>
    <w:pPr>
      <w:suppressAutoHyphens w:val="0"/>
      <w:ind w:left="2832"/>
    </w:pPr>
    <w:rPr>
      <w:rFonts w:ascii="Arial" w:hAnsi="Arial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583B74"/>
    <w:rPr>
      <w:rFonts w:ascii="Arial" w:hAnsi="Arial"/>
      <w:sz w:val="24"/>
      <w:szCs w:val="24"/>
    </w:rPr>
  </w:style>
  <w:style w:type="paragraph" w:styleId="Akapitzlist">
    <w:name w:val="List Paragraph"/>
    <w:basedOn w:val="Normalny"/>
    <w:qFormat/>
    <w:rsid w:val="00B318FC"/>
    <w:pPr>
      <w:suppressAutoHyphens w:val="0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semiHidden/>
    <w:unhideWhenUsed/>
    <w:rsid w:val="00FD499E"/>
  </w:style>
  <w:style w:type="paragraph" w:styleId="Bezodstpw">
    <w:name w:val="No Spacing"/>
    <w:uiPriority w:val="1"/>
    <w:qFormat/>
    <w:rsid w:val="00250649"/>
    <w:pPr>
      <w:suppressAutoHyphens/>
    </w:pPr>
    <w:rPr>
      <w:rFonts w:ascii="Trebuchet MS" w:hAnsi="Trebuchet MS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13" Type="http://schemas.openxmlformats.org/officeDocument/2006/relationships/image" Target="media/image14.png"/><Relationship Id="rId3" Type="http://schemas.openxmlformats.org/officeDocument/2006/relationships/image" Target="media/image4.jpeg"/><Relationship Id="rId7" Type="http://schemas.openxmlformats.org/officeDocument/2006/relationships/image" Target="media/image8.jpeg"/><Relationship Id="rId12" Type="http://schemas.openxmlformats.org/officeDocument/2006/relationships/image" Target="media/image13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11" Type="http://schemas.openxmlformats.org/officeDocument/2006/relationships/image" Target="media/image12.png"/><Relationship Id="rId5" Type="http://schemas.openxmlformats.org/officeDocument/2006/relationships/image" Target="media/image6.jpeg"/><Relationship Id="rId10" Type="http://schemas.openxmlformats.org/officeDocument/2006/relationships/image" Target="media/image11.jpeg"/><Relationship Id="rId4" Type="http://schemas.openxmlformats.org/officeDocument/2006/relationships/image" Target="media/image5.png"/><Relationship Id="rId9" Type="http://schemas.openxmlformats.org/officeDocument/2006/relationships/image" Target="media/image10.jpeg"/><Relationship Id="rId14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przatanie%202015%20du&#380;e\informacja%20o%20wyborze%20-%20sprostowan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informacja o wyborze - sprostowanie</Template>
  <TotalTime>1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 29</vt:lpstr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 29</dc:title>
  <dc:subject/>
  <dc:creator>user</dc:creator>
  <cp:keywords/>
  <cp:lastModifiedBy>user</cp:lastModifiedBy>
  <cp:revision>3</cp:revision>
  <cp:lastPrinted>2016-01-19T07:53:00Z</cp:lastPrinted>
  <dcterms:created xsi:type="dcterms:W3CDTF">2016-01-19T11:39:00Z</dcterms:created>
  <dcterms:modified xsi:type="dcterms:W3CDTF">2016-01-19T11:44:00Z</dcterms:modified>
</cp:coreProperties>
</file>